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07E" w:rsidRPr="0078022E" w:rsidRDefault="00E0107E" w:rsidP="004D2D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022E">
        <w:rPr>
          <w:rFonts w:ascii="Times New Roman" w:hAnsi="Times New Roman"/>
          <w:sz w:val="24"/>
          <w:szCs w:val="24"/>
        </w:rPr>
        <w:t>«Согласовано»:</w:t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  <w:t>«Согласовано»:</w:t>
      </w:r>
    </w:p>
    <w:p w:rsidR="00E0107E" w:rsidRPr="0078022E" w:rsidRDefault="00E0107E" w:rsidP="006441DE">
      <w:pPr>
        <w:spacing w:after="0" w:line="240" w:lineRule="auto"/>
        <w:ind w:left="9781" w:hanging="9781"/>
        <w:rPr>
          <w:rFonts w:ascii="Times New Roman" w:hAnsi="Times New Roman"/>
          <w:sz w:val="24"/>
          <w:szCs w:val="24"/>
        </w:rPr>
      </w:pPr>
      <w:r w:rsidRPr="0078022E">
        <w:rPr>
          <w:rFonts w:ascii="Times New Roman" w:hAnsi="Times New Roman"/>
          <w:sz w:val="24"/>
          <w:szCs w:val="24"/>
        </w:rPr>
        <w:t>Руководитель</w:t>
      </w:r>
      <w:r>
        <w:rPr>
          <w:rFonts w:ascii="Times New Roman" w:hAnsi="Times New Roman"/>
          <w:sz w:val="24"/>
          <w:szCs w:val="24"/>
        </w:rPr>
        <w:t xml:space="preserve"> ИП А.Н. Ротарь</w:t>
      </w:r>
      <w:r w:rsidRPr="0078022E">
        <w:rPr>
          <w:rFonts w:ascii="Times New Roman" w:hAnsi="Times New Roman"/>
          <w:sz w:val="24"/>
          <w:szCs w:val="24"/>
        </w:rPr>
        <w:tab/>
        <w:t>Директор МКУ «Центр развития города Переславля-Залесского»</w:t>
      </w:r>
    </w:p>
    <w:p w:rsidR="00E0107E" w:rsidRPr="0078022E" w:rsidRDefault="00E0107E" w:rsidP="006441D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     А.Н. Ротарь</w:t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</w:r>
      <w:r w:rsidRPr="0078022E">
        <w:rPr>
          <w:rFonts w:ascii="Times New Roman" w:hAnsi="Times New Roman"/>
          <w:sz w:val="24"/>
          <w:szCs w:val="24"/>
        </w:rPr>
        <w:tab/>
        <w:t>__________</w:t>
      </w:r>
      <w:r>
        <w:rPr>
          <w:rFonts w:ascii="Times New Roman" w:hAnsi="Times New Roman"/>
          <w:sz w:val="24"/>
          <w:szCs w:val="24"/>
        </w:rPr>
        <w:t>__________    В.В.</w:t>
      </w:r>
      <w:r w:rsidRPr="007802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Клопцова </w:t>
      </w:r>
    </w:p>
    <w:p w:rsidR="00E0107E" w:rsidRPr="004D2D59" w:rsidRDefault="00E0107E" w:rsidP="00080202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(подпись)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                            (подпись)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p w:rsidR="00E0107E" w:rsidRDefault="00E0107E" w:rsidP="009E76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0107E" w:rsidRDefault="00E0107E" w:rsidP="00723EDE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«25»ноября2020г.</w:t>
      </w:r>
    </w:p>
    <w:p w:rsidR="00E0107E" w:rsidRPr="0078022E" w:rsidRDefault="00E0107E" w:rsidP="009E76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8022E">
        <w:rPr>
          <w:rFonts w:ascii="Times New Roman" w:hAnsi="Times New Roman"/>
          <w:b/>
          <w:sz w:val="24"/>
          <w:szCs w:val="24"/>
        </w:rPr>
        <w:t>ГРАФИК</w:t>
      </w:r>
    </w:p>
    <w:p w:rsidR="00E0107E" w:rsidRPr="0078022E" w:rsidRDefault="00E0107E" w:rsidP="009E76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8022E">
        <w:rPr>
          <w:rFonts w:ascii="Times New Roman" w:hAnsi="Times New Roman"/>
          <w:b/>
          <w:sz w:val="24"/>
          <w:szCs w:val="24"/>
        </w:rPr>
        <w:t xml:space="preserve">Проведения мероприятий по </w:t>
      </w:r>
      <w:r>
        <w:rPr>
          <w:rFonts w:ascii="Times New Roman" w:hAnsi="Times New Roman"/>
          <w:b/>
          <w:sz w:val="24"/>
          <w:szCs w:val="24"/>
        </w:rPr>
        <w:t>отлову</w:t>
      </w:r>
      <w:r w:rsidRPr="0078022E">
        <w:rPr>
          <w:rFonts w:ascii="Times New Roman" w:hAnsi="Times New Roman"/>
          <w:b/>
          <w:sz w:val="24"/>
          <w:szCs w:val="24"/>
        </w:rPr>
        <w:t xml:space="preserve"> животных </w:t>
      </w:r>
      <w:r>
        <w:rPr>
          <w:rFonts w:ascii="Times New Roman" w:hAnsi="Times New Roman"/>
          <w:b/>
          <w:sz w:val="24"/>
          <w:szCs w:val="24"/>
        </w:rPr>
        <w:t>без владельцев на территории городского округа</w:t>
      </w:r>
      <w:r w:rsidRPr="0078022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г.Переславля-Залесского</w:t>
      </w:r>
    </w:p>
    <w:p w:rsidR="00E0107E" w:rsidRPr="0078022E" w:rsidRDefault="00E0107E" w:rsidP="009E76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2020 год</w:t>
      </w:r>
    </w:p>
    <w:tbl>
      <w:tblPr>
        <w:tblW w:w="14544" w:type="dxa"/>
        <w:tblInd w:w="-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9"/>
        <w:gridCol w:w="5091"/>
        <w:gridCol w:w="4950"/>
        <w:gridCol w:w="3544"/>
      </w:tblGrid>
      <w:tr w:rsidR="00E0107E" w:rsidRPr="00FA68D0" w:rsidTr="00A52C72">
        <w:tc>
          <w:tcPr>
            <w:tcW w:w="959" w:type="dxa"/>
          </w:tcPr>
          <w:p w:rsidR="00E0107E" w:rsidRPr="00FA68D0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8D0"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5091" w:type="dxa"/>
          </w:tcPr>
          <w:p w:rsidR="00E0107E" w:rsidRPr="00FA68D0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8D0">
              <w:rPr>
                <w:rFonts w:ascii="Times New Roman" w:hAnsi="Times New Roman"/>
                <w:b/>
                <w:sz w:val="24"/>
                <w:szCs w:val="24"/>
              </w:rPr>
              <w:t>Место отлова</w:t>
            </w:r>
          </w:p>
        </w:tc>
        <w:tc>
          <w:tcPr>
            <w:tcW w:w="4950" w:type="dxa"/>
          </w:tcPr>
          <w:p w:rsidR="00E0107E" w:rsidRPr="00FA68D0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E0107E" w:rsidRPr="00FA68D0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8D0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E0107E" w:rsidRPr="00FA68D0" w:rsidTr="00E82090">
        <w:trPr>
          <w:trHeight w:val="712"/>
        </w:trPr>
        <w:tc>
          <w:tcPr>
            <w:tcW w:w="959" w:type="dxa"/>
          </w:tcPr>
          <w:p w:rsidR="00E0107E" w:rsidRPr="00FA68D0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1" w:type="dxa"/>
            <w:vAlign w:val="bottom"/>
          </w:tcPr>
          <w:p w:rsidR="00E0107E" w:rsidRPr="000B5B89" w:rsidRDefault="00E0107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ул.Вокзальная 27-29</w:t>
            </w:r>
          </w:p>
        </w:tc>
        <w:tc>
          <w:tcPr>
            <w:tcW w:w="4950" w:type="dxa"/>
            <w:vAlign w:val="bottom"/>
          </w:tcPr>
          <w:p w:rsidR="00E0107E" w:rsidRPr="00B13681" w:rsidRDefault="00E0107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</w:tcPr>
          <w:p w:rsidR="00E0107E" w:rsidRDefault="00E0107E" w:rsidP="00ED2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09.10.2020 (1)</w:t>
            </w:r>
          </w:p>
          <w:p w:rsidR="00E0107E" w:rsidRDefault="00E0107E" w:rsidP="00ED287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19.10.2020(1)</w:t>
            </w:r>
          </w:p>
        </w:tc>
      </w:tr>
      <w:tr w:rsidR="00E0107E" w:rsidRPr="00FA68D0" w:rsidTr="001C2499">
        <w:trPr>
          <w:trHeight w:val="712"/>
        </w:trPr>
        <w:tc>
          <w:tcPr>
            <w:tcW w:w="959" w:type="dxa"/>
          </w:tcPr>
          <w:p w:rsidR="00E0107E" w:rsidRPr="00FA68D0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0107E" w:rsidRPr="00FA68D0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1" w:type="dxa"/>
          </w:tcPr>
          <w:p w:rsidR="00E0107E" w:rsidRDefault="00E0107E" w:rsidP="001C2499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B89">
              <w:rPr>
                <w:rFonts w:ascii="Times New Roman" w:hAnsi="Times New Roman"/>
                <w:color w:val="000000"/>
              </w:rPr>
              <w:t>Б.Брембола ул.Строителей, д.11 (детский сад)</w:t>
            </w:r>
          </w:p>
          <w:p w:rsidR="00E0107E" w:rsidRDefault="00E0107E" w:rsidP="001C249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E0107E" w:rsidRDefault="00E0107E" w:rsidP="001C249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E0107E" w:rsidRPr="000B5B89" w:rsidRDefault="00E0107E" w:rsidP="001C24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Б.Брембола</w:t>
            </w:r>
          </w:p>
        </w:tc>
        <w:tc>
          <w:tcPr>
            <w:tcW w:w="4950" w:type="dxa"/>
            <w:vAlign w:val="center"/>
          </w:tcPr>
          <w:p w:rsidR="00E0107E" w:rsidRPr="00B13681" w:rsidRDefault="00E0107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</w:tcPr>
          <w:p w:rsidR="00E0107E" w:rsidRDefault="00E0107E" w:rsidP="00ED2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09.10.2020</w:t>
            </w:r>
          </w:p>
          <w:p w:rsidR="00E0107E" w:rsidRDefault="00E0107E" w:rsidP="00ED2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107E" w:rsidRDefault="00E0107E" w:rsidP="009959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09.10.2020 (2)</w:t>
            </w:r>
          </w:p>
          <w:p w:rsidR="00E0107E" w:rsidRDefault="00E0107E" w:rsidP="009959E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19.10.2020(2)</w:t>
            </w:r>
          </w:p>
        </w:tc>
      </w:tr>
      <w:tr w:rsidR="00E0107E" w:rsidRPr="00FA68D0" w:rsidTr="00E82090">
        <w:trPr>
          <w:trHeight w:val="13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Pr="00FA68D0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107E" w:rsidRPr="000B5B89" w:rsidRDefault="00E0107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ул.Заводская 23-25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B13681" w:rsidRDefault="00E0107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 собака (щенки)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09.10.2020 (5)</w:t>
            </w:r>
          </w:p>
          <w:p w:rsidR="00E0107E" w:rsidRDefault="00E0107E" w:rsidP="00842E9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19.10.2020(5)</w:t>
            </w:r>
          </w:p>
        </w:tc>
      </w:tr>
      <w:tr w:rsidR="00E0107E" w:rsidRPr="00FA68D0" w:rsidTr="00E82090">
        <w:trPr>
          <w:trHeight w:val="55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Pr="00FA68D0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107E" w:rsidRPr="000B5B89" w:rsidRDefault="00E0107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д.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B5B89">
              <w:rPr>
                <w:rFonts w:ascii="Times New Roman" w:hAnsi="Times New Roman"/>
                <w:color w:val="000000"/>
              </w:rPr>
              <w:t>Веслево ( магазин)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B13681" w:rsidRDefault="00E0107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1C249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14.10.2020 (2)</w:t>
            </w:r>
          </w:p>
          <w:p w:rsidR="00E0107E" w:rsidRDefault="00E0107E" w:rsidP="001C249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24.10.2020(2)</w:t>
            </w:r>
          </w:p>
          <w:p w:rsidR="00E0107E" w:rsidRDefault="00E0107E" w:rsidP="001C249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471">
              <w:rPr>
                <w:rFonts w:ascii="Times New Roman" w:hAnsi="Times New Roman"/>
                <w:sz w:val="24"/>
                <w:szCs w:val="24"/>
              </w:rPr>
              <w:t>Отлов 19.11.2020(3)</w:t>
            </w:r>
          </w:p>
          <w:p w:rsidR="00E0107E" w:rsidRDefault="00E0107E" w:rsidP="001C2499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29.11.2020(3)</w:t>
            </w:r>
          </w:p>
        </w:tc>
      </w:tr>
      <w:tr w:rsidR="00E0107E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107E" w:rsidRPr="00A42BEA" w:rsidRDefault="00E0107E">
            <w:pPr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7F0F23">
              <w:rPr>
                <w:rFonts w:ascii="Times New Roman" w:hAnsi="Times New Roman"/>
              </w:rPr>
              <w:t>с.Смоленское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A42BEA" w:rsidRDefault="00E0107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</w:rPr>
            </w:pPr>
            <w:r w:rsidRPr="007F0F23">
              <w:rPr>
                <w:rFonts w:ascii="Times New Roman" w:hAnsi="Times New Roman"/>
                <w:color w:val="000000"/>
              </w:rPr>
              <w:t>1  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7F0F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выезд26.10.2020</w:t>
            </w:r>
          </w:p>
          <w:p w:rsidR="00E0107E" w:rsidRPr="00A42BEA" w:rsidRDefault="00E0107E" w:rsidP="00842E98">
            <w:pPr>
              <w:jc w:val="center"/>
              <w:rPr>
                <w:highlight w:val="red"/>
              </w:rPr>
            </w:pPr>
          </w:p>
        </w:tc>
      </w:tr>
      <w:tr w:rsidR="00E0107E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107E" w:rsidRPr="000B5B89" w:rsidRDefault="00E0107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 Комсомольская пл., д.3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FA16E0" w:rsidRDefault="00E0107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09.10.2020 (2)</w:t>
            </w:r>
          </w:p>
          <w:p w:rsidR="00E0107E" w:rsidRDefault="00E0107E" w:rsidP="00842E9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19.10.2020(2)</w:t>
            </w:r>
          </w:p>
        </w:tc>
      </w:tr>
      <w:tr w:rsidR="00E0107E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107E" w:rsidRPr="000B5B89" w:rsidRDefault="00E0107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д.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B5B89">
              <w:rPr>
                <w:rFonts w:ascii="Times New Roman" w:hAnsi="Times New Roman"/>
                <w:color w:val="000000"/>
              </w:rPr>
              <w:t>Веслево, ул.Школьная,д.9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240179" w:rsidRDefault="00E0107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14.10.2020(2)</w:t>
            </w:r>
          </w:p>
          <w:p w:rsidR="00E0107E" w:rsidRDefault="00E0107E" w:rsidP="00842E9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24.10.2020(2)</w:t>
            </w:r>
          </w:p>
        </w:tc>
      </w:tr>
      <w:tr w:rsidR="00E0107E" w:rsidRPr="00FA68D0" w:rsidTr="002E47B6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Pr="000B5B89" w:rsidRDefault="00E0107E" w:rsidP="002E47B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Славянский рынок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Pr="00240179" w:rsidRDefault="00E0107E" w:rsidP="002E47B6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15.10.2020(2)</w:t>
            </w:r>
          </w:p>
          <w:p w:rsidR="00E0107E" w:rsidRDefault="00E0107E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25.10.2020(2)</w:t>
            </w:r>
          </w:p>
          <w:p w:rsidR="00E0107E" w:rsidRDefault="00E0107E" w:rsidP="00842E98">
            <w:pPr>
              <w:jc w:val="center"/>
              <w:rPr>
                <w:rFonts w:ascii="Times New Roman" w:hAnsi="Times New Roman"/>
              </w:rPr>
            </w:pPr>
            <w:r w:rsidRPr="002E47B6">
              <w:rPr>
                <w:rFonts w:ascii="Times New Roman" w:hAnsi="Times New Roman"/>
              </w:rPr>
              <w:t>Отлов 20.10.2020 (2)</w:t>
            </w:r>
          </w:p>
          <w:p w:rsidR="00E0107E" w:rsidRPr="002E47B6" w:rsidRDefault="00E0107E" w:rsidP="00842E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30.10.2020(2)</w:t>
            </w:r>
          </w:p>
        </w:tc>
      </w:tr>
      <w:tr w:rsidR="00E0107E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107E" w:rsidRPr="000B5B89" w:rsidRDefault="00E0107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Б.Брембола ул.Заречная 27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0D2D26" w:rsidRDefault="00E0107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  <w:r w:rsidRPr="000D2D26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9959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09.10.2020</w:t>
            </w:r>
          </w:p>
          <w:p w:rsidR="00E0107E" w:rsidRDefault="00E0107E" w:rsidP="00842E98">
            <w:pPr>
              <w:jc w:val="center"/>
            </w:pPr>
          </w:p>
        </w:tc>
      </w:tr>
      <w:tr w:rsidR="00E0107E" w:rsidRPr="00FA68D0" w:rsidTr="00E8209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107E" w:rsidRPr="000B5B89" w:rsidRDefault="00E0107E" w:rsidP="009959E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пер.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B5B89">
              <w:rPr>
                <w:rFonts w:ascii="Times New Roman" w:hAnsi="Times New Roman"/>
                <w:color w:val="000000"/>
              </w:rPr>
              <w:t>Берендеевский д.16 (около 9 школы)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0D2D26" w:rsidRDefault="00E0107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9959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09.10.2020</w:t>
            </w:r>
          </w:p>
          <w:p w:rsidR="00E0107E" w:rsidRDefault="00E0107E" w:rsidP="00842E98">
            <w:pPr>
              <w:jc w:val="center"/>
            </w:pPr>
          </w:p>
        </w:tc>
      </w:tr>
      <w:tr w:rsidR="00E0107E" w:rsidRPr="00FA68D0" w:rsidTr="00C2286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107E" w:rsidRDefault="00E0107E" w:rsidP="00C228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5B89">
              <w:rPr>
                <w:rFonts w:ascii="Times New Roman" w:hAnsi="Times New Roman"/>
                <w:color w:val="000000"/>
              </w:rPr>
              <w:t>пер.Кривоколенный (за ФОКом возле детской площадки)</w:t>
            </w:r>
          </w:p>
          <w:p w:rsidR="00E0107E" w:rsidRPr="00C22860" w:rsidRDefault="00E0107E" w:rsidP="00C2286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пер.Кривоколенный (рынок)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Default="00E0107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  <w:p w:rsidR="00E0107E" w:rsidRDefault="00E0107E" w:rsidP="00C22860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E0107E" w:rsidRPr="000D2D26" w:rsidRDefault="00E0107E" w:rsidP="00C228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5245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выезд26.10.2020</w:t>
            </w:r>
          </w:p>
          <w:p w:rsidR="00E0107E" w:rsidRDefault="00E0107E" w:rsidP="00C228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860">
              <w:rPr>
                <w:rFonts w:ascii="Times New Roman" w:hAnsi="Times New Roman"/>
                <w:sz w:val="24"/>
                <w:szCs w:val="24"/>
              </w:rPr>
              <w:t>Отлов 15.10.2020 (1)</w:t>
            </w:r>
          </w:p>
          <w:p w:rsidR="00E0107E" w:rsidRPr="00C22860" w:rsidRDefault="00E0107E" w:rsidP="00C228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25.10.2020(1)</w:t>
            </w:r>
          </w:p>
        </w:tc>
      </w:tr>
      <w:tr w:rsidR="00E0107E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107E" w:rsidRPr="000B5B89" w:rsidRDefault="00E0107E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ул.Заводская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0D2D26" w:rsidRDefault="00E0107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1C249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09.10.2020</w:t>
            </w:r>
          </w:p>
          <w:p w:rsidR="00E0107E" w:rsidRDefault="00E0107E" w:rsidP="00842E9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19.10.2020</w:t>
            </w:r>
          </w:p>
        </w:tc>
      </w:tr>
      <w:tr w:rsidR="00E0107E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107E" w:rsidRPr="00A42BEA" w:rsidRDefault="00E0107E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</w:rPr>
            </w:pPr>
            <w:r w:rsidRPr="00524570">
              <w:rPr>
                <w:rFonts w:ascii="Times New Roman" w:hAnsi="Times New Roman"/>
                <w:color w:val="000000"/>
              </w:rPr>
              <w:t>ул.Кооперативная 66,68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A42BEA" w:rsidRDefault="00E0107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</w:rPr>
            </w:pPr>
            <w:r w:rsidRPr="00524570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5245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выезд28.10.2020</w:t>
            </w:r>
          </w:p>
          <w:p w:rsidR="00E0107E" w:rsidRPr="00A42BEA" w:rsidRDefault="00E0107E" w:rsidP="00842E98">
            <w:pPr>
              <w:jc w:val="center"/>
              <w:rPr>
                <w:highlight w:val="red"/>
              </w:rPr>
            </w:pPr>
          </w:p>
        </w:tc>
      </w:tr>
      <w:tr w:rsidR="00E0107E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107E" w:rsidRPr="000B5B89" w:rsidRDefault="00E0107E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 Проездная 13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0D2D26" w:rsidRDefault="00E0107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28.10.2020 (1)</w:t>
            </w:r>
          </w:p>
          <w:p w:rsidR="00E0107E" w:rsidRDefault="00E0107E" w:rsidP="00842E9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07.11.2020(1)</w:t>
            </w:r>
          </w:p>
        </w:tc>
      </w:tr>
      <w:tr w:rsidR="00E0107E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107E" w:rsidRPr="00A42BEA" w:rsidRDefault="00E0107E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</w:rPr>
            </w:pPr>
            <w:r w:rsidRPr="007F0F23">
              <w:rPr>
                <w:rFonts w:ascii="Times New Roman" w:hAnsi="Times New Roman"/>
                <w:color w:val="000000"/>
              </w:rPr>
              <w:t>Берендеево (Больница) Клубный переулок 5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A42BEA" w:rsidRDefault="00E0107E">
            <w:pPr>
              <w:jc w:val="center"/>
              <w:rPr>
                <w:rFonts w:ascii="Times New Roman" w:hAnsi="Times New Roman"/>
                <w:color w:val="000000"/>
                <w:highlight w:val="red"/>
              </w:rPr>
            </w:pPr>
            <w:r w:rsidRPr="007F0F23"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7F0F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выезд26.10.2020</w:t>
            </w:r>
          </w:p>
          <w:p w:rsidR="00E0107E" w:rsidRPr="00A42BEA" w:rsidRDefault="00E0107E" w:rsidP="00842E98">
            <w:pPr>
              <w:jc w:val="center"/>
              <w:rPr>
                <w:highlight w:val="red"/>
              </w:rPr>
            </w:pPr>
          </w:p>
        </w:tc>
      </w:tr>
      <w:tr w:rsidR="00E0107E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107E" w:rsidRPr="00524570" w:rsidRDefault="00E0107E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4570">
              <w:rPr>
                <w:rFonts w:ascii="Times New Roman" w:hAnsi="Times New Roman"/>
                <w:color w:val="000000"/>
              </w:rPr>
              <w:t>Кооперативная 66, Октябрьская.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524570" w:rsidRDefault="00E010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24570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5245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выезд28.10.2020</w:t>
            </w:r>
          </w:p>
          <w:p w:rsidR="00E0107E" w:rsidRPr="00A42BEA" w:rsidRDefault="00E0107E" w:rsidP="00842E98">
            <w:pPr>
              <w:jc w:val="center"/>
              <w:rPr>
                <w:highlight w:val="red"/>
              </w:rPr>
            </w:pPr>
          </w:p>
        </w:tc>
      </w:tr>
      <w:tr w:rsidR="00E0107E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107E" w:rsidRPr="000B5B89" w:rsidRDefault="00E0107E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д.Елизарово, ул.Новая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Default="00E0107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26.10.2020 (2)</w:t>
            </w:r>
          </w:p>
          <w:p w:rsidR="00E0107E" w:rsidRDefault="00E0107E" w:rsidP="00842E9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05.11.2020(2)</w:t>
            </w:r>
          </w:p>
        </w:tc>
      </w:tr>
      <w:tr w:rsidR="00E0107E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107E" w:rsidRPr="001D3F9F" w:rsidRDefault="00E0107E" w:rsidP="001D3F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107E" w:rsidRDefault="00E0107E" w:rsidP="000B5B89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3DC9">
              <w:rPr>
                <w:rFonts w:ascii="Times New Roman" w:hAnsi="Times New Roman"/>
                <w:color w:val="000000"/>
              </w:rPr>
              <w:t>Центр развития творчества ул. Московская (Чкаловский</w:t>
            </w:r>
            <w:r w:rsidRPr="000B5B89">
              <w:rPr>
                <w:rFonts w:ascii="Times New Roman" w:hAnsi="Times New Roman"/>
                <w:color w:val="000000"/>
              </w:rPr>
              <w:t>)</w:t>
            </w:r>
          </w:p>
          <w:p w:rsidR="00E0107E" w:rsidRPr="000B5B89" w:rsidRDefault="00E0107E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ул.Журавлева 37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Default="00E010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D3DC9">
              <w:rPr>
                <w:rFonts w:ascii="Times New Roman" w:hAnsi="Times New Roman"/>
                <w:color w:val="000000"/>
              </w:rPr>
              <w:t>стая собак</w:t>
            </w:r>
          </w:p>
          <w:p w:rsidR="00E0107E" w:rsidRDefault="00E0107E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E0107E" w:rsidRDefault="00E0107E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7D3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28.10.2020</w:t>
            </w:r>
          </w:p>
          <w:p w:rsidR="00E0107E" w:rsidRDefault="00E0107E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20.10.2020(1)</w:t>
            </w:r>
          </w:p>
          <w:p w:rsidR="00E0107E" w:rsidRPr="00BA6C2F" w:rsidRDefault="00E0107E" w:rsidP="00842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30.10.2020(1)</w:t>
            </w:r>
          </w:p>
        </w:tc>
      </w:tr>
      <w:tr w:rsidR="00E0107E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107E" w:rsidRPr="000B5B89" w:rsidRDefault="00E0107E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ул.Кузнечная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CF2439" w:rsidRDefault="00E0107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6B100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28.10.2020 (2)</w:t>
            </w:r>
          </w:p>
          <w:p w:rsidR="00E0107E" w:rsidRDefault="00E0107E" w:rsidP="006B100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07.11.2020(2)</w:t>
            </w:r>
          </w:p>
          <w:p w:rsidR="00E0107E" w:rsidRDefault="00E0107E" w:rsidP="006B100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12.11.2020 (3)</w:t>
            </w:r>
          </w:p>
          <w:p w:rsidR="00E0107E" w:rsidRDefault="00E0107E" w:rsidP="006B1009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22.11.2020(3)</w:t>
            </w:r>
          </w:p>
        </w:tc>
      </w:tr>
      <w:tr w:rsidR="00E0107E" w:rsidRPr="00FA68D0" w:rsidTr="00F352D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107E" w:rsidRPr="000B5B89" w:rsidRDefault="00E0107E" w:rsidP="000B5B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B89">
              <w:rPr>
                <w:rFonts w:ascii="Times New Roman" w:hAnsi="Times New Roman"/>
                <w:color w:val="000000"/>
              </w:rPr>
              <w:t>ул.Кошкина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CF2439" w:rsidRDefault="00E0107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5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446A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14.10.2020 (1)</w:t>
            </w:r>
          </w:p>
          <w:p w:rsidR="00E0107E" w:rsidRDefault="00E0107E" w:rsidP="00446A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24.10.2020(1)</w:t>
            </w:r>
          </w:p>
          <w:p w:rsidR="00E0107E" w:rsidRDefault="00E0107E" w:rsidP="00446A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28.10.2020(1)</w:t>
            </w:r>
          </w:p>
          <w:p w:rsidR="00E0107E" w:rsidRDefault="00E0107E" w:rsidP="00446AED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07.11.2020(1)</w:t>
            </w:r>
          </w:p>
        </w:tc>
      </w:tr>
      <w:tr w:rsidR="00E0107E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107E" w:rsidRPr="001D3F9F" w:rsidRDefault="00E0107E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Спасо-Преображенский собор Красная пл.3)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CF2439" w:rsidRDefault="00E0107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2439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CF2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28.10.2020 (2)</w:t>
            </w:r>
          </w:p>
          <w:p w:rsidR="00E0107E" w:rsidRDefault="00E0107E" w:rsidP="00CF243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07.11.2020(2)</w:t>
            </w:r>
          </w:p>
        </w:tc>
      </w:tr>
      <w:tr w:rsidR="00E0107E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107E" w:rsidRPr="00D069A3" w:rsidRDefault="00E0107E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9A3">
              <w:rPr>
                <w:rFonts w:ascii="Times New Roman" w:hAnsi="Times New Roman"/>
                <w:color w:val="000000"/>
              </w:rPr>
              <w:t>с.Красное, ул.Центральная,119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D069A3" w:rsidRDefault="00E0107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9A3"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Pr="00C14556" w:rsidRDefault="00E0107E" w:rsidP="00CF2439">
            <w:pPr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выезд12.11.2020</w:t>
            </w:r>
          </w:p>
        </w:tc>
      </w:tr>
      <w:tr w:rsidR="00E0107E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107E" w:rsidRPr="001D3F9F" w:rsidRDefault="00E0107E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ул. Октябрьская,14-16; ул.Заводская 23-25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CF2439" w:rsidRDefault="00E0107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CF2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09.10.2020</w:t>
            </w:r>
          </w:p>
          <w:p w:rsidR="00E0107E" w:rsidRDefault="00E0107E" w:rsidP="00CF243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19.10.2020</w:t>
            </w:r>
          </w:p>
        </w:tc>
      </w:tr>
      <w:tr w:rsidR="00E0107E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107E" w:rsidRPr="00D069A3" w:rsidRDefault="00E0107E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9A3">
              <w:rPr>
                <w:rFonts w:ascii="Times New Roman" w:hAnsi="Times New Roman"/>
                <w:color w:val="000000"/>
              </w:rPr>
              <w:t>с.Купань, м.Шастово д.1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D069A3" w:rsidRDefault="00E0107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9A3"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Pr="00C14556" w:rsidRDefault="00E0107E" w:rsidP="00CF2439">
            <w:pPr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выезд12.11.2020</w:t>
            </w:r>
          </w:p>
        </w:tc>
      </w:tr>
      <w:tr w:rsidR="00E0107E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107E" w:rsidRPr="00D12851" w:rsidRDefault="00E0107E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2851">
              <w:rPr>
                <w:rFonts w:ascii="Times New Roman" w:hAnsi="Times New Roman"/>
                <w:color w:val="000000"/>
              </w:rPr>
              <w:t>40 лет ВЛКСМ д.8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D12851" w:rsidRDefault="00E0107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2851">
              <w:rPr>
                <w:rFonts w:ascii="Times New Roman" w:hAnsi="Times New Roman"/>
                <w:color w:val="000000"/>
              </w:rPr>
              <w:t>8 щенков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Pr="00A42BEA" w:rsidRDefault="00E0107E" w:rsidP="00CF2439">
            <w:pPr>
              <w:jc w:val="center"/>
              <w:rPr>
                <w:highlight w:val="re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выезд26.10.2020</w:t>
            </w:r>
          </w:p>
        </w:tc>
      </w:tr>
      <w:tr w:rsidR="00E0107E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107E" w:rsidRPr="001D3F9F" w:rsidRDefault="00E0107E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п.Молодежный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CF2439" w:rsidRDefault="00E0107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CF2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15.10.2020(1)</w:t>
            </w:r>
          </w:p>
          <w:p w:rsidR="00E0107E" w:rsidRDefault="00E0107E" w:rsidP="00CF243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25.10.2020(1)</w:t>
            </w:r>
          </w:p>
        </w:tc>
      </w:tr>
      <w:tr w:rsidR="00E0107E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107E" w:rsidRPr="001D3F9F" w:rsidRDefault="00E0107E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п.Рязанцево, ул.Большая Октябрьская; (вблизи школы-интерната)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CF2439" w:rsidRDefault="00E0107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CF2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26.10.2020 (2)</w:t>
            </w:r>
          </w:p>
          <w:p w:rsidR="00E0107E" w:rsidRDefault="00E0107E" w:rsidP="00CF2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05.11.2020(2)</w:t>
            </w:r>
          </w:p>
          <w:p w:rsidR="00E0107E" w:rsidRDefault="00E0107E" w:rsidP="00CF243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выезд16.11.2020</w:t>
            </w:r>
          </w:p>
        </w:tc>
      </w:tr>
      <w:tr w:rsidR="00E0107E" w:rsidRPr="00FA68D0" w:rsidTr="00E969B8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107E" w:rsidRPr="00446AED" w:rsidRDefault="00E0107E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6AED">
              <w:rPr>
                <w:rFonts w:ascii="Times New Roman" w:hAnsi="Times New Roman"/>
                <w:color w:val="000000"/>
              </w:rPr>
              <w:t>ул. Октябрьская,16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446AED" w:rsidRDefault="00E010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AED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8161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9A3">
              <w:rPr>
                <w:rFonts w:ascii="Times New Roman" w:hAnsi="Times New Roman"/>
                <w:sz w:val="24"/>
                <w:szCs w:val="24"/>
              </w:rPr>
              <w:t xml:space="preserve">Отлов 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D069A3">
              <w:rPr>
                <w:rFonts w:ascii="Times New Roman" w:hAnsi="Times New Roman"/>
                <w:sz w:val="24"/>
                <w:szCs w:val="24"/>
              </w:rPr>
              <w:t>.11.2020 (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069A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0107E" w:rsidRPr="00446AED" w:rsidRDefault="00E0107E" w:rsidP="00816153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05.12.2020(1)</w:t>
            </w:r>
          </w:p>
        </w:tc>
      </w:tr>
      <w:tr w:rsidR="00E0107E" w:rsidRPr="00FA68D0" w:rsidTr="002E47B6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2E47B6">
            <w:pPr>
              <w:jc w:val="center"/>
              <w:rPr>
                <w:rFonts w:ascii="Times New Roman" w:hAnsi="Times New Roman"/>
                <w:color w:val="000000"/>
              </w:rPr>
            </w:pPr>
            <w:r w:rsidRPr="001D3F9F">
              <w:rPr>
                <w:rFonts w:ascii="Times New Roman" w:hAnsi="Times New Roman"/>
                <w:color w:val="000000"/>
              </w:rPr>
              <w:t>ул.Магистральная (ОООЭнергия)</w:t>
            </w:r>
          </w:p>
          <w:p w:rsidR="00E0107E" w:rsidRDefault="00E0107E" w:rsidP="002E47B6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E0107E" w:rsidRDefault="00E0107E" w:rsidP="002E47B6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E0107E" w:rsidRDefault="00E0107E" w:rsidP="002E47B6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E0107E" w:rsidRDefault="00E0107E" w:rsidP="002E47B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ул.Магистральная</w:t>
            </w:r>
          </w:p>
          <w:p w:rsidR="00E0107E" w:rsidRDefault="00E0107E" w:rsidP="002E47B6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E0107E" w:rsidRDefault="00E0107E" w:rsidP="002E47B6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E0107E" w:rsidRDefault="00E0107E" w:rsidP="002E47B6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E0107E" w:rsidRDefault="00E0107E" w:rsidP="002E47B6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E0107E" w:rsidRDefault="00E0107E" w:rsidP="00245F98">
            <w:pPr>
              <w:rPr>
                <w:rFonts w:ascii="Times New Roman" w:hAnsi="Times New Roman"/>
                <w:color w:val="000000"/>
              </w:rPr>
            </w:pPr>
          </w:p>
          <w:p w:rsidR="00E0107E" w:rsidRDefault="00E0107E" w:rsidP="002E47B6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E0107E" w:rsidRPr="001D3F9F" w:rsidRDefault="00E0107E" w:rsidP="002E47B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сквер ветеранов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2E47B6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  <w:p w:rsidR="00E0107E" w:rsidRPr="000D2D26" w:rsidRDefault="00E0107E" w:rsidP="002E47B6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245F9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28.10.2020 (2)</w:t>
            </w:r>
          </w:p>
          <w:p w:rsidR="00E0107E" w:rsidRDefault="00E0107E" w:rsidP="00245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07.11.2020(2)</w:t>
            </w:r>
          </w:p>
          <w:p w:rsidR="00E0107E" w:rsidRDefault="00E0107E" w:rsidP="00245F9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12.11.2020 (2)</w:t>
            </w:r>
          </w:p>
          <w:p w:rsidR="00E0107E" w:rsidRDefault="00E0107E" w:rsidP="00245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22.11.2020(2)</w:t>
            </w:r>
          </w:p>
          <w:p w:rsidR="00E0107E" w:rsidRDefault="00E0107E" w:rsidP="00446A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Отлов 20.10.2020 (6) </w:t>
            </w:r>
          </w:p>
          <w:p w:rsidR="00E0107E" w:rsidRDefault="00E0107E" w:rsidP="00446A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30.10.2020(6)</w:t>
            </w:r>
          </w:p>
          <w:p w:rsidR="00E0107E" w:rsidRDefault="00E0107E" w:rsidP="00446A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107E" w:rsidRDefault="00E0107E" w:rsidP="00446A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16.11.2020(2)</w:t>
            </w:r>
          </w:p>
          <w:p w:rsidR="00E0107E" w:rsidRDefault="00E0107E" w:rsidP="00446A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26.11.2020(2)</w:t>
            </w:r>
          </w:p>
          <w:p w:rsidR="00E0107E" w:rsidRDefault="00E0107E" w:rsidP="00245F9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12.11.2020 (2)</w:t>
            </w:r>
          </w:p>
          <w:p w:rsidR="00E0107E" w:rsidRPr="00245F98" w:rsidRDefault="00E0107E" w:rsidP="00245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22.11.2020(2)</w:t>
            </w:r>
          </w:p>
          <w:p w:rsidR="00E0107E" w:rsidRDefault="00E0107E" w:rsidP="00446AE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2E47B6">
              <w:rPr>
                <w:rFonts w:ascii="Times New Roman" w:hAnsi="Times New Roman"/>
              </w:rPr>
              <w:t>Отлов 20.10.2020 (1)</w:t>
            </w:r>
          </w:p>
          <w:p w:rsidR="00E0107E" w:rsidRPr="00446AED" w:rsidRDefault="00E0107E" w:rsidP="00446A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30.10.2020(1)</w:t>
            </w:r>
          </w:p>
        </w:tc>
      </w:tr>
      <w:tr w:rsidR="00E0107E" w:rsidRPr="00FA68D0" w:rsidTr="00264E8F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107E" w:rsidRDefault="00E0107E" w:rsidP="001D3F9F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0F23">
              <w:rPr>
                <w:rFonts w:ascii="Times New Roman" w:hAnsi="Times New Roman"/>
                <w:color w:val="000000"/>
              </w:rPr>
              <w:t>ул.Строителей 34</w:t>
            </w:r>
          </w:p>
          <w:p w:rsidR="00E0107E" w:rsidRDefault="00E0107E" w:rsidP="001D3F9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E0107E" w:rsidRPr="00264E8F" w:rsidRDefault="00E0107E" w:rsidP="00264E8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Строителей 31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Pr="000D2D26" w:rsidRDefault="00E0107E" w:rsidP="00264E8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F0F23"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7F0F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выезд14.10.2020</w:t>
            </w:r>
          </w:p>
          <w:p w:rsidR="00E0107E" w:rsidRDefault="00E0107E" w:rsidP="00264E8F">
            <w:pPr>
              <w:jc w:val="center"/>
              <w:rPr>
                <w:rFonts w:ascii="Times New Roman" w:hAnsi="Times New Roman"/>
              </w:rPr>
            </w:pPr>
            <w:r w:rsidRPr="00264E8F">
              <w:rPr>
                <w:rFonts w:ascii="Times New Roman" w:hAnsi="Times New Roman"/>
              </w:rPr>
              <w:t>Отлов 14.10.2020(1)</w:t>
            </w:r>
          </w:p>
          <w:p w:rsidR="00E0107E" w:rsidRPr="00446AED" w:rsidRDefault="00E0107E" w:rsidP="00446A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24.10.2020(1)</w:t>
            </w:r>
          </w:p>
        </w:tc>
      </w:tr>
      <w:tr w:rsidR="00E0107E" w:rsidRPr="00446AED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107E" w:rsidRPr="00446AED" w:rsidRDefault="00E0107E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6AED">
              <w:rPr>
                <w:rFonts w:ascii="Times New Roman" w:hAnsi="Times New Roman"/>
                <w:color w:val="000000"/>
              </w:rPr>
              <w:t>ул. 50 лет комсомола д.19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446AED" w:rsidRDefault="00E010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AED">
              <w:rPr>
                <w:rFonts w:ascii="Times New Roman" w:hAnsi="Times New Roman"/>
                <w:color w:val="000000"/>
              </w:rPr>
              <w:t>2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Pr="00446AED" w:rsidRDefault="00E0107E" w:rsidP="00446A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выезд19.11.2020</w:t>
            </w:r>
          </w:p>
        </w:tc>
      </w:tr>
      <w:tr w:rsidR="00E0107E" w:rsidRPr="00FA68D0" w:rsidTr="00BC1536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BC153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</w:t>
            </w:r>
            <w:r w:rsidRPr="001D3F9F">
              <w:rPr>
                <w:rFonts w:ascii="Times New Roman" w:hAnsi="Times New Roman"/>
                <w:color w:val="000000"/>
              </w:rPr>
              <w:t>ул. Свободы 42 (ЦРБ)</w:t>
            </w:r>
          </w:p>
          <w:p w:rsidR="00E0107E" w:rsidRDefault="00E0107E" w:rsidP="00BE4BA3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ул.Свободы</w:t>
            </w:r>
          </w:p>
          <w:p w:rsidR="00E0107E" w:rsidRDefault="00E0107E" w:rsidP="00BC1536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E0107E" w:rsidRDefault="00E0107E" w:rsidP="00BC1536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E0107E" w:rsidRDefault="00E0107E" w:rsidP="00BC1536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E0107E" w:rsidRPr="001D3F9F" w:rsidRDefault="00E0107E" w:rsidP="00BC153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ул.Красный Текстильщик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0D2D26" w:rsidRDefault="00E010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81615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09.10.2020 отлов 16.11.2020 (2)</w:t>
            </w:r>
          </w:p>
          <w:p w:rsidR="00E0107E" w:rsidRDefault="00E0107E" w:rsidP="0081615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26.11.2020(2)</w:t>
            </w:r>
          </w:p>
          <w:p w:rsidR="00E0107E" w:rsidRDefault="00E0107E" w:rsidP="008161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9A3">
              <w:rPr>
                <w:rFonts w:ascii="Times New Roman" w:hAnsi="Times New Roman"/>
                <w:sz w:val="24"/>
                <w:szCs w:val="24"/>
              </w:rPr>
              <w:t xml:space="preserve">Отлов 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D069A3">
              <w:rPr>
                <w:rFonts w:ascii="Times New Roman" w:hAnsi="Times New Roman"/>
                <w:sz w:val="24"/>
                <w:szCs w:val="24"/>
              </w:rPr>
              <w:t>.11.2020 (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069A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0107E" w:rsidRDefault="00E0107E" w:rsidP="0081615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05.12.2020(3)</w:t>
            </w:r>
          </w:p>
          <w:p w:rsidR="00E0107E" w:rsidRDefault="00E0107E" w:rsidP="0081615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01DCE">
              <w:rPr>
                <w:rFonts w:ascii="Times New Roman" w:hAnsi="Times New Roman"/>
              </w:rPr>
              <w:t>Отлов 26.10.2020 (2)</w:t>
            </w:r>
          </w:p>
          <w:p w:rsidR="00E0107E" w:rsidRPr="00801DCE" w:rsidRDefault="00E0107E" w:rsidP="0081615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05.11.2020(2)</w:t>
            </w:r>
          </w:p>
        </w:tc>
      </w:tr>
      <w:tr w:rsidR="00E0107E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107E" w:rsidRPr="001D3F9F" w:rsidRDefault="00E0107E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д.Веськово,ул.Лесная,д.177,ул.Васильковая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0D2D26" w:rsidRDefault="00E0107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6C5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14.10.2020 (2)</w:t>
            </w:r>
          </w:p>
          <w:p w:rsidR="00E0107E" w:rsidRDefault="00E0107E" w:rsidP="006C5F6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24.10.2020(2)</w:t>
            </w:r>
          </w:p>
        </w:tc>
      </w:tr>
      <w:tr w:rsidR="00E0107E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107E" w:rsidRPr="00446AED" w:rsidRDefault="00E0107E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6AED">
              <w:rPr>
                <w:rFonts w:ascii="Times New Roman" w:hAnsi="Times New Roman"/>
                <w:color w:val="000000"/>
              </w:rPr>
              <w:t>ул.Пушкина 27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446AED" w:rsidRDefault="00E010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AED">
              <w:rPr>
                <w:rFonts w:ascii="Times New Roman" w:hAnsi="Times New Roman"/>
                <w:color w:val="000000"/>
              </w:rPr>
              <w:t>2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Pr="00446AED" w:rsidRDefault="00E0107E" w:rsidP="00446A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19.11.2020</w:t>
            </w:r>
          </w:p>
        </w:tc>
      </w:tr>
      <w:tr w:rsidR="00E0107E" w:rsidRPr="00FA68D0" w:rsidTr="00DA058B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DA058B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E0107E" w:rsidRPr="001D3F9F" w:rsidRDefault="00E0107E" w:rsidP="00DA058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ул. Разведчика Петрова 1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0D2D26" w:rsidRDefault="00E010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DA05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14.10.2020</w:t>
            </w:r>
          </w:p>
          <w:p w:rsidR="00E0107E" w:rsidRDefault="00E0107E" w:rsidP="006C5F61">
            <w:pPr>
              <w:jc w:val="center"/>
            </w:pPr>
          </w:p>
        </w:tc>
      </w:tr>
      <w:tr w:rsidR="00E0107E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107E" w:rsidRPr="00D069A3" w:rsidRDefault="00E0107E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9A3">
              <w:rPr>
                <w:rFonts w:ascii="Times New Roman" w:hAnsi="Times New Roman"/>
                <w:color w:val="000000"/>
              </w:rPr>
              <w:t>Купанское,ул.Речная 30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D069A3" w:rsidRDefault="00E010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9A3"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Pr="00D66471" w:rsidRDefault="00E0107E" w:rsidP="00D664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19.11.2020</w:t>
            </w:r>
          </w:p>
        </w:tc>
      </w:tr>
      <w:tr w:rsidR="00E0107E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107E" w:rsidRPr="001D3F9F" w:rsidRDefault="00E0107E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Ивановское,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1D3F9F">
              <w:rPr>
                <w:rFonts w:ascii="Times New Roman" w:hAnsi="Times New Roman"/>
                <w:color w:val="000000"/>
              </w:rPr>
              <w:t>ул.Ленина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0D2D26" w:rsidRDefault="00E0107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собаки 7 щенков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6C5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26.10.2020 (2)</w:t>
            </w:r>
          </w:p>
          <w:p w:rsidR="00E0107E" w:rsidRDefault="00E0107E" w:rsidP="006C5F6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05.11.2020(2)</w:t>
            </w:r>
          </w:p>
        </w:tc>
      </w:tr>
      <w:tr w:rsidR="00E0107E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107E" w:rsidRPr="001D3F9F" w:rsidRDefault="00E0107E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F9F">
              <w:rPr>
                <w:rFonts w:ascii="Times New Roman" w:hAnsi="Times New Roman"/>
                <w:color w:val="000000"/>
              </w:rPr>
              <w:t>д.Щербинино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0D2D26" w:rsidRDefault="00E0107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7D3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выезд26.10.2020</w:t>
            </w:r>
          </w:p>
          <w:p w:rsidR="00E0107E" w:rsidRDefault="00E0107E" w:rsidP="006C5F61">
            <w:pPr>
              <w:jc w:val="center"/>
            </w:pPr>
          </w:p>
        </w:tc>
      </w:tr>
      <w:tr w:rsidR="00E0107E" w:rsidRPr="00FA68D0" w:rsidTr="00477A4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107E" w:rsidRPr="001D3F9F" w:rsidRDefault="00E0107E" w:rsidP="001D3F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д. Ермолено (</w:t>
            </w:r>
            <w:r w:rsidRPr="001D3F9F">
              <w:rPr>
                <w:rFonts w:ascii="Times New Roman" w:hAnsi="Times New Roman"/>
                <w:color w:val="000000"/>
              </w:rPr>
              <w:t>таб.Фабрика</w:t>
            </w:r>
            <w:r>
              <w:rPr>
                <w:rFonts w:ascii="Times New Roman" w:hAnsi="Times New Roman"/>
                <w:color w:val="000000"/>
              </w:rPr>
              <w:t xml:space="preserve">) 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0D2D26" w:rsidRDefault="00E0107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7D3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выезд26.10.2020</w:t>
            </w:r>
          </w:p>
          <w:p w:rsidR="00E0107E" w:rsidRDefault="00E0107E" w:rsidP="006C5F61">
            <w:pPr>
              <w:jc w:val="center"/>
            </w:pPr>
          </w:p>
        </w:tc>
      </w:tr>
      <w:tr w:rsidR="00E0107E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107E" w:rsidRPr="00D069A3" w:rsidRDefault="00E0107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69A3">
              <w:rPr>
                <w:rFonts w:ascii="Times New Roman" w:hAnsi="Times New Roman"/>
                <w:color w:val="000000"/>
              </w:rPr>
              <w:t>Купанское, ул. Левая Набережная, 14а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D069A3" w:rsidRDefault="00E010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9A3">
              <w:rPr>
                <w:rFonts w:ascii="Times New Roman" w:hAnsi="Times New Roman"/>
                <w:color w:val="000000"/>
              </w:rPr>
              <w:t>4 собаки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6C5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471">
              <w:rPr>
                <w:rFonts w:ascii="Times New Roman" w:hAnsi="Times New Roman"/>
                <w:sz w:val="24"/>
                <w:szCs w:val="24"/>
              </w:rPr>
              <w:t>Отлов 19.11.2020 (4)</w:t>
            </w:r>
          </w:p>
          <w:p w:rsidR="00E0107E" w:rsidRPr="007F0F23" w:rsidRDefault="00E0107E" w:rsidP="006C5F61">
            <w:pPr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29.11.2020(4)</w:t>
            </w:r>
          </w:p>
        </w:tc>
      </w:tr>
      <w:tr w:rsidR="00E0107E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107E" w:rsidRPr="0066549A" w:rsidRDefault="00E0107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>Вокзальная, Пушкина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0D2D26" w:rsidRDefault="00E0107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A42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выезд12.11.2020</w:t>
            </w:r>
          </w:p>
          <w:p w:rsidR="00E0107E" w:rsidRDefault="00E0107E" w:rsidP="006C5F61">
            <w:pPr>
              <w:jc w:val="center"/>
            </w:pPr>
          </w:p>
        </w:tc>
      </w:tr>
      <w:tr w:rsidR="00E0107E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107E" w:rsidRDefault="00E010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BC1536">
              <w:rPr>
                <w:rFonts w:ascii="Times New Roman" w:hAnsi="Times New Roman"/>
                <w:color w:val="000000"/>
              </w:rPr>
              <w:t>Заводская, Октябрьская</w:t>
            </w:r>
          </w:p>
          <w:p w:rsidR="00E0107E" w:rsidRPr="0066549A" w:rsidRDefault="00E0107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Октябрьская 27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0D2D26" w:rsidRDefault="00E010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BC15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выезд26.10.2020</w:t>
            </w:r>
          </w:p>
          <w:p w:rsidR="00E0107E" w:rsidRDefault="00E0107E" w:rsidP="006C5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14.10.2020(2)</w:t>
            </w:r>
          </w:p>
          <w:p w:rsidR="00E0107E" w:rsidRDefault="00E0107E" w:rsidP="006C5F6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24.11.2020(2)</w:t>
            </w:r>
          </w:p>
        </w:tc>
      </w:tr>
      <w:tr w:rsidR="00E0107E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107E" w:rsidRPr="0046376B" w:rsidRDefault="00E0107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376B">
              <w:rPr>
                <w:rFonts w:ascii="Times New Roman" w:hAnsi="Times New Roman"/>
                <w:color w:val="000000"/>
              </w:rPr>
              <w:t xml:space="preserve">Брембольский пер. д.30 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46376B" w:rsidRDefault="00E010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46376B"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Pr="0046376B" w:rsidRDefault="00E0107E" w:rsidP="006C5F6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25.11.2020</w:t>
            </w:r>
          </w:p>
        </w:tc>
      </w:tr>
      <w:tr w:rsidR="00E0107E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107E" w:rsidRPr="0046376B" w:rsidRDefault="00E0107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376B">
              <w:rPr>
                <w:rFonts w:ascii="Times New Roman" w:hAnsi="Times New Roman"/>
                <w:color w:val="000000"/>
              </w:rPr>
              <w:t>Народная Площадь 1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46376B" w:rsidRDefault="00E010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46376B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Pr="0046376B" w:rsidRDefault="00E0107E" w:rsidP="00463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выезд19.11.2020</w:t>
            </w:r>
          </w:p>
        </w:tc>
      </w:tr>
      <w:tr w:rsidR="00E0107E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107E" w:rsidRDefault="00E0107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Чкаловский 37 </w:t>
            </w:r>
            <w:r w:rsidRPr="0066549A">
              <w:rPr>
                <w:rFonts w:ascii="Times New Roman" w:hAnsi="Times New Roman"/>
                <w:color w:val="000000"/>
              </w:rPr>
              <w:t xml:space="preserve"> ( теплотрасса)</w:t>
            </w:r>
          </w:p>
          <w:p w:rsidR="00E0107E" w:rsidRPr="0066549A" w:rsidRDefault="00E0107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0D2D26" w:rsidRDefault="00E010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46376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15.10.2020(2)</w:t>
            </w:r>
          </w:p>
          <w:p w:rsidR="00E0107E" w:rsidRDefault="00E0107E" w:rsidP="0046376B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25.10.2020(2)</w:t>
            </w:r>
          </w:p>
        </w:tc>
      </w:tr>
      <w:tr w:rsidR="00E0107E" w:rsidRPr="00FA68D0" w:rsidTr="00C22860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107E" w:rsidRDefault="00E0107E" w:rsidP="00C2286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E4BA3">
              <w:rPr>
                <w:rFonts w:ascii="Times New Roman" w:hAnsi="Times New Roman"/>
                <w:color w:val="000000"/>
              </w:rPr>
              <w:t>ул.Менделеева 30-40</w:t>
            </w:r>
          </w:p>
          <w:p w:rsidR="00E0107E" w:rsidRDefault="00E0107E" w:rsidP="00C2286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</w:t>
            </w:r>
          </w:p>
          <w:p w:rsidR="00E0107E" w:rsidRDefault="00E0107E" w:rsidP="00C2286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ул.Менделеева</w:t>
            </w:r>
          </w:p>
          <w:p w:rsidR="00E0107E" w:rsidRPr="0066549A" w:rsidRDefault="00E0107E" w:rsidP="00C2286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Pr="000D2D26" w:rsidRDefault="00E0107E" w:rsidP="00C228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BE4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выезд26.10.2020</w:t>
            </w:r>
          </w:p>
          <w:p w:rsidR="00E0107E" w:rsidRDefault="00E0107E" w:rsidP="0046376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15.10.2020 (2)</w:t>
            </w:r>
          </w:p>
          <w:p w:rsidR="00E0107E" w:rsidRPr="00C22860" w:rsidRDefault="00E0107E" w:rsidP="0046376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25.10.2020(2)</w:t>
            </w:r>
          </w:p>
        </w:tc>
      </w:tr>
      <w:tr w:rsidR="00E0107E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107E" w:rsidRPr="0046376B" w:rsidRDefault="00E0107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376B">
              <w:rPr>
                <w:rFonts w:ascii="Times New Roman" w:hAnsi="Times New Roman"/>
                <w:color w:val="000000"/>
              </w:rPr>
              <w:t>ул.Новая,7 Б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46376B" w:rsidRDefault="00E010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46376B"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Pr="0046376B" w:rsidRDefault="00E0107E" w:rsidP="00463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19.11.2020</w:t>
            </w:r>
          </w:p>
        </w:tc>
      </w:tr>
      <w:tr w:rsidR="00E0107E" w:rsidRPr="00FA68D0" w:rsidTr="00E13379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107E" w:rsidRPr="0046376B" w:rsidRDefault="00E0107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376B">
              <w:rPr>
                <w:rFonts w:ascii="Times New Roman" w:hAnsi="Times New Roman"/>
                <w:color w:val="000000"/>
              </w:rPr>
              <w:t>ул. Брембольская 28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46376B" w:rsidRDefault="00E010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46376B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1A67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9A3">
              <w:rPr>
                <w:rFonts w:ascii="Times New Roman" w:hAnsi="Times New Roman"/>
                <w:sz w:val="24"/>
                <w:szCs w:val="24"/>
              </w:rPr>
              <w:t xml:space="preserve">Отлов 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D069A3">
              <w:rPr>
                <w:rFonts w:ascii="Times New Roman" w:hAnsi="Times New Roman"/>
                <w:sz w:val="24"/>
                <w:szCs w:val="24"/>
              </w:rPr>
              <w:t>.11.2020 (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D069A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0107E" w:rsidRPr="0046376B" w:rsidRDefault="00E0107E" w:rsidP="001A673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05.12.2020(2)</w:t>
            </w:r>
          </w:p>
        </w:tc>
      </w:tr>
      <w:tr w:rsidR="00E0107E" w:rsidRPr="00FA68D0" w:rsidTr="00DA058B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DA058B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E0107E" w:rsidRPr="0066549A" w:rsidRDefault="00E0107E" w:rsidP="00DA058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49A">
              <w:rPr>
                <w:rFonts w:ascii="Times New Roman" w:hAnsi="Times New Roman"/>
                <w:color w:val="000000"/>
              </w:rPr>
              <w:t>с.Новое,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66549A">
              <w:rPr>
                <w:rFonts w:ascii="Times New Roman" w:hAnsi="Times New Roman"/>
                <w:color w:val="000000"/>
              </w:rPr>
              <w:t>ул.Кирпичная, д.3-6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0D2D26" w:rsidRDefault="00E0107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DA05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14.10.2020</w:t>
            </w:r>
          </w:p>
          <w:p w:rsidR="00E0107E" w:rsidRDefault="00E0107E" w:rsidP="006C5F61">
            <w:pPr>
              <w:jc w:val="center"/>
            </w:pPr>
          </w:p>
        </w:tc>
      </w:tr>
      <w:tr w:rsidR="00E0107E" w:rsidRPr="00FA68D0" w:rsidTr="00DA058B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DA058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Пер.Трудовой д.14</w:t>
            </w:r>
          </w:p>
          <w:p w:rsidR="00E0107E" w:rsidRDefault="00E0107E" w:rsidP="00DA058B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E0107E" w:rsidRDefault="00E0107E" w:rsidP="00DA058B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E0107E" w:rsidRDefault="00E0107E" w:rsidP="00DA058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Ул.Трудовая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Default="00E0107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245F9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26.10.2020(1)</w:t>
            </w:r>
          </w:p>
          <w:p w:rsidR="00E0107E" w:rsidRDefault="00E0107E" w:rsidP="00245F9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05.11.2020(1)</w:t>
            </w:r>
          </w:p>
          <w:p w:rsidR="00E0107E" w:rsidRDefault="00E0107E" w:rsidP="00245F9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12.11.2020(1)</w:t>
            </w:r>
          </w:p>
          <w:p w:rsidR="00E0107E" w:rsidRDefault="00E0107E" w:rsidP="00245F9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22.11.2020(1)</w:t>
            </w:r>
          </w:p>
        </w:tc>
      </w:tr>
      <w:tr w:rsidR="00E0107E" w:rsidRPr="00FA68D0" w:rsidTr="00430D2A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430D2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0107E" w:rsidRDefault="00E0107E" w:rsidP="00430D2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069A3">
              <w:rPr>
                <w:rFonts w:ascii="Times New Roman" w:hAnsi="Times New Roman"/>
                <w:color w:val="000000"/>
              </w:rPr>
              <w:t>Ул.Кошелевская</w:t>
            </w:r>
          </w:p>
          <w:p w:rsidR="00E0107E" w:rsidRDefault="00E0107E" w:rsidP="00430D2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E0107E" w:rsidRDefault="00E0107E" w:rsidP="00430D2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Ул.Ростовская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0D2D26" w:rsidRDefault="00E0107E" w:rsidP="0096118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3681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D069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12.11.2020</w:t>
            </w:r>
          </w:p>
          <w:p w:rsidR="00E0107E" w:rsidRDefault="00E0107E" w:rsidP="00430D2A">
            <w:pPr>
              <w:jc w:val="center"/>
              <w:rPr>
                <w:rFonts w:ascii="Times New Roman" w:hAnsi="Times New Roman"/>
              </w:rPr>
            </w:pPr>
            <w:r w:rsidRPr="00430D2A">
              <w:rPr>
                <w:rFonts w:ascii="Times New Roman" w:hAnsi="Times New Roman"/>
              </w:rPr>
              <w:t>Отлов 28.10.2020 (2)</w:t>
            </w:r>
          </w:p>
          <w:p w:rsidR="00E0107E" w:rsidRPr="00430D2A" w:rsidRDefault="00E0107E" w:rsidP="00430D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07.11.2020(2)</w:t>
            </w:r>
          </w:p>
        </w:tc>
      </w:tr>
      <w:tr w:rsidR="00E0107E" w:rsidRPr="00FA68D0" w:rsidTr="00DA058B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DA058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Ул.Новая, д.56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B13681" w:rsidRDefault="00E0107E" w:rsidP="0096118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9611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26.10.2020 (1)</w:t>
            </w:r>
          </w:p>
          <w:p w:rsidR="00E0107E" w:rsidRPr="000C6C0E" w:rsidRDefault="00E0107E" w:rsidP="009611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05.11.2020(1)</w:t>
            </w:r>
          </w:p>
        </w:tc>
      </w:tr>
      <w:tr w:rsidR="00E0107E" w:rsidRPr="00FA68D0" w:rsidTr="00DA058B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Pr="0046376B" w:rsidRDefault="00E0107E" w:rsidP="00DA058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6376B">
              <w:rPr>
                <w:rFonts w:ascii="Times New Roman" w:hAnsi="Times New Roman"/>
                <w:color w:val="000000"/>
              </w:rPr>
              <w:t>Ул.Октябрьская 14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46376B" w:rsidRDefault="00E0107E" w:rsidP="009D28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6376B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8161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9A3">
              <w:rPr>
                <w:rFonts w:ascii="Times New Roman" w:hAnsi="Times New Roman"/>
                <w:sz w:val="24"/>
                <w:szCs w:val="24"/>
              </w:rPr>
              <w:t xml:space="preserve">Отлов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25.11.2020 </w:t>
            </w:r>
          </w:p>
          <w:p w:rsidR="00E0107E" w:rsidRPr="0046376B" w:rsidRDefault="00E0107E" w:rsidP="00816153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05.12.2020</w:t>
            </w:r>
          </w:p>
        </w:tc>
      </w:tr>
      <w:tr w:rsidR="00E0107E" w:rsidRPr="00FA68D0" w:rsidTr="00DA058B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Pr="0046376B" w:rsidRDefault="00E0107E" w:rsidP="00DA058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6376B">
              <w:rPr>
                <w:rFonts w:ascii="Times New Roman" w:hAnsi="Times New Roman"/>
                <w:color w:val="000000"/>
              </w:rPr>
              <w:t>Ул.Октябрьская 10 (вниз магазин у пруда)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46376B" w:rsidRDefault="00E0107E" w:rsidP="00284C4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6376B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Pr="0046376B" w:rsidRDefault="00E0107E" w:rsidP="008161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25.12.2020</w:t>
            </w:r>
          </w:p>
        </w:tc>
      </w:tr>
      <w:tr w:rsidR="00E0107E" w:rsidRPr="00FA68D0" w:rsidTr="00063557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Default="00E0107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Музей Ботик Петра 1</w:t>
            </w:r>
          </w:p>
          <w:p w:rsidR="00E0107E" w:rsidRPr="00F17982" w:rsidRDefault="00E0107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(мкр.Чкаловский)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B13681" w:rsidRDefault="00E0107E" w:rsidP="00284C4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собака (алабай)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179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12.11.2020 (2)</w:t>
            </w:r>
          </w:p>
          <w:p w:rsidR="00E0107E" w:rsidRDefault="00E0107E" w:rsidP="00F17982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22.11.2020(2)</w:t>
            </w:r>
          </w:p>
        </w:tc>
      </w:tr>
      <w:tr w:rsidR="00E0107E" w:rsidRPr="00FA68D0" w:rsidTr="00063557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46376B" w:rsidRDefault="00E0107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376B">
              <w:rPr>
                <w:rFonts w:ascii="Times New Roman" w:hAnsi="Times New Roman"/>
                <w:color w:val="000000"/>
              </w:rPr>
              <w:t>АЗС "Роснефть" в конце города в сторону  Москвы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46376B" w:rsidRDefault="00E0107E" w:rsidP="00284C4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6376B">
              <w:rPr>
                <w:rFonts w:ascii="Times New Roman" w:hAnsi="Times New Roman"/>
                <w:color w:val="000000"/>
              </w:rPr>
              <w:t xml:space="preserve">1 собака 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Pr="0046376B" w:rsidRDefault="00E0107E" w:rsidP="00F17982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19.11.2020</w:t>
            </w:r>
          </w:p>
        </w:tc>
      </w:tr>
      <w:tr w:rsidR="00E0107E" w:rsidRPr="00FA68D0" w:rsidTr="00063557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F17982" w:rsidRDefault="00E0107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7982">
              <w:rPr>
                <w:rFonts w:ascii="Times New Roman" w:hAnsi="Times New Roman"/>
                <w:color w:val="000000"/>
              </w:rPr>
              <w:t>п.Рязанцево, ул.Большая Октябрьская; с.Елизарово, ул.Новая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B13681" w:rsidRDefault="00E0107E" w:rsidP="00284C4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179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16.11.2020 (4)</w:t>
            </w:r>
          </w:p>
          <w:p w:rsidR="00E0107E" w:rsidRDefault="00E0107E" w:rsidP="00F17982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Возврат 26.11.2020(4)</w:t>
            </w:r>
          </w:p>
        </w:tc>
      </w:tr>
      <w:tr w:rsidR="00E0107E" w:rsidRPr="00FA68D0" w:rsidTr="00063557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7F0F23" w:rsidRDefault="00E0107E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0F5B25">
              <w:rPr>
                <w:rFonts w:ascii="Times New Roman" w:hAnsi="Times New Roman"/>
                <w:color w:val="000000"/>
              </w:rPr>
              <w:t>ул.Октябрьская 14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7F0F23" w:rsidRDefault="00E0107E" w:rsidP="00284C45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930AAC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8161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9A3">
              <w:rPr>
                <w:rFonts w:ascii="Times New Roman" w:hAnsi="Times New Roman"/>
                <w:sz w:val="24"/>
                <w:szCs w:val="24"/>
              </w:rPr>
              <w:t xml:space="preserve">Отлов 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D069A3">
              <w:rPr>
                <w:rFonts w:ascii="Times New Roman" w:hAnsi="Times New Roman"/>
                <w:sz w:val="24"/>
                <w:szCs w:val="24"/>
              </w:rPr>
              <w:t>.11.2020 (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069A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0107E" w:rsidRPr="007F0F23" w:rsidRDefault="00E0107E" w:rsidP="00816153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05.12.2020(1)</w:t>
            </w:r>
          </w:p>
        </w:tc>
      </w:tr>
      <w:tr w:rsidR="00E0107E" w:rsidRPr="00FA68D0" w:rsidTr="00063557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D069A3" w:rsidRDefault="00E010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9A3">
              <w:rPr>
                <w:rFonts w:ascii="Times New Roman" w:hAnsi="Times New Roman"/>
                <w:color w:val="000000"/>
              </w:rPr>
              <w:t>д. Соломидино, вторая полевая,д.49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D069A3" w:rsidRDefault="00E0107E" w:rsidP="00284C45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9A3">
              <w:rPr>
                <w:rFonts w:ascii="Times New Roman" w:hAnsi="Times New Roman"/>
                <w:color w:val="000000"/>
              </w:rPr>
              <w:t>1 собака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179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9A3">
              <w:rPr>
                <w:rFonts w:ascii="Times New Roman" w:hAnsi="Times New Roman"/>
                <w:sz w:val="24"/>
                <w:szCs w:val="24"/>
              </w:rPr>
              <w:t>Отлов 19.11.2020 (2)</w:t>
            </w:r>
          </w:p>
          <w:p w:rsidR="00E0107E" w:rsidRPr="00D069A3" w:rsidRDefault="00E0107E" w:rsidP="00F179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29.11.2020(2)</w:t>
            </w:r>
          </w:p>
        </w:tc>
      </w:tr>
      <w:tr w:rsidR="00E0107E" w:rsidRPr="00FA68D0" w:rsidTr="00063557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930AAC" w:rsidRDefault="00E010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0AAC">
              <w:rPr>
                <w:rFonts w:ascii="Times New Roman" w:hAnsi="Times New Roman"/>
                <w:color w:val="000000"/>
              </w:rPr>
              <w:t>Ул.Озерная, Плановый проезд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930AAC" w:rsidRDefault="00E0107E" w:rsidP="00A34C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0AAC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1A67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9A3">
              <w:rPr>
                <w:rFonts w:ascii="Times New Roman" w:hAnsi="Times New Roman"/>
                <w:sz w:val="24"/>
                <w:szCs w:val="24"/>
              </w:rPr>
              <w:t xml:space="preserve">Отлов 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D069A3">
              <w:rPr>
                <w:rFonts w:ascii="Times New Roman" w:hAnsi="Times New Roman"/>
                <w:sz w:val="24"/>
                <w:szCs w:val="24"/>
              </w:rPr>
              <w:t>.11.2020 (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D069A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0107E" w:rsidRPr="00930AAC" w:rsidRDefault="00E0107E" w:rsidP="001A67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05.12.2020(2)</w:t>
            </w:r>
          </w:p>
        </w:tc>
      </w:tr>
      <w:tr w:rsidR="00E0107E" w:rsidRPr="00FA68D0" w:rsidTr="00063557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930AAC" w:rsidRDefault="00E010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0AAC">
              <w:rPr>
                <w:rFonts w:ascii="Times New Roman" w:hAnsi="Times New Roman"/>
                <w:color w:val="000000"/>
              </w:rPr>
              <w:t>Пер.Призывной,пер.Оптимистов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930AAC" w:rsidRDefault="00E0107E" w:rsidP="00A34C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0AAC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Pr="00930AAC" w:rsidRDefault="00E0107E" w:rsidP="00A34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25.12.2020</w:t>
            </w:r>
          </w:p>
        </w:tc>
      </w:tr>
      <w:tr w:rsidR="00E0107E" w:rsidRPr="00FA68D0" w:rsidTr="00063557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Default="00E010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0AAC">
              <w:rPr>
                <w:rFonts w:ascii="Times New Roman" w:hAnsi="Times New Roman"/>
                <w:color w:val="000000"/>
              </w:rPr>
              <w:t>ДНТ «Заповедное озеро» вблизи д.Савельево</w:t>
            </w:r>
          </w:p>
          <w:p w:rsidR="00E0107E" w:rsidRDefault="00E0107E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E0107E" w:rsidRPr="00930AAC" w:rsidRDefault="00E0107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д.Савельево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930AAC" w:rsidRDefault="00E0107E" w:rsidP="00284C4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0AAC">
              <w:rPr>
                <w:rFonts w:ascii="Times New Roman" w:hAnsi="Times New Roman"/>
                <w:color w:val="000000"/>
              </w:rPr>
              <w:t>2 собаки 4 щенка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179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AAC">
              <w:rPr>
                <w:rFonts w:ascii="Times New Roman" w:hAnsi="Times New Roman"/>
                <w:sz w:val="24"/>
                <w:szCs w:val="24"/>
              </w:rPr>
              <w:t>Дата отлова планируется на ноябрь</w:t>
            </w:r>
          </w:p>
          <w:p w:rsidR="00E0107E" w:rsidRDefault="00E0107E" w:rsidP="00B657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9A3">
              <w:rPr>
                <w:rFonts w:ascii="Times New Roman" w:hAnsi="Times New Roman"/>
                <w:sz w:val="24"/>
                <w:szCs w:val="24"/>
              </w:rPr>
              <w:t xml:space="preserve">Отлов 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D069A3">
              <w:rPr>
                <w:rFonts w:ascii="Times New Roman" w:hAnsi="Times New Roman"/>
                <w:sz w:val="24"/>
                <w:szCs w:val="24"/>
              </w:rPr>
              <w:t>.11.2020 (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069A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0107E" w:rsidRPr="00930AAC" w:rsidRDefault="00E0107E" w:rsidP="00B657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05.12.2020(1)</w:t>
            </w:r>
          </w:p>
        </w:tc>
      </w:tr>
      <w:tr w:rsidR="00E0107E" w:rsidRPr="00FA68D0" w:rsidTr="00063557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930AAC" w:rsidRDefault="00E010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0AAC">
              <w:rPr>
                <w:rFonts w:ascii="Times New Roman" w:hAnsi="Times New Roman"/>
                <w:color w:val="000000"/>
              </w:rPr>
              <w:t>Ул.Свободы 70 (детский сад Чебурашка) СРОЧНО!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930AAC" w:rsidRDefault="00E0107E" w:rsidP="00284C4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0AAC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Pr="00930AAC" w:rsidRDefault="00E0107E" w:rsidP="00F179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25.11.2020</w:t>
            </w:r>
          </w:p>
        </w:tc>
      </w:tr>
      <w:tr w:rsidR="00E0107E" w:rsidRPr="00FA68D0" w:rsidTr="00063557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Default="00E0107E" w:rsidP="00FA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930AAC" w:rsidRDefault="00E010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0AAC">
              <w:rPr>
                <w:rFonts w:ascii="Times New Roman" w:hAnsi="Times New Roman"/>
                <w:color w:val="000000"/>
              </w:rPr>
              <w:t>Ул.Кузнечная, Комсомольская, пер.Трудовой 31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7E" w:rsidRPr="00930AAC" w:rsidRDefault="00E0107E" w:rsidP="00284C4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0AAC">
              <w:rPr>
                <w:rFonts w:ascii="Times New Roman" w:hAnsi="Times New Roman"/>
                <w:color w:val="000000"/>
              </w:rPr>
              <w:t>Стая собак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0107E" w:rsidRPr="00930AAC" w:rsidRDefault="00E0107E" w:rsidP="00F179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данной территории собак не обнаружено выезд 25.12.2020</w:t>
            </w:r>
          </w:p>
        </w:tc>
      </w:tr>
    </w:tbl>
    <w:p w:rsidR="00E0107E" w:rsidRPr="0078022E" w:rsidRDefault="00E0107E" w:rsidP="00B028E6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78022E">
        <w:rPr>
          <w:rFonts w:ascii="Times New Roman" w:hAnsi="Times New Roman"/>
          <w:sz w:val="24"/>
          <w:szCs w:val="24"/>
        </w:rPr>
        <w:t>Отлов животных так же производится на прилегающих территориях к местам отлова (улицы, скверы посадочные площадки общественного транспорта.</w:t>
      </w:r>
    </w:p>
    <w:p w:rsidR="00E0107E" w:rsidRPr="0078022E" w:rsidRDefault="00E0107E" w:rsidP="00B028E6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78022E">
        <w:rPr>
          <w:rFonts w:ascii="Times New Roman" w:hAnsi="Times New Roman"/>
          <w:sz w:val="24"/>
          <w:szCs w:val="24"/>
        </w:rPr>
        <w:t>Отлов животных производится при минимальном присутствии населения.</w:t>
      </w:r>
    </w:p>
    <w:p w:rsidR="00E0107E" w:rsidRPr="0078022E" w:rsidRDefault="00E0107E" w:rsidP="00B028E6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78022E">
        <w:rPr>
          <w:rFonts w:ascii="Times New Roman" w:hAnsi="Times New Roman"/>
          <w:sz w:val="24"/>
          <w:szCs w:val="24"/>
        </w:rPr>
        <w:t>График выезда может быть изменен в случае экстренных вызовов (агрессивное поведение, нападение на человека)</w:t>
      </w:r>
    </w:p>
    <w:sectPr w:rsidR="00E0107E" w:rsidRPr="0078022E" w:rsidSect="00925F59">
      <w:pgSz w:w="16838" w:h="11906" w:orient="landscape"/>
      <w:pgMar w:top="567" w:right="1134" w:bottom="54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CCE25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372328E"/>
    <w:multiLevelType w:val="hybridMultilevel"/>
    <w:tmpl w:val="FEE666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4F38"/>
    <w:rsid w:val="00000897"/>
    <w:rsid w:val="00012372"/>
    <w:rsid w:val="00023B24"/>
    <w:rsid w:val="000253B2"/>
    <w:rsid w:val="00026C84"/>
    <w:rsid w:val="000301DA"/>
    <w:rsid w:val="00030733"/>
    <w:rsid w:val="000324A2"/>
    <w:rsid w:val="000434C2"/>
    <w:rsid w:val="00063557"/>
    <w:rsid w:val="00065138"/>
    <w:rsid w:val="00072863"/>
    <w:rsid w:val="00074591"/>
    <w:rsid w:val="00076545"/>
    <w:rsid w:val="00076F1F"/>
    <w:rsid w:val="00080202"/>
    <w:rsid w:val="000907CF"/>
    <w:rsid w:val="00090E83"/>
    <w:rsid w:val="00092B4B"/>
    <w:rsid w:val="000A381D"/>
    <w:rsid w:val="000B5B89"/>
    <w:rsid w:val="000C6C0E"/>
    <w:rsid w:val="000D2D26"/>
    <w:rsid w:val="000D3B34"/>
    <w:rsid w:val="000E7591"/>
    <w:rsid w:val="000F5B25"/>
    <w:rsid w:val="00105AE6"/>
    <w:rsid w:val="00112419"/>
    <w:rsid w:val="00114D80"/>
    <w:rsid w:val="00130CEC"/>
    <w:rsid w:val="0015102D"/>
    <w:rsid w:val="00162D26"/>
    <w:rsid w:val="00172849"/>
    <w:rsid w:val="00184BDF"/>
    <w:rsid w:val="001A3E3E"/>
    <w:rsid w:val="001A673F"/>
    <w:rsid w:val="001B6021"/>
    <w:rsid w:val="001B6886"/>
    <w:rsid w:val="001C07FA"/>
    <w:rsid w:val="001C2499"/>
    <w:rsid w:val="001C4A9F"/>
    <w:rsid w:val="001C4DB3"/>
    <w:rsid w:val="001C760E"/>
    <w:rsid w:val="001D3F9F"/>
    <w:rsid w:val="001D5A2F"/>
    <w:rsid w:val="001D65B4"/>
    <w:rsid w:val="001E2EB7"/>
    <w:rsid w:val="001E3E14"/>
    <w:rsid w:val="001E4A5E"/>
    <w:rsid w:val="001F528F"/>
    <w:rsid w:val="002052BF"/>
    <w:rsid w:val="00207E89"/>
    <w:rsid w:val="00222985"/>
    <w:rsid w:val="002229EE"/>
    <w:rsid w:val="00223725"/>
    <w:rsid w:val="002318B9"/>
    <w:rsid w:val="002362A2"/>
    <w:rsid w:val="00240179"/>
    <w:rsid w:val="00244912"/>
    <w:rsid w:val="00245F98"/>
    <w:rsid w:val="00246C61"/>
    <w:rsid w:val="00264E8F"/>
    <w:rsid w:val="0026512E"/>
    <w:rsid w:val="0027389F"/>
    <w:rsid w:val="00274D69"/>
    <w:rsid w:val="00276C01"/>
    <w:rsid w:val="002816B0"/>
    <w:rsid w:val="00283E35"/>
    <w:rsid w:val="00284C45"/>
    <w:rsid w:val="00290D95"/>
    <w:rsid w:val="0029145D"/>
    <w:rsid w:val="002A0BEC"/>
    <w:rsid w:val="002A2947"/>
    <w:rsid w:val="002B20BD"/>
    <w:rsid w:val="002C75B1"/>
    <w:rsid w:val="002C7868"/>
    <w:rsid w:val="002D0382"/>
    <w:rsid w:val="002D4278"/>
    <w:rsid w:val="002E47B6"/>
    <w:rsid w:val="003067E6"/>
    <w:rsid w:val="00310878"/>
    <w:rsid w:val="00312058"/>
    <w:rsid w:val="00314AF0"/>
    <w:rsid w:val="00320C26"/>
    <w:rsid w:val="003211B8"/>
    <w:rsid w:val="00322BA2"/>
    <w:rsid w:val="003244A1"/>
    <w:rsid w:val="00333B83"/>
    <w:rsid w:val="00337C9C"/>
    <w:rsid w:val="003405A4"/>
    <w:rsid w:val="00340E00"/>
    <w:rsid w:val="0034681D"/>
    <w:rsid w:val="00346BC2"/>
    <w:rsid w:val="0035183B"/>
    <w:rsid w:val="00362161"/>
    <w:rsid w:val="003719E7"/>
    <w:rsid w:val="00383E23"/>
    <w:rsid w:val="003A4B06"/>
    <w:rsid w:val="003B5A38"/>
    <w:rsid w:val="003D285A"/>
    <w:rsid w:val="003D7BE8"/>
    <w:rsid w:val="003E69A8"/>
    <w:rsid w:val="00430D2A"/>
    <w:rsid w:val="00435D0E"/>
    <w:rsid w:val="004362EA"/>
    <w:rsid w:val="00437777"/>
    <w:rsid w:val="0044277A"/>
    <w:rsid w:val="00446AED"/>
    <w:rsid w:val="004556E5"/>
    <w:rsid w:val="00461A35"/>
    <w:rsid w:val="00461CF4"/>
    <w:rsid w:val="004623D7"/>
    <w:rsid w:val="0046376B"/>
    <w:rsid w:val="00465841"/>
    <w:rsid w:val="00470825"/>
    <w:rsid w:val="004735C5"/>
    <w:rsid w:val="00477A4A"/>
    <w:rsid w:val="00493793"/>
    <w:rsid w:val="004B2ECD"/>
    <w:rsid w:val="004B3753"/>
    <w:rsid w:val="004C1C8A"/>
    <w:rsid w:val="004C353F"/>
    <w:rsid w:val="004C789B"/>
    <w:rsid w:val="004D0FDE"/>
    <w:rsid w:val="004D2D59"/>
    <w:rsid w:val="004E09DE"/>
    <w:rsid w:val="004E2600"/>
    <w:rsid w:val="004E603B"/>
    <w:rsid w:val="004F3C66"/>
    <w:rsid w:val="004F3C8E"/>
    <w:rsid w:val="004F64CA"/>
    <w:rsid w:val="004F7D03"/>
    <w:rsid w:val="00503479"/>
    <w:rsid w:val="00517C3A"/>
    <w:rsid w:val="00517F91"/>
    <w:rsid w:val="00524570"/>
    <w:rsid w:val="00531F3C"/>
    <w:rsid w:val="0053303B"/>
    <w:rsid w:val="00535E97"/>
    <w:rsid w:val="00540E79"/>
    <w:rsid w:val="00541765"/>
    <w:rsid w:val="00551F35"/>
    <w:rsid w:val="00564D91"/>
    <w:rsid w:val="00567F09"/>
    <w:rsid w:val="0059045D"/>
    <w:rsid w:val="00596DD2"/>
    <w:rsid w:val="005B2B07"/>
    <w:rsid w:val="005C10D1"/>
    <w:rsid w:val="005C3FA2"/>
    <w:rsid w:val="005D40A0"/>
    <w:rsid w:val="005E6E2D"/>
    <w:rsid w:val="005F2C01"/>
    <w:rsid w:val="005F78B1"/>
    <w:rsid w:val="005F7A6A"/>
    <w:rsid w:val="0060078C"/>
    <w:rsid w:val="00604C6B"/>
    <w:rsid w:val="0063470D"/>
    <w:rsid w:val="006357E7"/>
    <w:rsid w:val="00636EDD"/>
    <w:rsid w:val="006405A9"/>
    <w:rsid w:val="006441DE"/>
    <w:rsid w:val="006447A1"/>
    <w:rsid w:val="00644C20"/>
    <w:rsid w:val="00645B41"/>
    <w:rsid w:val="0066549A"/>
    <w:rsid w:val="006675E3"/>
    <w:rsid w:val="0067204E"/>
    <w:rsid w:val="006750D8"/>
    <w:rsid w:val="00683133"/>
    <w:rsid w:val="00685BF7"/>
    <w:rsid w:val="00690C5C"/>
    <w:rsid w:val="006A0A39"/>
    <w:rsid w:val="006A3567"/>
    <w:rsid w:val="006B1009"/>
    <w:rsid w:val="006C5F61"/>
    <w:rsid w:val="006C730C"/>
    <w:rsid w:val="007150D4"/>
    <w:rsid w:val="00715EC2"/>
    <w:rsid w:val="0071627D"/>
    <w:rsid w:val="00723EDE"/>
    <w:rsid w:val="00731ECB"/>
    <w:rsid w:val="0074085B"/>
    <w:rsid w:val="00741C67"/>
    <w:rsid w:val="007456EE"/>
    <w:rsid w:val="00760B9E"/>
    <w:rsid w:val="00763122"/>
    <w:rsid w:val="007667E8"/>
    <w:rsid w:val="00771253"/>
    <w:rsid w:val="00772725"/>
    <w:rsid w:val="0078022E"/>
    <w:rsid w:val="00786788"/>
    <w:rsid w:val="00795522"/>
    <w:rsid w:val="007964E6"/>
    <w:rsid w:val="00797DA3"/>
    <w:rsid w:val="007B0008"/>
    <w:rsid w:val="007B0F83"/>
    <w:rsid w:val="007B67E2"/>
    <w:rsid w:val="007C0276"/>
    <w:rsid w:val="007C50E6"/>
    <w:rsid w:val="007D3DC9"/>
    <w:rsid w:val="007F0F23"/>
    <w:rsid w:val="007F34FF"/>
    <w:rsid w:val="007F5C02"/>
    <w:rsid w:val="007F6E1F"/>
    <w:rsid w:val="00801DCE"/>
    <w:rsid w:val="00816153"/>
    <w:rsid w:val="00820783"/>
    <w:rsid w:val="00824F38"/>
    <w:rsid w:val="0083328B"/>
    <w:rsid w:val="008363A5"/>
    <w:rsid w:val="008408BA"/>
    <w:rsid w:val="00842E98"/>
    <w:rsid w:val="008433E4"/>
    <w:rsid w:val="00850636"/>
    <w:rsid w:val="00854510"/>
    <w:rsid w:val="00866D6F"/>
    <w:rsid w:val="008765F1"/>
    <w:rsid w:val="00876F98"/>
    <w:rsid w:val="0088091D"/>
    <w:rsid w:val="008833CF"/>
    <w:rsid w:val="00894D9D"/>
    <w:rsid w:val="008975D5"/>
    <w:rsid w:val="008B4761"/>
    <w:rsid w:val="008C6B14"/>
    <w:rsid w:val="008D10F5"/>
    <w:rsid w:val="008D3B4A"/>
    <w:rsid w:val="008D5524"/>
    <w:rsid w:val="008E2542"/>
    <w:rsid w:val="008E6A46"/>
    <w:rsid w:val="008F73F8"/>
    <w:rsid w:val="0090026A"/>
    <w:rsid w:val="00906026"/>
    <w:rsid w:val="00910CFA"/>
    <w:rsid w:val="00911047"/>
    <w:rsid w:val="0091244F"/>
    <w:rsid w:val="009140C1"/>
    <w:rsid w:val="00914425"/>
    <w:rsid w:val="00925F59"/>
    <w:rsid w:val="00930AAC"/>
    <w:rsid w:val="00930E01"/>
    <w:rsid w:val="00955307"/>
    <w:rsid w:val="0096118A"/>
    <w:rsid w:val="009702A7"/>
    <w:rsid w:val="0097256F"/>
    <w:rsid w:val="009932D5"/>
    <w:rsid w:val="0099540D"/>
    <w:rsid w:val="009959E6"/>
    <w:rsid w:val="009A4493"/>
    <w:rsid w:val="009B30F1"/>
    <w:rsid w:val="009B40D0"/>
    <w:rsid w:val="009B5CB8"/>
    <w:rsid w:val="009C5F73"/>
    <w:rsid w:val="009C6C8E"/>
    <w:rsid w:val="009C6D6F"/>
    <w:rsid w:val="009D28A8"/>
    <w:rsid w:val="009E298B"/>
    <w:rsid w:val="009E7636"/>
    <w:rsid w:val="009F2A0B"/>
    <w:rsid w:val="00A0091C"/>
    <w:rsid w:val="00A0245D"/>
    <w:rsid w:val="00A0417C"/>
    <w:rsid w:val="00A06D8F"/>
    <w:rsid w:val="00A30D30"/>
    <w:rsid w:val="00A32E34"/>
    <w:rsid w:val="00A34C38"/>
    <w:rsid w:val="00A4053E"/>
    <w:rsid w:val="00A42BEA"/>
    <w:rsid w:val="00A52C72"/>
    <w:rsid w:val="00A63226"/>
    <w:rsid w:val="00A66C3D"/>
    <w:rsid w:val="00A75778"/>
    <w:rsid w:val="00A84B51"/>
    <w:rsid w:val="00A9105C"/>
    <w:rsid w:val="00AA4C60"/>
    <w:rsid w:val="00AB111D"/>
    <w:rsid w:val="00AC1509"/>
    <w:rsid w:val="00AC48BF"/>
    <w:rsid w:val="00AC7171"/>
    <w:rsid w:val="00AD28B2"/>
    <w:rsid w:val="00AD6AA2"/>
    <w:rsid w:val="00AE6EC2"/>
    <w:rsid w:val="00AE740F"/>
    <w:rsid w:val="00AF1EDD"/>
    <w:rsid w:val="00AF4AA4"/>
    <w:rsid w:val="00B028E6"/>
    <w:rsid w:val="00B043C6"/>
    <w:rsid w:val="00B04FD2"/>
    <w:rsid w:val="00B05D10"/>
    <w:rsid w:val="00B112D4"/>
    <w:rsid w:val="00B13681"/>
    <w:rsid w:val="00B152BF"/>
    <w:rsid w:val="00B154E0"/>
    <w:rsid w:val="00B15797"/>
    <w:rsid w:val="00B27427"/>
    <w:rsid w:val="00B339E5"/>
    <w:rsid w:val="00B47F50"/>
    <w:rsid w:val="00B50572"/>
    <w:rsid w:val="00B52354"/>
    <w:rsid w:val="00B64D4B"/>
    <w:rsid w:val="00B657BE"/>
    <w:rsid w:val="00B86E76"/>
    <w:rsid w:val="00B9176F"/>
    <w:rsid w:val="00BA1669"/>
    <w:rsid w:val="00BA6C2F"/>
    <w:rsid w:val="00BB1FA0"/>
    <w:rsid w:val="00BB7F33"/>
    <w:rsid w:val="00BC0F8E"/>
    <w:rsid w:val="00BC1536"/>
    <w:rsid w:val="00BC18B6"/>
    <w:rsid w:val="00BC426B"/>
    <w:rsid w:val="00BC60FD"/>
    <w:rsid w:val="00BE4BA3"/>
    <w:rsid w:val="00C00D1B"/>
    <w:rsid w:val="00C05AF6"/>
    <w:rsid w:val="00C07760"/>
    <w:rsid w:val="00C14556"/>
    <w:rsid w:val="00C22860"/>
    <w:rsid w:val="00C25829"/>
    <w:rsid w:val="00C32418"/>
    <w:rsid w:val="00C35A8C"/>
    <w:rsid w:val="00C51089"/>
    <w:rsid w:val="00C51DD2"/>
    <w:rsid w:val="00C56697"/>
    <w:rsid w:val="00C616A4"/>
    <w:rsid w:val="00C7112C"/>
    <w:rsid w:val="00C73F59"/>
    <w:rsid w:val="00C82E32"/>
    <w:rsid w:val="00C83698"/>
    <w:rsid w:val="00C85567"/>
    <w:rsid w:val="00C94EFD"/>
    <w:rsid w:val="00CA23C1"/>
    <w:rsid w:val="00CA3657"/>
    <w:rsid w:val="00CA51DC"/>
    <w:rsid w:val="00CB0F8D"/>
    <w:rsid w:val="00CB1E24"/>
    <w:rsid w:val="00CB36EA"/>
    <w:rsid w:val="00CB4CD3"/>
    <w:rsid w:val="00CB760C"/>
    <w:rsid w:val="00CD0FB2"/>
    <w:rsid w:val="00CD3288"/>
    <w:rsid w:val="00CD34CB"/>
    <w:rsid w:val="00CE0DB5"/>
    <w:rsid w:val="00CE517A"/>
    <w:rsid w:val="00CF2439"/>
    <w:rsid w:val="00D069A3"/>
    <w:rsid w:val="00D07D92"/>
    <w:rsid w:val="00D103AA"/>
    <w:rsid w:val="00D12851"/>
    <w:rsid w:val="00D13124"/>
    <w:rsid w:val="00D30F9F"/>
    <w:rsid w:val="00D34356"/>
    <w:rsid w:val="00D42BCC"/>
    <w:rsid w:val="00D50DD3"/>
    <w:rsid w:val="00D50E61"/>
    <w:rsid w:val="00D560B2"/>
    <w:rsid w:val="00D57AAC"/>
    <w:rsid w:val="00D65DFD"/>
    <w:rsid w:val="00D66471"/>
    <w:rsid w:val="00D67499"/>
    <w:rsid w:val="00D74E55"/>
    <w:rsid w:val="00D96F42"/>
    <w:rsid w:val="00DA058B"/>
    <w:rsid w:val="00DA21CE"/>
    <w:rsid w:val="00DA3EC3"/>
    <w:rsid w:val="00DB38CB"/>
    <w:rsid w:val="00DB74C8"/>
    <w:rsid w:val="00DC19AD"/>
    <w:rsid w:val="00DC28D8"/>
    <w:rsid w:val="00DC2F6D"/>
    <w:rsid w:val="00DC6F6C"/>
    <w:rsid w:val="00DD1FF8"/>
    <w:rsid w:val="00DD41EA"/>
    <w:rsid w:val="00E0107E"/>
    <w:rsid w:val="00E01616"/>
    <w:rsid w:val="00E13379"/>
    <w:rsid w:val="00E15FC1"/>
    <w:rsid w:val="00E235C1"/>
    <w:rsid w:val="00E23AA8"/>
    <w:rsid w:val="00E31A55"/>
    <w:rsid w:val="00E3608C"/>
    <w:rsid w:val="00E40DAA"/>
    <w:rsid w:val="00E448CB"/>
    <w:rsid w:val="00E47D97"/>
    <w:rsid w:val="00E548B2"/>
    <w:rsid w:val="00E55B5A"/>
    <w:rsid w:val="00E57887"/>
    <w:rsid w:val="00E627D7"/>
    <w:rsid w:val="00E7117D"/>
    <w:rsid w:val="00E759E6"/>
    <w:rsid w:val="00E82090"/>
    <w:rsid w:val="00E969B8"/>
    <w:rsid w:val="00E97C09"/>
    <w:rsid w:val="00EA581B"/>
    <w:rsid w:val="00EA739E"/>
    <w:rsid w:val="00EB753C"/>
    <w:rsid w:val="00EC40F7"/>
    <w:rsid w:val="00ED20A7"/>
    <w:rsid w:val="00ED2878"/>
    <w:rsid w:val="00ED37E3"/>
    <w:rsid w:val="00ED5727"/>
    <w:rsid w:val="00EE342B"/>
    <w:rsid w:val="00EE4216"/>
    <w:rsid w:val="00EE5982"/>
    <w:rsid w:val="00EE7EFC"/>
    <w:rsid w:val="00EF3A28"/>
    <w:rsid w:val="00F05B40"/>
    <w:rsid w:val="00F07A6F"/>
    <w:rsid w:val="00F15392"/>
    <w:rsid w:val="00F17982"/>
    <w:rsid w:val="00F25455"/>
    <w:rsid w:val="00F310F2"/>
    <w:rsid w:val="00F345D9"/>
    <w:rsid w:val="00F352D4"/>
    <w:rsid w:val="00F64B82"/>
    <w:rsid w:val="00F87FB2"/>
    <w:rsid w:val="00F9144A"/>
    <w:rsid w:val="00F92251"/>
    <w:rsid w:val="00F95344"/>
    <w:rsid w:val="00FA0E87"/>
    <w:rsid w:val="00FA16E0"/>
    <w:rsid w:val="00FA68D0"/>
    <w:rsid w:val="00FD2C67"/>
    <w:rsid w:val="00FD4655"/>
    <w:rsid w:val="00FF3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A4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24F3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autoRedefine/>
    <w:uiPriority w:val="99"/>
    <w:rsid w:val="004C353F"/>
    <w:pPr>
      <w:tabs>
        <w:tab w:val="left" w:pos="709"/>
      </w:tabs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B028E6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A52C7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34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2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2071</TotalTime>
  <Pages>9</Pages>
  <Words>1186</Words>
  <Characters>6764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98</cp:revision>
  <cp:lastPrinted>2020-12-17T11:02:00Z</cp:lastPrinted>
  <dcterms:created xsi:type="dcterms:W3CDTF">2019-04-25T10:32:00Z</dcterms:created>
  <dcterms:modified xsi:type="dcterms:W3CDTF">2020-12-18T07:25:00Z</dcterms:modified>
</cp:coreProperties>
</file>