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854" w:rsidRPr="00A811D7" w:rsidRDefault="00220854">
      <w:pPr>
        <w:widowControl w:val="0"/>
        <w:autoSpaceDE w:val="0"/>
        <w:autoSpaceDN w:val="0"/>
        <w:adjustRightInd w:val="0"/>
        <w:spacing w:after="0" w:line="240" w:lineRule="auto"/>
        <w:jc w:val="both"/>
        <w:outlineLvl w:val="0"/>
        <w:rPr>
          <w:rFonts w:cs="Calibri"/>
        </w:rPr>
      </w:pPr>
    </w:p>
    <w:p w:rsidR="00220854" w:rsidRPr="00A811D7" w:rsidRDefault="00220854">
      <w:pPr>
        <w:widowControl w:val="0"/>
        <w:autoSpaceDE w:val="0"/>
        <w:autoSpaceDN w:val="0"/>
        <w:adjustRightInd w:val="0"/>
        <w:spacing w:after="0" w:line="240" w:lineRule="auto"/>
        <w:jc w:val="center"/>
        <w:outlineLvl w:val="0"/>
        <w:rPr>
          <w:b/>
          <w:bCs/>
        </w:rPr>
      </w:pPr>
      <w:bookmarkStart w:id="0" w:name="Par1"/>
      <w:bookmarkEnd w:id="0"/>
      <w:r w:rsidRPr="00A811D7">
        <w:rPr>
          <w:b/>
          <w:bCs/>
        </w:rPr>
        <w:t>ПРАВИТЕЛЬСТВО ЯРОСЛАВСКОЙ ОБЛАСТИ</w:t>
      </w:r>
    </w:p>
    <w:p w:rsidR="00220854" w:rsidRPr="00A811D7" w:rsidRDefault="00220854">
      <w:pPr>
        <w:widowControl w:val="0"/>
        <w:autoSpaceDE w:val="0"/>
        <w:autoSpaceDN w:val="0"/>
        <w:adjustRightInd w:val="0"/>
        <w:spacing w:after="0" w:line="240" w:lineRule="auto"/>
        <w:jc w:val="center"/>
        <w:rPr>
          <w:b/>
          <w:bCs/>
        </w:rPr>
      </w:pPr>
    </w:p>
    <w:p w:rsidR="00220854" w:rsidRPr="00A811D7" w:rsidRDefault="00220854">
      <w:pPr>
        <w:widowControl w:val="0"/>
        <w:autoSpaceDE w:val="0"/>
        <w:autoSpaceDN w:val="0"/>
        <w:adjustRightInd w:val="0"/>
        <w:spacing w:after="0" w:line="240" w:lineRule="auto"/>
        <w:jc w:val="center"/>
        <w:rPr>
          <w:b/>
          <w:bCs/>
        </w:rPr>
      </w:pPr>
      <w:r w:rsidRPr="00A811D7">
        <w:rPr>
          <w:b/>
          <w:bCs/>
        </w:rPr>
        <w:t>ПОСТАНОВЛЕНИЕ</w:t>
      </w:r>
    </w:p>
    <w:p w:rsidR="00220854" w:rsidRPr="00A811D7" w:rsidRDefault="00220854">
      <w:pPr>
        <w:widowControl w:val="0"/>
        <w:autoSpaceDE w:val="0"/>
        <w:autoSpaceDN w:val="0"/>
        <w:adjustRightInd w:val="0"/>
        <w:spacing w:after="0" w:line="240" w:lineRule="auto"/>
        <w:jc w:val="center"/>
        <w:rPr>
          <w:b/>
          <w:bCs/>
        </w:rPr>
      </w:pPr>
      <w:r w:rsidRPr="00A811D7">
        <w:rPr>
          <w:b/>
          <w:bCs/>
        </w:rPr>
        <w:t xml:space="preserve">от 13 июля </w:t>
      </w:r>
      <w:smartTag w:uri="urn:schemas-microsoft-com:office:smarttags" w:element="metricconverter">
        <w:smartTagPr>
          <w:attr w:name="ProductID" w:val="2011 г"/>
        </w:smartTagPr>
        <w:r w:rsidRPr="00A811D7">
          <w:rPr>
            <w:b/>
            <w:bCs/>
          </w:rPr>
          <w:t>2011 г</w:t>
        </w:r>
      </w:smartTag>
      <w:r w:rsidRPr="00A811D7">
        <w:rPr>
          <w:b/>
          <w:bCs/>
        </w:rPr>
        <w:t>. N 513-п</w:t>
      </w:r>
    </w:p>
    <w:p w:rsidR="00220854" w:rsidRPr="00A811D7" w:rsidRDefault="00220854">
      <w:pPr>
        <w:widowControl w:val="0"/>
        <w:autoSpaceDE w:val="0"/>
        <w:autoSpaceDN w:val="0"/>
        <w:adjustRightInd w:val="0"/>
        <w:spacing w:after="0" w:line="240" w:lineRule="auto"/>
        <w:jc w:val="center"/>
        <w:rPr>
          <w:b/>
          <w:bCs/>
        </w:rPr>
      </w:pPr>
    </w:p>
    <w:p w:rsidR="00220854" w:rsidRPr="00A811D7" w:rsidRDefault="00220854">
      <w:pPr>
        <w:widowControl w:val="0"/>
        <w:autoSpaceDE w:val="0"/>
        <w:autoSpaceDN w:val="0"/>
        <w:adjustRightInd w:val="0"/>
        <w:spacing w:after="0" w:line="240" w:lineRule="auto"/>
        <w:jc w:val="center"/>
        <w:rPr>
          <w:b/>
          <w:bCs/>
        </w:rPr>
      </w:pPr>
      <w:r w:rsidRPr="00A811D7">
        <w:rPr>
          <w:b/>
          <w:bCs/>
        </w:rPr>
        <w:t>О СВОДНОМ ОТРАСЛЕВОМ ПЕРЕЧНЕ ГОСУДАРСТВЕННЫХ И</w:t>
      </w:r>
    </w:p>
    <w:p w:rsidR="00220854" w:rsidRPr="00A811D7" w:rsidRDefault="00220854">
      <w:pPr>
        <w:widowControl w:val="0"/>
        <w:autoSpaceDE w:val="0"/>
        <w:autoSpaceDN w:val="0"/>
        <w:adjustRightInd w:val="0"/>
        <w:spacing w:after="0" w:line="240" w:lineRule="auto"/>
        <w:jc w:val="center"/>
        <w:rPr>
          <w:b/>
          <w:bCs/>
        </w:rPr>
      </w:pPr>
      <w:r w:rsidRPr="00A811D7">
        <w:rPr>
          <w:b/>
          <w:bCs/>
        </w:rPr>
        <w:t>МУНИЦИПАЛЬНЫХ УСЛУГ (РАБОТ), ОКАЗЫВАЕМЫХ (ВЫПОЛНЯЕМЫХ)</w:t>
      </w:r>
    </w:p>
    <w:p w:rsidR="00220854" w:rsidRPr="00A811D7" w:rsidRDefault="00220854">
      <w:pPr>
        <w:widowControl w:val="0"/>
        <w:autoSpaceDE w:val="0"/>
        <w:autoSpaceDN w:val="0"/>
        <w:adjustRightInd w:val="0"/>
        <w:spacing w:after="0" w:line="240" w:lineRule="auto"/>
        <w:jc w:val="center"/>
        <w:rPr>
          <w:b/>
          <w:bCs/>
        </w:rPr>
      </w:pPr>
      <w:r w:rsidRPr="00A811D7">
        <w:rPr>
          <w:b/>
          <w:bCs/>
        </w:rPr>
        <w:t>ГОСУДАРСТВЕННЫМИ И МУНИЦИПАЛЬНЫМИ УЧРЕЖДЕНИЯМИ ЯРОСЛАВСКОЙ</w:t>
      </w:r>
    </w:p>
    <w:p w:rsidR="00220854" w:rsidRPr="00A811D7" w:rsidRDefault="00220854">
      <w:pPr>
        <w:widowControl w:val="0"/>
        <w:autoSpaceDE w:val="0"/>
        <w:autoSpaceDN w:val="0"/>
        <w:adjustRightInd w:val="0"/>
        <w:spacing w:after="0" w:line="240" w:lineRule="auto"/>
        <w:jc w:val="center"/>
        <w:rPr>
          <w:b/>
          <w:bCs/>
        </w:rPr>
      </w:pPr>
      <w:r w:rsidRPr="00A811D7">
        <w:rPr>
          <w:b/>
          <w:bCs/>
        </w:rPr>
        <w:t>ОБЛАСТИ ЗА СЧЕТ БЮДЖЕТНЫХ СРЕДСТВ</w:t>
      </w:r>
    </w:p>
    <w:p w:rsidR="00220854" w:rsidRPr="00A811D7" w:rsidRDefault="00220854">
      <w:pPr>
        <w:widowControl w:val="0"/>
        <w:autoSpaceDE w:val="0"/>
        <w:autoSpaceDN w:val="0"/>
        <w:adjustRightInd w:val="0"/>
        <w:spacing w:after="0" w:line="240" w:lineRule="auto"/>
        <w:jc w:val="center"/>
      </w:pPr>
    </w:p>
    <w:p w:rsidR="00220854" w:rsidRPr="00A811D7" w:rsidRDefault="00220854">
      <w:pPr>
        <w:widowControl w:val="0"/>
        <w:autoSpaceDE w:val="0"/>
        <w:autoSpaceDN w:val="0"/>
        <w:adjustRightInd w:val="0"/>
        <w:spacing w:after="0" w:line="240" w:lineRule="auto"/>
        <w:jc w:val="center"/>
      </w:pPr>
      <w:r w:rsidRPr="00A811D7">
        <w:t>(в ред. Постановлений Правительства ЯО</w:t>
      </w:r>
    </w:p>
    <w:p w:rsidR="00220854" w:rsidRPr="00A811D7" w:rsidRDefault="00220854">
      <w:pPr>
        <w:widowControl w:val="0"/>
        <w:autoSpaceDE w:val="0"/>
        <w:autoSpaceDN w:val="0"/>
        <w:adjustRightInd w:val="0"/>
        <w:spacing w:after="0" w:line="240" w:lineRule="auto"/>
        <w:jc w:val="center"/>
      </w:pPr>
      <w:r w:rsidRPr="00A811D7">
        <w:t xml:space="preserve">от 24.11.2011 </w:t>
      </w:r>
      <w:hyperlink r:id="rId4" w:history="1">
        <w:r w:rsidRPr="00A811D7">
          <w:t>N 922-п</w:t>
        </w:r>
      </w:hyperlink>
      <w:r w:rsidRPr="00A811D7">
        <w:t xml:space="preserve">, от 03.10.2012 </w:t>
      </w:r>
      <w:hyperlink r:id="rId5" w:history="1">
        <w:r w:rsidRPr="00A811D7">
          <w:t>N 1053-п</w:t>
        </w:r>
      </w:hyperlink>
      <w:r w:rsidRPr="00A811D7">
        <w:t>,</w:t>
      </w:r>
    </w:p>
    <w:p w:rsidR="00220854" w:rsidRPr="00A811D7" w:rsidRDefault="00220854">
      <w:pPr>
        <w:widowControl w:val="0"/>
        <w:autoSpaceDE w:val="0"/>
        <w:autoSpaceDN w:val="0"/>
        <w:adjustRightInd w:val="0"/>
        <w:spacing w:after="0" w:line="240" w:lineRule="auto"/>
        <w:jc w:val="center"/>
      </w:pPr>
      <w:r w:rsidRPr="00A811D7">
        <w:t xml:space="preserve">от 05.02.2013 </w:t>
      </w:r>
      <w:hyperlink r:id="rId6" w:history="1">
        <w:r w:rsidRPr="00A811D7">
          <w:t>N 77-п</w:t>
        </w:r>
      </w:hyperlink>
      <w:r w:rsidRPr="00A811D7">
        <w:t xml:space="preserve">, от 08.05.2013 </w:t>
      </w:r>
      <w:hyperlink r:id="rId7" w:history="1">
        <w:r w:rsidRPr="00A811D7">
          <w:t>N 500-п</w:t>
        </w:r>
      </w:hyperlink>
      <w:r w:rsidRPr="00A811D7">
        <w:t>,</w:t>
      </w:r>
    </w:p>
    <w:p w:rsidR="00220854" w:rsidRPr="00A811D7" w:rsidRDefault="00220854">
      <w:pPr>
        <w:widowControl w:val="0"/>
        <w:autoSpaceDE w:val="0"/>
        <w:autoSpaceDN w:val="0"/>
        <w:adjustRightInd w:val="0"/>
        <w:spacing w:after="0" w:line="240" w:lineRule="auto"/>
        <w:jc w:val="center"/>
      </w:pPr>
      <w:r w:rsidRPr="00A811D7">
        <w:t xml:space="preserve">от 31.05.2013 </w:t>
      </w:r>
      <w:hyperlink r:id="rId8" w:history="1">
        <w:r w:rsidRPr="00A811D7">
          <w:t>N 617-п</w:t>
        </w:r>
      </w:hyperlink>
      <w:r w:rsidRPr="00A811D7">
        <w:t xml:space="preserve">, от 27.06.2013 </w:t>
      </w:r>
      <w:hyperlink r:id="rId9" w:history="1">
        <w:r w:rsidRPr="00A811D7">
          <w:t>N 741-п</w:t>
        </w:r>
      </w:hyperlink>
      <w:r w:rsidRPr="00A811D7">
        <w:t>,</w:t>
      </w:r>
    </w:p>
    <w:p w:rsidR="00220854" w:rsidRPr="00A811D7" w:rsidRDefault="00220854">
      <w:pPr>
        <w:widowControl w:val="0"/>
        <w:autoSpaceDE w:val="0"/>
        <w:autoSpaceDN w:val="0"/>
        <w:adjustRightInd w:val="0"/>
        <w:spacing w:after="0" w:line="240" w:lineRule="auto"/>
        <w:jc w:val="center"/>
      </w:pPr>
      <w:r w:rsidRPr="00A811D7">
        <w:t xml:space="preserve">от 04.09.2013 </w:t>
      </w:r>
      <w:hyperlink r:id="rId10" w:history="1">
        <w:r w:rsidRPr="00A811D7">
          <w:t>N 1197-п</w:t>
        </w:r>
      </w:hyperlink>
      <w:r w:rsidRPr="00A811D7">
        <w:t xml:space="preserve">, от 24.09.2013 </w:t>
      </w:r>
      <w:hyperlink r:id="rId11" w:history="1">
        <w:r w:rsidRPr="00A811D7">
          <w:t>N 1301-п</w:t>
        </w:r>
      </w:hyperlink>
      <w:r w:rsidRPr="00A811D7">
        <w:t>,</w:t>
      </w:r>
    </w:p>
    <w:p w:rsidR="00220854" w:rsidRPr="00A811D7" w:rsidRDefault="00220854">
      <w:pPr>
        <w:widowControl w:val="0"/>
        <w:autoSpaceDE w:val="0"/>
        <w:autoSpaceDN w:val="0"/>
        <w:adjustRightInd w:val="0"/>
        <w:spacing w:after="0" w:line="240" w:lineRule="auto"/>
        <w:jc w:val="center"/>
      </w:pPr>
      <w:r w:rsidRPr="00A811D7">
        <w:t xml:space="preserve">от 31.12.2013 </w:t>
      </w:r>
      <w:hyperlink r:id="rId12" w:history="1">
        <w:r w:rsidRPr="00A811D7">
          <w:t>N 1787-п</w:t>
        </w:r>
      </w:hyperlink>
      <w:r w:rsidRPr="00A811D7">
        <w:t>)</w:t>
      </w:r>
    </w:p>
    <w:p w:rsidR="00220854" w:rsidRPr="00A811D7" w:rsidRDefault="00220854">
      <w:pPr>
        <w:widowControl w:val="0"/>
        <w:autoSpaceDE w:val="0"/>
        <w:autoSpaceDN w:val="0"/>
        <w:adjustRightInd w:val="0"/>
        <w:spacing w:after="0" w:line="240" w:lineRule="auto"/>
        <w:jc w:val="both"/>
        <w:rPr>
          <w:sz w:val="18"/>
          <w:szCs w:val="18"/>
        </w:rPr>
      </w:pPr>
    </w:p>
    <w:p w:rsidR="00220854" w:rsidRPr="00A811D7" w:rsidRDefault="00220854">
      <w:pPr>
        <w:widowControl w:val="0"/>
        <w:autoSpaceDE w:val="0"/>
        <w:autoSpaceDN w:val="0"/>
        <w:adjustRightInd w:val="0"/>
        <w:spacing w:after="0" w:line="240" w:lineRule="auto"/>
        <w:ind w:firstLine="540"/>
        <w:jc w:val="both"/>
      </w:pPr>
      <w:r w:rsidRPr="00A811D7">
        <w:t xml:space="preserve">Во исполнение </w:t>
      </w:r>
      <w:hyperlink r:id="rId13" w:history="1">
        <w:r w:rsidRPr="00A811D7">
          <w:t>пунктов 2.1</w:t>
        </w:r>
      </w:hyperlink>
      <w:r w:rsidRPr="00A811D7">
        <w:t xml:space="preserve"> - </w:t>
      </w:r>
      <w:hyperlink r:id="rId14" w:history="1">
        <w:r w:rsidRPr="00A811D7">
          <w:t>2.2 раздела 2</w:t>
        </w:r>
      </w:hyperlink>
      <w:r w:rsidRPr="00A811D7">
        <w:t xml:space="preserve"> плана мероприятий по реализации Федерального </w:t>
      </w:r>
      <w:hyperlink r:id="rId15" w:history="1">
        <w:r w:rsidRPr="00A811D7">
          <w:t>закона</w:t>
        </w:r>
      </w:hyperlink>
      <w:r w:rsidRPr="00A811D7">
        <w:t xml:space="preserve"> от 8 мая 2010 года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в Ярославской области на 2011 год, утвержденного распоряжением Губернатора области от 17.05.2011 N 188-р "О мерах по реализации Федерального закона от 8 мая 2010 года N 83-ФЗ в 2011 году",</w:t>
      </w:r>
    </w:p>
    <w:p w:rsidR="00220854" w:rsidRPr="00A811D7" w:rsidRDefault="00220854">
      <w:pPr>
        <w:widowControl w:val="0"/>
        <w:autoSpaceDE w:val="0"/>
        <w:autoSpaceDN w:val="0"/>
        <w:adjustRightInd w:val="0"/>
        <w:spacing w:after="0" w:line="240" w:lineRule="auto"/>
        <w:jc w:val="both"/>
        <w:rPr>
          <w:sz w:val="16"/>
          <w:szCs w:val="16"/>
        </w:rPr>
      </w:pPr>
    </w:p>
    <w:p w:rsidR="00220854" w:rsidRPr="00A811D7" w:rsidRDefault="00220854">
      <w:pPr>
        <w:widowControl w:val="0"/>
        <w:autoSpaceDE w:val="0"/>
        <w:autoSpaceDN w:val="0"/>
        <w:adjustRightInd w:val="0"/>
        <w:spacing w:after="0" w:line="240" w:lineRule="auto"/>
        <w:ind w:firstLine="540"/>
        <w:jc w:val="both"/>
      </w:pPr>
      <w:r w:rsidRPr="00A811D7">
        <w:t>ПРАВИТЕЛЬСТВО ОБЛАСТИ ПОСТАНОВЛЯЕТ:</w:t>
      </w:r>
    </w:p>
    <w:p w:rsidR="00220854" w:rsidRPr="00A811D7" w:rsidRDefault="00220854">
      <w:pPr>
        <w:widowControl w:val="0"/>
        <w:autoSpaceDE w:val="0"/>
        <w:autoSpaceDN w:val="0"/>
        <w:adjustRightInd w:val="0"/>
        <w:spacing w:after="0" w:line="240" w:lineRule="auto"/>
        <w:jc w:val="both"/>
        <w:rPr>
          <w:sz w:val="16"/>
          <w:szCs w:val="16"/>
        </w:rPr>
      </w:pPr>
    </w:p>
    <w:p w:rsidR="00220854" w:rsidRPr="00A811D7" w:rsidRDefault="00220854">
      <w:pPr>
        <w:widowControl w:val="0"/>
        <w:autoSpaceDE w:val="0"/>
        <w:autoSpaceDN w:val="0"/>
        <w:adjustRightInd w:val="0"/>
        <w:spacing w:after="0" w:line="240" w:lineRule="auto"/>
        <w:ind w:firstLine="540"/>
        <w:jc w:val="both"/>
      </w:pPr>
      <w:r w:rsidRPr="00A811D7">
        <w:t>1. Утвердить прилагаемые:</w:t>
      </w:r>
    </w:p>
    <w:p w:rsidR="00220854" w:rsidRPr="00A811D7" w:rsidRDefault="00220854">
      <w:pPr>
        <w:widowControl w:val="0"/>
        <w:autoSpaceDE w:val="0"/>
        <w:autoSpaceDN w:val="0"/>
        <w:adjustRightInd w:val="0"/>
        <w:spacing w:after="0" w:line="240" w:lineRule="auto"/>
        <w:ind w:firstLine="540"/>
        <w:jc w:val="both"/>
      </w:pPr>
      <w:r w:rsidRPr="00A811D7">
        <w:t xml:space="preserve">- сводный отраслевой </w:t>
      </w:r>
      <w:hyperlink w:anchor="Par48" w:history="1">
        <w:r w:rsidRPr="00A811D7">
          <w:t>перечень</w:t>
        </w:r>
      </w:hyperlink>
      <w:r w:rsidRPr="00A811D7">
        <w:t xml:space="preserve"> государственных и муниципальных услуг (работ), оказываемых (выполняемых) государственными и муниципальными учреждениями Ярославской области за счет бюджетных средств;</w:t>
      </w:r>
    </w:p>
    <w:p w:rsidR="00220854" w:rsidRPr="00A811D7" w:rsidRDefault="00220854">
      <w:pPr>
        <w:widowControl w:val="0"/>
        <w:autoSpaceDE w:val="0"/>
        <w:autoSpaceDN w:val="0"/>
        <w:adjustRightInd w:val="0"/>
        <w:spacing w:after="0" w:line="240" w:lineRule="auto"/>
        <w:ind w:firstLine="540"/>
        <w:jc w:val="both"/>
      </w:pPr>
      <w:r w:rsidRPr="00A811D7">
        <w:t xml:space="preserve">- </w:t>
      </w:r>
      <w:hyperlink w:anchor="Par1665" w:history="1">
        <w:r w:rsidRPr="00A811D7">
          <w:t>Порядок</w:t>
        </w:r>
      </w:hyperlink>
      <w:r w:rsidRPr="00A811D7">
        <w:t xml:space="preserve"> формирования и ведения сводного отраслевого перечня государственных и муниципальных услуг (работ), оказываемых (выполняемых) государственными и муниципальными учреждениями Ярославской области за счет бюджетных средств;</w:t>
      </w:r>
    </w:p>
    <w:p w:rsidR="00220854" w:rsidRPr="00A811D7" w:rsidRDefault="00220854">
      <w:pPr>
        <w:widowControl w:val="0"/>
        <w:autoSpaceDE w:val="0"/>
        <w:autoSpaceDN w:val="0"/>
        <w:adjustRightInd w:val="0"/>
        <w:spacing w:after="0" w:line="240" w:lineRule="auto"/>
        <w:ind w:firstLine="540"/>
        <w:jc w:val="both"/>
      </w:pPr>
      <w:r w:rsidRPr="00A811D7">
        <w:t xml:space="preserve">- методические </w:t>
      </w:r>
      <w:hyperlink w:anchor="Par1757" w:history="1">
        <w:r w:rsidRPr="00A811D7">
          <w:t>рекомендации</w:t>
        </w:r>
      </w:hyperlink>
      <w:r w:rsidRPr="00A811D7">
        <w:t xml:space="preserve"> по составлению ведомственных перечней государственных услуг (работ), оказываемых (выполняемых) государственными учреждениями Ярославской области за счет бюджетных средств.</w:t>
      </w:r>
    </w:p>
    <w:p w:rsidR="00220854" w:rsidRPr="00A811D7" w:rsidRDefault="00220854">
      <w:pPr>
        <w:widowControl w:val="0"/>
        <w:autoSpaceDE w:val="0"/>
        <w:autoSpaceDN w:val="0"/>
        <w:adjustRightInd w:val="0"/>
        <w:spacing w:after="0" w:line="240" w:lineRule="auto"/>
        <w:jc w:val="both"/>
        <w:rPr>
          <w:sz w:val="16"/>
          <w:szCs w:val="16"/>
        </w:rPr>
      </w:pPr>
    </w:p>
    <w:p w:rsidR="00220854" w:rsidRPr="00A811D7" w:rsidRDefault="00220854">
      <w:pPr>
        <w:widowControl w:val="0"/>
        <w:autoSpaceDE w:val="0"/>
        <w:autoSpaceDN w:val="0"/>
        <w:adjustRightInd w:val="0"/>
        <w:spacing w:after="0" w:line="240" w:lineRule="auto"/>
        <w:ind w:firstLine="540"/>
        <w:jc w:val="both"/>
      </w:pPr>
      <w:r w:rsidRPr="00A811D7">
        <w:t>2. Органам исполнительной власти области, осуществляющим функции и полномочия учредителя в отношении подведомственных учреждений, разработать и утвердить ведомственные перечни государственных услуг (работ), оказываемых (выполняемых) государственными учреждениями Ярославской области за счет бюджетных средств, в срок до 1 августа 2011 года.</w:t>
      </w:r>
    </w:p>
    <w:p w:rsidR="00220854" w:rsidRPr="00A811D7" w:rsidRDefault="00220854">
      <w:pPr>
        <w:widowControl w:val="0"/>
        <w:autoSpaceDE w:val="0"/>
        <w:autoSpaceDN w:val="0"/>
        <w:adjustRightInd w:val="0"/>
        <w:spacing w:after="0" w:line="240" w:lineRule="auto"/>
        <w:jc w:val="both"/>
        <w:rPr>
          <w:sz w:val="16"/>
          <w:szCs w:val="16"/>
        </w:rPr>
      </w:pPr>
    </w:p>
    <w:p w:rsidR="00220854" w:rsidRPr="00A811D7" w:rsidRDefault="00220854">
      <w:pPr>
        <w:widowControl w:val="0"/>
        <w:autoSpaceDE w:val="0"/>
        <w:autoSpaceDN w:val="0"/>
        <w:adjustRightInd w:val="0"/>
        <w:spacing w:after="0" w:line="240" w:lineRule="auto"/>
        <w:ind w:firstLine="540"/>
        <w:jc w:val="both"/>
      </w:pPr>
      <w:r w:rsidRPr="00A811D7">
        <w:t>3. Рекомендовать органам местного самоуправления муниципальных образований области разработать и утвердить перечни муниципальных услуг (работ), оказываемых (выполняемых) муниципальными учреждениями за счет бюджетных средств, в срок до 1 сентября 2011 года.</w:t>
      </w:r>
    </w:p>
    <w:p w:rsidR="00220854" w:rsidRPr="00A811D7" w:rsidRDefault="00220854">
      <w:pPr>
        <w:widowControl w:val="0"/>
        <w:autoSpaceDE w:val="0"/>
        <w:autoSpaceDN w:val="0"/>
        <w:adjustRightInd w:val="0"/>
        <w:spacing w:after="0" w:line="240" w:lineRule="auto"/>
        <w:jc w:val="both"/>
        <w:rPr>
          <w:sz w:val="16"/>
          <w:szCs w:val="16"/>
        </w:rPr>
      </w:pPr>
    </w:p>
    <w:p w:rsidR="00220854" w:rsidRPr="00A811D7" w:rsidRDefault="00220854">
      <w:pPr>
        <w:widowControl w:val="0"/>
        <w:autoSpaceDE w:val="0"/>
        <w:autoSpaceDN w:val="0"/>
        <w:adjustRightInd w:val="0"/>
        <w:spacing w:after="0" w:line="240" w:lineRule="auto"/>
        <w:ind w:firstLine="540"/>
        <w:jc w:val="both"/>
      </w:pPr>
      <w:r w:rsidRPr="00A811D7">
        <w:t>4. Контроль за исполнением постановления возложить на заместителя Губернатора области - директора департамента финансов Ярославской области Федорова А.П.</w:t>
      </w:r>
    </w:p>
    <w:p w:rsidR="00220854" w:rsidRPr="00A811D7" w:rsidRDefault="00220854">
      <w:pPr>
        <w:widowControl w:val="0"/>
        <w:autoSpaceDE w:val="0"/>
        <w:autoSpaceDN w:val="0"/>
        <w:adjustRightInd w:val="0"/>
        <w:spacing w:after="0" w:line="240" w:lineRule="auto"/>
        <w:jc w:val="both"/>
        <w:rPr>
          <w:sz w:val="16"/>
          <w:szCs w:val="16"/>
        </w:rPr>
      </w:pPr>
    </w:p>
    <w:p w:rsidR="00220854" w:rsidRPr="00A811D7" w:rsidRDefault="00220854">
      <w:pPr>
        <w:widowControl w:val="0"/>
        <w:autoSpaceDE w:val="0"/>
        <w:autoSpaceDN w:val="0"/>
        <w:adjustRightInd w:val="0"/>
        <w:spacing w:after="0" w:line="240" w:lineRule="auto"/>
        <w:ind w:firstLine="540"/>
        <w:jc w:val="both"/>
      </w:pPr>
      <w:r w:rsidRPr="00A811D7">
        <w:t>5. Постановление вступает в силу с момента подписания.</w:t>
      </w:r>
    </w:p>
    <w:p w:rsidR="00220854" w:rsidRPr="00A811D7" w:rsidRDefault="00220854">
      <w:pPr>
        <w:widowControl w:val="0"/>
        <w:autoSpaceDE w:val="0"/>
        <w:autoSpaceDN w:val="0"/>
        <w:adjustRightInd w:val="0"/>
        <w:spacing w:after="0" w:line="240" w:lineRule="auto"/>
        <w:jc w:val="both"/>
      </w:pPr>
    </w:p>
    <w:p w:rsidR="00220854" w:rsidRPr="00A811D7" w:rsidRDefault="00220854">
      <w:pPr>
        <w:widowControl w:val="0"/>
        <w:autoSpaceDE w:val="0"/>
        <w:autoSpaceDN w:val="0"/>
        <w:adjustRightInd w:val="0"/>
        <w:spacing w:after="0" w:line="240" w:lineRule="auto"/>
        <w:jc w:val="right"/>
      </w:pPr>
      <w:r w:rsidRPr="00A811D7">
        <w:t>Губернатор</w:t>
      </w:r>
    </w:p>
    <w:p w:rsidR="00220854" w:rsidRPr="00A811D7" w:rsidRDefault="00220854">
      <w:pPr>
        <w:widowControl w:val="0"/>
        <w:autoSpaceDE w:val="0"/>
        <w:autoSpaceDN w:val="0"/>
        <w:adjustRightInd w:val="0"/>
        <w:spacing w:after="0" w:line="240" w:lineRule="auto"/>
        <w:jc w:val="right"/>
      </w:pPr>
      <w:r w:rsidRPr="00A811D7">
        <w:t>Ярославской области</w:t>
      </w:r>
    </w:p>
    <w:p w:rsidR="00220854" w:rsidRPr="00A811D7" w:rsidRDefault="00220854">
      <w:pPr>
        <w:widowControl w:val="0"/>
        <w:autoSpaceDE w:val="0"/>
        <w:autoSpaceDN w:val="0"/>
        <w:adjustRightInd w:val="0"/>
        <w:spacing w:after="0" w:line="240" w:lineRule="auto"/>
        <w:jc w:val="right"/>
      </w:pPr>
      <w:r w:rsidRPr="00A811D7">
        <w:t>С.А.ВАХРУКОВ</w:t>
      </w:r>
    </w:p>
    <w:p w:rsidR="00220854" w:rsidRPr="00A811D7" w:rsidRDefault="00220854" w:rsidP="00A811D7">
      <w:pPr>
        <w:widowControl w:val="0"/>
        <w:autoSpaceDE w:val="0"/>
        <w:autoSpaceDN w:val="0"/>
        <w:adjustRightInd w:val="0"/>
        <w:spacing w:after="0" w:line="240" w:lineRule="auto"/>
        <w:rPr>
          <w:rFonts w:cs="Calibri"/>
          <w:lang w:val="en-US"/>
        </w:rPr>
        <w:sectPr w:rsidR="00220854" w:rsidRPr="00A811D7" w:rsidSect="008F1D72">
          <w:pgSz w:w="11906" w:h="16838"/>
          <w:pgMar w:top="1134" w:right="850" w:bottom="1134" w:left="1701" w:header="708" w:footer="708" w:gutter="0"/>
          <w:cols w:space="708"/>
          <w:docGrid w:linePitch="360"/>
        </w:sectPr>
      </w:pPr>
      <w:bookmarkStart w:id="1" w:name="Par43"/>
      <w:bookmarkEnd w:id="1"/>
    </w:p>
    <w:p w:rsidR="00220854" w:rsidRPr="00A811D7" w:rsidRDefault="00220854" w:rsidP="00A811D7">
      <w:pPr>
        <w:widowControl w:val="0"/>
        <w:autoSpaceDE w:val="0"/>
        <w:autoSpaceDN w:val="0"/>
        <w:adjustRightInd w:val="0"/>
        <w:spacing w:after="0" w:line="240" w:lineRule="auto"/>
        <w:jc w:val="right"/>
        <w:outlineLvl w:val="0"/>
        <w:rPr>
          <w:rFonts w:cs="Calibri"/>
        </w:rPr>
      </w:pPr>
      <w:r w:rsidRPr="00A811D7">
        <w:rPr>
          <w:rFonts w:cs="Calibri"/>
        </w:rPr>
        <w:t>Утвержден</w:t>
      </w:r>
    </w:p>
    <w:p w:rsidR="00220854" w:rsidRPr="00A811D7" w:rsidRDefault="00220854" w:rsidP="00A811D7">
      <w:pPr>
        <w:widowControl w:val="0"/>
        <w:autoSpaceDE w:val="0"/>
        <w:autoSpaceDN w:val="0"/>
        <w:adjustRightInd w:val="0"/>
        <w:spacing w:after="0" w:line="240" w:lineRule="auto"/>
        <w:jc w:val="right"/>
        <w:rPr>
          <w:rFonts w:cs="Calibri"/>
        </w:rPr>
      </w:pPr>
      <w:r w:rsidRPr="00A811D7">
        <w:rPr>
          <w:rFonts w:cs="Calibri"/>
        </w:rPr>
        <w:t>постановлением</w:t>
      </w:r>
    </w:p>
    <w:p w:rsidR="00220854" w:rsidRPr="00A811D7" w:rsidRDefault="00220854" w:rsidP="00A811D7">
      <w:pPr>
        <w:widowControl w:val="0"/>
        <w:autoSpaceDE w:val="0"/>
        <w:autoSpaceDN w:val="0"/>
        <w:adjustRightInd w:val="0"/>
        <w:spacing w:after="0" w:line="240" w:lineRule="auto"/>
        <w:jc w:val="right"/>
        <w:rPr>
          <w:rFonts w:cs="Calibri"/>
        </w:rPr>
      </w:pPr>
      <w:r w:rsidRPr="00A811D7">
        <w:rPr>
          <w:rFonts w:cs="Calibri"/>
        </w:rPr>
        <w:t>Правительства области</w:t>
      </w:r>
    </w:p>
    <w:p w:rsidR="00220854" w:rsidRDefault="00220854" w:rsidP="00A811D7">
      <w:pPr>
        <w:widowControl w:val="0"/>
        <w:autoSpaceDE w:val="0"/>
        <w:autoSpaceDN w:val="0"/>
        <w:adjustRightInd w:val="0"/>
        <w:spacing w:after="0" w:line="240" w:lineRule="auto"/>
        <w:jc w:val="right"/>
        <w:rPr>
          <w:rFonts w:cs="Calibri"/>
        </w:rPr>
      </w:pPr>
      <w:r>
        <w:rPr>
          <w:rFonts w:cs="Calibri"/>
        </w:rPr>
        <w:t>от 13.07.2011 N 513-п</w:t>
      </w:r>
    </w:p>
    <w:p w:rsidR="00220854" w:rsidRDefault="00220854" w:rsidP="00A811D7">
      <w:pPr>
        <w:widowControl w:val="0"/>
        <w:autoSpaceDE w:val="0"/>
        <w:autoSpaceDN w:val="0"/>
        <w:adjustRightInd w:val="0"/>
        <w:spacing w:after="0" w:line="240" w:lineRule="auto"/>
        <w:jc w:val="center"/>
        <w:rPr>
          <w:rFonts w:cs="Calibri"/>
          <w:b/>
          <w:bCs/>
        </w:rPr>
      </w:pPr>
      <w:bookmarkStart w:id="2" w:name="Par48"/>
      <w:bookmarkEnd w:id="2"/>
      <w:r>
        <w:rPr>
          <w:rFonts w:cs="Calibri"/>
          <w:b/>
          <w:bCs/>
        </w:rPr>
        <w:t>СВОДНЫЙ ОТРАСЛЕВОЙ ПЕРЕЧЕНЬ</w:t>
      </w:r>
    </w:p>
    <w:p w:rsidR="00220854" w:rsidRDefault="00220854" w:rsidP="00A811D7">
      <w:pPr>
        <w:widowControl w:val="0"/>
        <w:autoSpaceDE w:val="0"/>
        <w:autoSpaceDN w:val="0"/>
        <w:adjustRightInd w:val="0"/>
        <w:spacing w:after="0" w:line="240" w:lineRule="auto"/>
        <w:jc w:val="center"/>
        <w:rPr>
          <w:rFonts w:cs="Calibri"/>
          <w:b/>
          <w:bCs/>
        </w:rPr>
      </w:pPr>
      <w:r>
        <w:rPr>
          <w:rFonts w:cs="Calibri"/>
          <w:b/>
          <w:bCs/>
        </w:rPr>
        <w:t>ГОСУДАРСТВЕННЫХ И МУНИЦИПАЛЬНЫХ УСЛУГ (РАБОТ), ОКАЗЫВАЕМЫХ</w:t>
      </w:r>
    </w:p>
    <w:p w:rsidR="00220854" w:rsidRDefault="00220854" w:rsidP="00A811D7">
      <w:pPr>
        <w:widowControl w:val="0"/>
        <w:autoSpaceDE w:val="0"/>
        <w:autoSpaceDN w:val="0"/>
        <w:adjustRightInd w:val="0"/>
        <w:spacing w:after="0" w:line="240" w:lineRule="auto"/>
        <w:jc w:val="center"/>
        <w:rPr>
          <w:rFonts w:cs="Calibri"/>
          <w:b/>
          <w:bCs/>
        </w:rPr>
      </w:pPr>
      <w:r>
        <w:rPr>
          <w:rFonts w:cs="Calibri"/>
          <w:b/>
          <w:bCs/>
        </w:rPr>
        <w:t>(ВЫПОЛНЯЕМЫХ) ГОСУДАРСТВЕННЫМИ И МУНИЦИПАЛЬНЫМИ УЧРЕЖДЕНИЯМИ</w:t>
      </w:r>
    </w:p>
    <w:p w:rsidR="00220854" w:rsidRDefault="00220854" w:rsidP="00A811D7">
      <w:pPr>
        <w:widowControl w:val="0"/>
        <w:autoSpaceDE w:val="0"/>
        <w:autoSpaceDN w:val="0"/>
        <w:adjustRightInd w:val="0"/>
        <w:spacing w:after="0" w:line="240" w:lineRule="auto"/>
        <w:jc w:val="center"/>
        <w:rPr>
          <w:rFonts w:cs="Calibri"/>
          <w:b/>
          <w:bCs/>
        </w:rPr>
      </w:pPr>
      <w:r>
        <w:rPr>
          <w:rFonts w:cs="Calibri"/>
          <w:b/>
          <w:bCs/>
        </w:rPr>
        <w:t>ЯРОСЛАВСКОЙ ОБЛАСТИ ЗА СЧЕТ БЮДЖЕТНЫХ СРЕДСТВ</w:t>
      </w:r>
    </w:p>
    <w:p w:rsidR="00220854" w:rsidRDefault="00220854" w:rsidP="00A811D7">
      <w:pPr>
        <w:widowControl w:val="0"/>
        <w:autoSpaceDE w:val="0"/>
        <w:autoSpaceDN w:val="0"/>
        <w:adjustRightInd w:val="0"/>
        <w:spacing w:after="0" w:line="240" w:lineRule="auto"/>
        <w:jc w:val="center"/>
        <w:rPr>
          <w:rFonts w:cs="Calibri"/>
        </w:rPr>
      </w:pPr>
      <w:r>
        <w:rPr>
          <w:rFonts w:cs="Calibri"/>
        </w:rPr>
        <w:t>(в ред. Постановлений Правительства ЯО</w:t>
      </w:r>
    </w:p>
    <w:p w:rsidR="00220854" w:rsidRPr="00A811D7" w:rsidRDefault="00220854" w:rsidP="00A811D7">
      <w:pPr>
        <w:widowControl w:val="0"/>
        <w:autoSpaceDE w:val="0"/>
        <w:autoSpaceDN w:val="0"/>
        <w:adjustRightInd w:val="0"/>
        <w:spacing w:after="0" w:line="240" w:lineRule="auto"/>
        <w:jc w:val="center"/>
        <w:rPr>
          <w:rFonts w:cs="Calibri"/>
        </w:rPr>
      </w:pPr>
      <w:r>
        <w:rPr>
          <w:rFonts w:cs="Calibri"/>
        </w:rPr>
        <w:t>от 05.02.</w:t>
      </w:r>
      <w:r w:rsidRPr="00A811D7">
        <w:rPr>
          <w:rFonts w:cs="Calibri"/>
        </w:rPr>
        <w:t xml:space="preserve">2013 </w:t>
      </w:r>
      <w:hyperlink r:id="rId16" w:history="1">
        <w:r w:rsidRPr="00A811D7">
          <w:rPr>
            <w:rFonts w:cs="Calibri"/>
          </w:rPr>
          <w:t>N 77-п</w:t>
        </w:r>
      </w:hyperlink>
      <w:r w:rsidRPr="00A811D7">
        <w:rPr>
          <w:rFonts w:cs="Calibri"/>
        </w:rPr>
        <w:t xml:space="preserve">, от 08.05.2013 </w:t>
      </w:r>
      <w:hyperlink r:id="rId17" w:history="1">
        <w:r w:rsidRPr="00A811D7">
          <w:rPr>
            <w:rFonts w:cs="Calibri"/>
          </w:rPr>
          <w:t>N 500-п</w:t>
        </w:r>
      </w:hyperlink>
      <w:r w:rsidRPr="00A811D7">
        <w:rPr>
          <w:rFonts w:cs="Calibri"/>
        </w:rPr>
        <w:t>,</w:t>
      </w:r>
    </w:p>
    <w:p w:rsidR="00220854" w:rsidRPr="00A811D7" w:rsidRDefault="00220854" w:rsidP="00A811D7">
      <w:pPr>
        <w:widowControl w:val="0"/>
        <w:autoSpaceDE w:val="0"/>
        <w:autoSpaceDN w:val="0"/>
        <w:adjustRightInd w:val="0"/>
        <w:spacing w:after="0" w:line="240" w:lineRule="auto"/>
        <w:jc w:val="center"/>
        <w:rPr>
          <w:rFonts w:cs="Calibri"/>
        </w:rPr>
      </w:pPr>
      <w:r w:rsidRPr="00A811D7">
        <w:rPr>
          <w:rFonts w:cs="Calibri"/>
        </w:rPr>
        <w:t xml:space="preserve">от 31.05.2013 </w:t>
      </w:r>
      <w:hyperlink r:id="rId18" w:history="1">
        <w:r w:rsidRPr="00A811D7">
          <w:rPr>
            <w:rFonts w:cs="Calibri"/>
          </w:rPr>
          <w:t>N 617-п</w:t>
        </w:r>
      </w:hyperlink>
      <w:r w:rsidRPr="00A811D7">
        <w:rPr>
          <w:rFonts w:cs="Calibri"/>
        </w:rPr>
        <w:t xml:space="preserve">, от 27.06.2013 </w:t>
      </w:r>
      <w:hyperlink r:id="rId19" w:history="1">
        <w:r w:rsidRPr="00A811D7">
          <w:rPr>
            <w:rFonts w:cs="Calibri"/>
          </w:rPr>
          <w:t>N 741-п</w:t>
        </w:r>
      </w:hyperlink>
      <w:r w:rsidRPr="00A811D7">
        <w:rPr>
          <w:rFonts w:cs="Calibri"/>
        </w:rPr>
        <w:t>,</w:t>
      </w:r>
    </w:p>
    <w:p w:rsidR="00220854" w:rsidRPr="00A811D7" w:rsidRDefault="00220854" w:rsidP="00A811D7">
      <w:pPr>
        <w:widowControl w:val="0"/>
        <w:autoSpaceDE w:val="0"/>
        <w:autoSpaceDN w:val="0"/>
        <w:adjustRightInd w:val="0"/>
        <w:spacing w:after="0" w:line="240" w:lineRule="auto"/>
        <w:jc w:val="center"/>
        <w:rPr>
          <w:rFonts w:cs="Calibri"/>
        </w:rPr>
      </w:pPr>
      <w:r w:rsidRPr="00A811D7">
        <w:rPr>
          <w:rFonts w:cs="Calibri"/>
        </w:rPr>
        <w:t xml:space="preserve">от 04.09.2013 </w:t>
      </w:r>
      <w:hyperlink r:id="rId20" w:history="1">
        <w:r w:rsidRPr="00A811D7">
          <w:rPr>
            <w:rFonts w:cs="Calibri"/>
          </w:rPr>
          <w:t>N 1197-п</w:t>
        </w:r>
      </w:hyperlink>
      <w:r w:rsidRPr="00A811D7">
        <w:rPr>
          <w:rFonts w:cs="Calibri"/>
        </w:rPr>
        <w:t xml:space="preserve">, от 24.09.2013 </w:t>
      </w:r>
      <w:hyperlink r:id="rId21" w:history="1">
        <w:r w:rsidRPr="00A811D7">
          <w:rPr>
            <w:rFonts w:cs="Calibri"/>
          </w:rPr>
          <w:t>N 1301-п</w:t>
        </w:r>
      </w:hyperlink>
      <w:r w:rsidRPr="00A811D7">
        <w:rPr>
          <w:rFonts w:cs="Calibri"/>
        </w:rPr>
        <w:t>,</w:t>
      </w:r>
    </w:p>
    <w:p w:rsidR="00220854" w:rsidRPr="00A811D7" w:rsidRDefault="00220854" w:rsidP="00A811D7">
      <w:pPr>
        <w:widowControl w:val="0"/>
        <w:autoSpaceDE w:val="0"/>
        <w:autoSpaceDN w:val="0"/>
        <w:adjustRightInd w:val="0"/>
        <w:spacing w:after="0" w:line="240" w:lineRule="auto"/>
        <w:jc w:val="center"/>
        <w:rPr>
          <w:rFonts w:cs="Calibri"/>
        </w:rPr>
      </w:pPr>
      <w:r w:rsidRPr="00A811D7">
        <w:rPr>
          <w:rFonts w:cs="Calibri"/>
        </w:rPr>
        <w:t xml:space="preserve">от 31.12.2013 </w:t>
      </w:r>
      <w:hyperlink r:id="rId22" w:history="1">
        <w:r w:rsidRPr="00A811D7">
          <w:rPr>
            <w:rFonts w:cs="Calibri"/>
          </w:rPr>
          <w:t>N 1787-п</w:t>
        </w:r>
      </w:hyperlink>
      <w:r w:rsidRPr="00A811D7">
        <w:rPr>
          <w:rFonts w:cs="Calibri"/>
        </w:rPr>
        <w:t>)</w:t>
      </w:r>
    </w:p>
    <w:p w:rsidR="00220854" w:rsidRPr="00A811D7" w:rsidRDefault="00220854">
      <w:pPr>
        <w:widowControl w:val="0"/>
        <w:autoSpaceDE w:val="0"/>
        <w:autoSpaceDN w:val="0"/>
        <w:adjustRightInd w:val="0"/>
        <w:spacing w:after="0" w:line="240" w:lineRule="auto"/>
        <w:jc w:val="both"/>
        <w:rPr>
          <w:rFonts w:cs="Calibri"/>
          <w:lang w:val="en-US"/>
        </w:rPr>
      </w:pPr>
    </w:p>
    <w:p w:rsidR="00220854" w:rsidRPr="00A811D7" w:rsidRDefault="00220854">
      <w:pPr>
        <w:widowControl w:val="0"/>
        <w:autoSpaceDE w:val="0"/>
        <w:autoSpaceDN w:val="0"/>
        <w:adjustRightInd w:val="0"/>
        <w:spacing w:after="0" w:line="240" w:lineRule="auto"/>
        <w:jc w:val="right"/>
        <w:outlineLvl w:val="1"/>
        <w:rPr>
          <w:rFonts w:cs="Calibri"/>
          <w:lang w:val="en-US"/>
        </w:rPr>
      </w:pPr>
      <w:bookmarkStart w:id="3" w:name="Par59"/>
      <w:bookmarkEnd w:id="3"/>
      <w:r>
        <w:rPr>
          <w:rFonts w:cs="Calibri"/>
        </w:rPr>
        <w:t>Таблица</w:t>
      </w:r>
      <w:r w:rsidRPr="00A811D7">
        <w:rPr>
          <w:rFonts w:cs="Calibri"/>
          <w:lang w:val="en-US"/>
        </w:rPr>
        <w:t xml:space="preserve"> 1</w:t>
      </w:r>
    </w:p>
    <w:p w:rsidR="00220854" w:rsidRPr="00A811D7" w:rsidRDefault="00220854">
      <w:pPr>
        <w:widowControl w:val="0"/>
        <w:autoSpaceDE w:val="0"/>
        <w:autoSpaceDN w:val="0"/>
        <w:adjustRightInd w:val="0"/>
        <w:spacing w:after="0" w:line="240" w:lineRule="auto"/>
        <w:jc w:val="both"/>
        <w:rPr>
          <w:rFonts w:cs="Calibri"/>
          <w:lang w:val="en-US"/>
        </w:rPr>
      </w:pPr>
    </w:p>
    <w:p w:rsidR="00220854" w:rsidRPr="00A811D7" w:rsidRDefault="00220854">
      <w:pPr>
        <w:widowControl w:val="0"/>
        <w:autoSpaceDE w:val="0"/>
        <w:autoSpaceDN w:val="0"/>
        <w:adjustRightInd w:val="0"/>
        <w:spacing w:after="0" w:line="240" w:lineRule="auto"/>
        <w:jc w:val="center"/>
        <w:rPr>
          <w:rFonts w:cs="Calibri"/>
          <w:lang w:val="en-US"/>
        </w:rPr>
      </w:pPr>
      <w:r>
        <w:rPr>
          <w:rFonts w:cs="Calibri"/>
        </w:rPr>
        <w:t>Государственные</w:t>
      </w:r>
      <w:r w:rsidRPr="00A811D7">
        <w:rPr>
          <w:rFonts w:cs="Calibri"/>
          <w:lang w:val="en-US"/>
        </w:rPr>
        <w:t xml:space="preserve"> </w:t>
      </w:r>
      <w:r>
        <w:rPr>
          <w:rFonts w:cs="Calibri"/>
        </w:rPr>
        <w:t>и</w:t>
      </w:r>
      <w:r w:rsidRPr="00A811D7">
        <w:rPr>
          <w:rFonts w:cs="Calibri"/>
          <w:lang w:val="en-US"/>
        </w:rPr>
        <w:t xml:space="preserve"> </w:t>
      </w:r>
      <w:r>
        <w:rPr>
          <w:rFonts w:cs="Calibri"/>
        </w:rPr>
        <w:t>муниципальные</w:t>
      </w:r>
      <w:r w:rsidRPr="00A811D7">
        <w:rPr>
          <w:rFonts w:cs="Calibri"/>
          <w:lang w:val="en-US"/>
        </w:rPr>
        <w:t xml:space="preserve"> </w:t>
      </w:r>
      <w:r>
        <w:rPr>
          <w:rFonts w:cs="Calibri"/>
        </w:rPr>
        <w:t>услуги</w:t>
      </w:r>
    </w:p>
    <w:p w:rsidR="00220854" w:rsidRPr="00A811D7" w:rsidRDefault="00220854">
      <w:pPr>
        <w:pStyle w:val="ConsPlusCell"/>
        <w:rPr>
          <w:rFonts w:ascii="Courier New" w:hAnsi="Courier New" w:cs="Courier New"/>
          <w:sz w:val="20"/>
          <w:szCs w:val="20"/>
          <w:lang w:val="en-US"/>
        </w:rPr>
      </w:pPr>
      <w:r w:rsidRPr="00A811D7">
        <w:rPr>
          <w:rFonts w:ascii="Courier New" w:hAnsi="Courier New" w:cs="Courier New"/>
          <w:sz w:val="20"/>
          <w:szCs w:val="20"/>
          <w:lang w:val="en-US"/>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 N  │    Наименование услуги    │          Категория           │   Единица   │     ОИВ,     │    Поставщик(и)     │</w:t>
      </w:r>
    </w:p>
    <w:p w:rsidR="00220854" w:rsidRDefault="00220854">
      <w:pPr>
        <w:pStyle w:val="ConsPlusCell"/>
        <w:rPr>
          <w:rFonts w:ascii="Courier New" w:hAnsi="Courier New" w:cs="Courier New"/>
          <w:sz w:val="20"/>
          <w:szCs w:val="20"/>
        </w:rPr>
      </w:pPr>
      <w:r>
        <w:rPr>
          <w:rFonts w:ascii="Courier New" w:hAnsi="Courier New" w:cs="Courier New"/>
          <w:sz w:val="20"/>
          <w:szCs w:val="20"/>
        </w:rPr>
        <w:t>│п/п │      (группы услуг)       │      получателей услуги      │  измерения  │ответственный │       услуги        │</w:t>
      </w:r>
    </w:p>
    <w:p w:rsidR="00220854" w:rsidRDefault="00220854">
      <w:pPr>
        <w:pStyle w:val="ConsPlusCell"/>
        <w:rPr>
          <w:rFonts w:ascii="Courier New" w:hAnsi="Courier New" w:cs="Courier New"/>
          <w:sz w:val="20"/>
          <w:szCs w:val="20"/>
        </w:rPr>
      </w:pPr>
      <w:r>
        <w:rPr>
          <w:rFonts w:ascii="Courier New" w:hAnsi="Courier New" w:cs="Courier New"/>
          <w:sz w:val="20"/>
          <w:szCs w:val="20"/>
        </w:rPr>
        <w:t>│    │                           │                              │объема услуги│за организацию│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│предоставления│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услуги    │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 1  │             2             │              3               │      4      │      5       │          6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bookmarkStart w:id="4" w:name="Par72"/>
      <w:bookmarkEnd w:id="4"/>
      <w:r>
        <w:rPr>
          <w:rFonts w:ascii="Courier New" w:hAnsi="Courier New" w:cs="Courier New"/>
          <w:sz w:val="20"/>
          <w:szCs w:val="20"/>
        </w:rPr>
        <w:t>│            I. Государственные услуги, оказываемые государственными учреждениями в рамках федеральных             │</w:t>
      </w:r>
    </w:p>
    <w:p w:rsidR="00220854" w:rsidRDefault="00220854">
      <w:pPr>
        <w:pStyle w:val="ConsPlusCell"/>
        <w:rPr>
          <w:rFonts w:ascii="Courier New" w:hAnsi="Courier New" w:cs="Courier New"/>
          <w:sz w:val="20"/>
          <w:szCs w:val="20"/>
        </w:rPr>
      </w:pPr>
      <w:r>
        <w:rPr>
          <w:rFonts w:ascii="Courier New" w:hAnsi="Courier New" w:cs="Courier New"/>
          <w:sz w:val="20"/>
          <w:szCs w:val="20"/>
        </w:rPr>
        <w:t>│                              полномочий, переданных на уровень Ярославской области                               │</w:t>
      </w:r>
    </w:p>
    <w:p w:rsidR="00220854" w:rsidRDefault="00220854">
      <w:pPr>
        <w:pStyle w:val="ConsPlusCell"/>
        <w:rPr>
          <w:rFonts w:ascii="Courier New" w:hAnsi="Courier New" w:cs="Courier New"/>
          <w:sz w:val="20"/>
          <w:szCs w:val="20"/>
        </w:rPr>
      </w:pPr>
      <w:r>
        <w:rPr>
          <w:rFonts w:ascii="Courier New" w:hAnsi="Courier New" w:cs="Courier New"/>
          <w:sz w:val="20"/>
          <w:szCs w:val="20"/>
        </w:rPr>
        <w:t>│                                                                                                                  │</w:t>
      </w:r>
    </w:p>
    <w:p w:rsidR="00220854" w:rsidRDefault="00220854">
      <w:pPr>
        <w:pStyle w:val="ConsPlusCell"/>
        <w:rPr>
          <w:rFonts w:ascii="Courier New" w:hAnsi="Courier New" w:cs="Courier New"/>
          <w:sz w:val="20"/>
          <w:szCs w:val="20"/>
        </w:rPr>
      </w:pPr>
      <w:r>
        <w:rPr>
          <w:rFonts w:ascii="Courier New" w:hAnsi="Courier New" w:cs="Courier New"/>
          <w:sz w:val="20"/>
          <w:szCs w:val="20"/>
        </w:rPr>
        <w:t xml:space="preserve">│(в ред. </w:t>
      </w:r>
      <w:hyperlink r:id="rId23" w:history="1">
        <w:r w:rsidRPr="00A811D7">
          <w:rPr>
            <w:rFonts w:ascii="Courier New" w:hAnsi="Courier New" w:cs="Courier New"/>
            <w:sz w:val="20"/>
            <w:szCs w:val="20"/>
          </w:rPr>
          <w:t>Постановления</w:t>
        </w:r>
      </w:hyperlink>
      <w:r w:rsidRPr="00A811D7">
        <w:rPr>
          <w:rFonts w:ascii="Courier New" w:hAnsi="Courier New" w:cs="Courier New"/>
          <w:sz w:val="20"/>
          <w:szCs w:val="20"/>
        </w:rPr>
        <w:t xml:space="preserve"> </w:t>
      </w:r>
      <w:r>
        <w:rPr>
          <w:rFonts w:ascii="Courier New" w:hAnsi="Courier New" w:cs="Courier New"/>
          <w:sz w:val="20"/>
          <w:szCs w:val="20"/>
        </w:rPr>
        <w:t>Правительства ЯО от 31.12.2013 N 1787-п)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    │Осуществление социальных   │граждане, обратившиеся в целях│человек      │ДГСЗН ЯО      │ГКУ ЯО ЦЗН           │</w:t>
      </w:r>
    </w:p>
    <w:p w:rsidR="00220854" w:rsidRDefault="00220854">
      <w:pPr>
        <w:pStyle w:val="ConsPlusCell"/>
        <w:rPr>
          <w:rFonts w:ascii="Courier New" w:hAnsi="Courier New" w:cs="Courier New"/>
          <w:sz w:val="20"/>
          <w:szCs w:val="20"/>
        </w:rPr>
      </w:pPr>
      <w:r>
        <w:rPr>
          <w:rFonts w:ascii="Courier New" w:hAnsi="Courier New" w:cs="Courier New"/>
          <w:sz w:val="20"/>
          <w:szCs w:val="20"/>
        </w:rPr>
        <w:t>│    │выплат гражданам,          │поиска подходящей работы в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│признанным в установленном │государственные учреждения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│порядке безработными       │службы занятости населения и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│признанные в установленном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│порядке безработными          │             │              │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bookmarkStart w:id="5" w:name="Par84"/>
      <w:bookmarkEnd w:id="5"/>
      <w:r>
        <w:rPr>
          <w:rFonts w:ascii="Courier New" w:hAnsi="Courier New" w:cs="Courier New"/>
          <w:sz w:val="20"/>
          <w:szCs w:val="20"/>
        </w:rPr>
        <w:t>│            II. Государственные услуги, оказываемые государственными учреждениями в рамках полномочий             │</w:t>
      </w:r>
    </w:p>
    <w:p w:rsidR="00220854" w:rsidRDefault="00220854">
      <w:pPr>
        <w:pStyle w:val="ConsPlusCell"/>
        <w:rPr>
          <w:rFonts w:ascii="Courier New" w:hAnsi="Courier New" w:cs="Courier New"/>
          <w:sz w:val="20"/>
          <w:szCs w:val="20"/>
        </w:rPr>
      </w:pPr>
      <w:r>
        <w:rPr>
          <w:rFonts w:ascii="Courier New" w:hAnsi="Courier New" w:cs="Courier New"/>
          <w:sz w:val="20"/>
          <w:szCs w:val="20"/>
        </w:rPr>
        <w:t>│                                               Ярославской области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bookmarkStart w:id="6" w:name="Par87"/>
      <w:bookmarkEnd w:id="6"/>
      <w:r>
        <w:rPr>
          <w:rFonts w:ascii="Courier New" w:hAnsi="Courier New" w:cs="Courier New"/>
          <w:sz w:val="20"/>
          <w:szCs w:val="20"/>
        </w:rPr>
        <w:t>│                                                1. Здравоохранение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│1.1 │Амбулаторно-поликлиническая│население области, нуждающееся│обращений/   │ДЗиФ ЯО       │ГУЗ ЯО, имеющие в    │</w:t>
      </w:r>
    </w:p>
    <w:p w:rsidR="00220854" w:rsidRDefault="00220854">
      <w:pPr>
        <w:pStyle w:val="ConsPlusCell"/>
        <w:rPr>
          <w:rFonts w:ascii="Courier New" w:hAnsi="Courier New" w:cs="Courier New"/>
          <w:sz w:val="20"/>
          <w:szCs w:val="20"/>
        </w:rPr>
      </w:pPr>
      <w:r>
        <w:rPr>
          <w:rFonts w:ascii="Courier New" w:hAnsi="Courier New" w:cs="Courier New"/>
          <w:sz w:val="20"/>
          <w:szCs w:val="20"/>
        </w:rPr>
        <w:t>│    │помощь                     │в оказании медицинской помощи │посещений    │              │своем составе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│амбулаторно -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│поликлинические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│подразделения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│1.2 │Скорая медицинская помощь  │население области, нуждающееся│вызовов      │ДЗиФ ЯО       │ГУЗ ЯО, имеющие в    │</w:t>
      </w:r>
    </w:p>
    <w:p w:rsidR="00220854" w:rsidRDefault="00220854">
      <w:pPr>
        <w:pStyle w:val="ConsPlusCell"/>
        <w:rPr>
          <w:rFonts w:ascii="Courier New" w:hAnsi="Courier New" w:cs="Courier New"/>
          <w:sz w:val="20"/>
          <w:szCs w:val="20"/>
        </w:rPr>
      </w:pPr>
      <w:r>
        <w:rPr>
          <w:rFonts w:ascii="Courier New" w:hAnsi="Courier New" w:cs="Courier New"/>
          <w:sz w:val="20"/>
          <w:szCs w:val="20"/>
        </w:rPr>
        <w:t>│    │                           │в оказании медицинской помощи │скорой помощи│              │своем составе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│отделения скорой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│медицинской помощи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│1.3 │Стационарная медицинская   │население области, нуждающееся│койко-дней/  │ДЗиФ ЯО       │ГУЗ ЯО, имеющие в    │</w:t>
      </w:r>
    </w:p>
    <w:p w:rsidR="00220854" w:rsidRDefault="00220854">
      <w:pPr>
        <w:pStyle w:val="ConsPlusCell"/>
        <w:rPr>
          <w:rFonts w:ascii="Courier New" w:hAnsi="Courier New" w:cs="Courier New"/>
          <w:sz w:val="20"/>
          <w:szCs w:val="20"/>
        </w:rPr>
      </w:pPr>
      <w:r>
        <w:rPr>
          <w:rFonts w:ascii="Courier New" w:hAnsi="Courier New" w:cs="Courier New"/>
          <w:sz w:val="20"/>
          <w:szCs w:val="20"/>
        </w:rPr>
        <w:t>│    │помощь                     │в оказании медицинской помощи │пролеченных  │              │своем составе        │</w:t>
      </w:r>
    </w:p>
    <w:p w:rsidR="00220854" w:rsidRDefault="00220854">
      <w:pPr>
        <w:pStyle w:val="ConsPlusCell"/>
        <w:rPr>
          <w:rFonts w:ascii="Courier New" w:hAnsi="Courier New" w:cs="Courier New"/>
          <w:sz w:val="20"/>
          <w:szCs w:val="20"/>
        </w:rPr>
      </w:pPr>
      <w:r>
        <w:rPr>
          <w:rFonts w:ascii="Courier New" w:hAnsi="Courier New" w:cs="Courier New"/>
          <w:sz w:val="20"/>
          <w:szCs w:val="20"/>
        </w:rPr>
        <w:t>│    │                           │                              │больных      │              │стационарные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│подразделения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│1.4 │Стационарозамещающая       │население области, нуждающееся│пациенто -   │ДЗиФ ЯО       │ГУЗ ЯО, имеющие в    │</w:t>
      </w:r>
    </w:p>
    <w:p w:rsidR="00220854" w:rsidRDefault="00220854">
      <w:pPr>
        <w:pStyle w:val="ConsPlusCell"/>
        <w:rPr>
          <w:rFonts w:ascii="Courier New" w:hAnsi="Courier New" w:cs="Courier New"/>
          <w:sz w:val="20"/>
          <w:szCs w:val="20"/>
        </w:rPr>
      </w:pPr>
      <w:r>
        <w:rPr>
          <w:rFonts w:ascii="Courier New" w:hAnsi="Courier New" w:cs="Courier New"/>
          <w:sz w:val="20"/>
          <w:szCs w:val="20"/>
        </w:rPr>
        <w:t>│    │медицинская помощь         │в оказании медицинской помощи │дней         │              │своем составе койки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│дневного стационара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│1.5 │Санаторно-курортная помощь │дети с 6 до 17 лет            │человек      │ДЗиФ ЯО, ДО ЯО│ГУ ЯО - санатории    │</w:t>
      </w:r>
    </w:p>
    <w:p w:rsidR="00220854" w:rsidRDefault="00220854">
      <w:pPr>
        <w:pStyle w:val="ConsPlusCell"/>
        <w:rPr>
          <w:rFonts w:ascii="Courier New" w:hAnsi="Courier New" w:cs="Courier New"/>
          <w:sz w:val="20"/>
          <w:szCs w:val="20"/>
        </w:rPr>
      </w:pPr>
      <w:r>
        <w:rPr>
          <w:rFonts w:ascii="Courier New" w:hAnsi="Courier New" w:cs="Courier New"/>
          <w:sz w:val="20"/>
          <w:szCs w:val="20"/>
        </w:rPr>
        <w:t>│    │                           │включительно, имеющие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│медицинские показания для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│санаторно-курортного лечения,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│лица, обучающиеся по основным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│профессиональным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│образовательным программам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│начального профессионального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│образования                   │             │              │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│1.6 │Диагностическая и          │население области, нуждающееся│посещений    │ДЗиФ ЯО       │ГУЗ ЯО "Областной    │</w:t>
      </w:r>
    </w:p>
    <w:p w:rsidR="00220854" w:rsidRDefault="00220854">
      <w:pPr>
        <w:pStyle w:val="ConsPlusCell"/>
        <w:rPr>
          <w:rFonts w:ascii="Courier New" w:hAnsi="Courier New" w:cs="Courier New"/>
          <w:sz w:val="20"/>
          <w:szCs w:val="20"/>
        </w:rPr>
      </w:pPr>
      <w:r>
        <w:rPr>
          <w:rFonts w:ascii="Courier New" w:hAnsi="Courier New" w:cs="Courier New"/>
          <w:sz w:val="20"/>
          <w:szCs w:val="20"/>
        </w:rPr>
        <w:t>│    │диспансерная помощь        │в оказании медицинской помощи │             │              │центр по профилактике│</w:t>
      </w:r>
    </w:p>
    <w:p w:rsidR="00220854" w:rsidRDefault="00220854">
      <w:pPr>
        <w:pStyle w:val="ConsPlusCell"/>
        <w:rPr>
          <w:rFonts w:ascii="Courier New" w:hAnsi="Courier New" w:cs="Courier New"/>
          <w:sz w:val="20"/>
          <w:szCs w:val="20"/>
        </w:rPr>
      </w:pPr>
      <w:r>
        <w:rPr>
          <w:rFonts w:ascii="Courier New" w:hAnsi="Courier New" w:cs="Courier New"/>
          <w:sz w:val="20"/>
          <w:szCs w:val="20"/>
        </w:rPr>
        <w:t>│    │населению при ВИЧ-инфекции │                              │             │              │и борьбе со СПИДом и │</w:t>
      </w:r>
    </w:p>
    <w:p w:rsidR="00220854" w:rsidRDefault="00220854">
      <w:pPr>
        <w:pStyle w:val="ConsPlusCell"/>
        <w:rPr>
          <w:rFonts w:ascii="Courier New" w:hAnsi="Courier New" w:cs="Courier New"/>
          <w:sz w:val="20"/>
          <w:szCs w:val="20"/>
        </w:rPr>
      </w:pPr>
      <w:r>
        <w:rPr>
          <w:rFonts w:ascii="Courier New" w:hAnsi="Courier New" w:cs="Courier New"/>
          <w:sz w:val="20"/>
          <w:szCs w:val="20"/>
        </w:rPr>
        <w:t>│    │и инфекционных заболеваниях│                              │             │              │инфекционными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│заболеваниями"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│1.7 │Полное государственное     │дети-сироты и дети, оставшиеся│мест         │ДЗиФ ЯО       │ГУЗ ЯО -             │</w:t>
      </w:r>
    </w:p>
    <w:p w:rsidR="00220854" w:rsidRDefault="00220854">
      <w:pPr>
        <w:pStyle w:val="ConsPlusCell"/>
        <w:rPr>
          <w:rFonts w:ascii="Courier New" w:hAnsi="Courier New" w:cs="Courier New"/>
          <w:sz w:val="20"/>
          <w:szCs w:val="20"/>
        </w:rPr>
      </w:pPr>
      <w:r>
        <w:rPr>
          <w:rFonts w:ascii="Courier New" w:hAnsi="Courier New" w:cs="Courier New"/>
          <w:sz w:val="20"/>
          <w:szCs w:val="20"/>
        </w:rPr>
        <w:t>│    │обеспечение (содержание,   │без попечения родителей, или  │             │              │специализированные   │</w:t>
      </w:r>
    </w:p>
    <w:p w:rsidR="00220854" w:rsidRDefault="00220854">
      <w:pPr>
        <w:pStyle w:val="ConsPlusCell"/>
        <w:rPr>
          <w:rFonts w:ascii="Courier New" w:hAnsi="Courier New" w:cs="Courier New"/>
          <w:sz w:val="20"/>
          <w:szCs w:val="20"/>
        </w:rPr>
      </w:pPr>
      <w:r>
        <w:rPr>
          <w:rFonts w:ascii="Courier New" w:hAnsi="Courier New" w:cs="Courier New"/>
          <w:sz w:val="20"/>
          <w:szCs w:val="20"/>
        </w:rPr>
        <w:t>│    │уход, воспитание,          │временно принятые по          │             │              │дома ребенка         │</w:t>
      </w:r>
    </w:p>
    <w:p w:rsidR="00220854" w:rsidRDefault="00220854">
      <w:pPr>
        <w:pStyle w:val="ConsPlusCell"/>
        <w:rPr>
          <w:rFonts w:ascii="Courier New" w:hAnsi="Courier New" w:cs="Courier New"/>
          <w:sz w:val="20"/>
          <w:szCs w:val="20"/>
        </w:rPr>
      </w:pPr>
      <w:r>
        <w:rPr>
          <w:rFonts w:ascii="Courier New" w:hAnsi="Courier New" w:cs="Courier New"/>
          <w:sz w:val="20"/>
          <w:szCs w:val="20"/>
        </w:rPr>
        <w:t>│    │оздоровление, лечение)     │социальным причинам от 0 до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│детей в специализированных │4 лет включительно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│домах ребенка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│1.8 │Паллиативная медицинская   │тяжелобольные люди в          │койко-дней   │ДЗиФ ЯО       │ГУЗ ЯО, имеющие в    │</w:t>
      </w:r>
    </w:p>
    <w:p w:rsidR="00220854" w:rsidRDefault="00220854">
      <w:pPr>
        <w:pStyle w:val="ConsPlusCell"/>
        <w:rPr>
          <w:rFonts w:ascii="Courier New" w:hAnsi="Courier New" w:cs="Courier New"/>
          <w:sz w:val="20"/>
          <w:szCs w:val="20"/>
        </w:rPr>
      </w:pPr>
      <w:r>
        <w:rPr>
          <w:rFonts w:ascii="Courier New" w:hAnsi="Courier New" w:cs="Courier New"/>
          <w:sz w:val="20"/>
          <w:szCs w:val="20"/>
        </w:rPr>
        <w:t>│    │помощь                     │терминальной стадии           │             │              │своем составе        │</w:t>
      </w:r>
    </w:p>
    <w:p w:rsidR="00220854" w:rsidRDefault="00220854">
      <w:pPr>
        <w:pStyle w:val="ConsPlusCell"/>
        <w:rPr>
          <w:rFonts w:ascii="Courier New" w:hAnsi="Courier New" w:cs="Courier New"/>
          <w:sz w:val="20"/>
          <w:szCs w:val="20"/>
        </w:rPr>
      </w:pPr>
      <w:r>
        <w:rPr>
          <w:rFonts w:ascii="Courier New" w:hAnsi="Courier New" w:cs="Courier New"/>
          <w:sz w:val="20"/>
          <w:szCs w:val="20"/>
        </w:rPr>
        <w:t>│    │                           │заболевания - жители области  │             │              │отделения-хосписы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bookmarkStart w:id="7" w:name="Par136"/>
      <w:bookmarkEnd w:id="7"/>
      <w:r>
        <w:rPr>
          <w:rFonts w:ascii="Courier New" w:hAnsi="Courier New" w:cs="Courier New"/>
          <w:sz w:val="20"/>
          <w:szCs w:val="20"/>
        </w:rPr>
        <w:t>│                                                  2. Образование                                                  │</w:t>
      </w:r>
    </w:p>
    <w:p w:rsidR="00220854" w:rsidRDefault="00220854">
      <w:pPr>
        <w:pStyle w:val="ConsPlusCell"/>
        <w:rPr>
          <w:rFonts w:ascii="Courier New" w:hAnsi="Courier New" w:cs="Courier New"/>
          <w:sz w:val="20"/>
          <w:szCs w:val="20"/>
        </w:rPr>
      </w:pPr>
      <w:r>
        <w:rPr>
          <w:rFonts w:ascii="Courier New" w:hAnsi="Courier New" w:cs="Courier New"/>
          <w:sz w:val="20"/>
          <w:szCs w:val="20"/>
        </w:rPr>
        <w:t>│                                                                                                                  │</w:t>
      </w:r>
    </w:p>
    <w:p w:rsidR="00220854" w:rsidRDefault="00220854">
      <w:pPr>
        <w:pStyle w:val="ConsPlusCell"/>
        <w:rPr>
          <w:rFonts w:ascii="Courier New" w:hAnsi="Courier New" w:cs="Courier New"/>
          <w:sz w:val="20"/>
          <w:szCs w:val="20"/>
        </w:rPr>
      </w:pPr>
      <w:r>
        <w:rPr>
          <w:rFonts w:ascii="Courier New" w:hAnsi="Courier New" w:cs="Courier New"/>
          <w:sz w:val="20"/>
          <w:szCs w:val="20"/>
        </w:rPr>
        <w:t xml:space="preserve">│(в ред. </w:t>
      </w:r>
      <w:hyperlink r:id="rId24" w:history="1">
        <w:r w:rsidRPr="00A811D7">
          <w:rPr>
            <w:rFonts w:ascii="Courier New" w:hAnsi="Courier New" w:cs="Courier New"/>
            <w:sz w:val="20"/>
            <w:szCs w:val="20"/>
          </w:rPr>
          <w:t>Постановления</w:t>
        </w:r>
      </w:hyperlink>
      <w:r>
        <w:rPr>
          <w:rFonts w:ascii="Courier New" w:hAnsi="Courier New" w:cs="Courier New"/>
          <w:sz w:val="20"/>
          <w:szCs w:val="20"/>
        </w:rPr>
        <w:t xml:space="preserve"> Правительства ЯО от 31.12.2013 N 1787-п)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│2.1 │Реализация основных        │лица, находящиеся в местах    │человек      │ДО ЯО         │ГОУ ЯО               │</w:t>
      </w:r>
    </w:p>
    <w:p w:rsidR="00220854" w:rsidRDefault="00220854">
      <w:pPr>
        <w:pStyle w:val="ConsPlusCell"/>
        <w:rPr>
          <w:rFonts w:ascii="Courier New" w:hAnsi="Courier New" w:cs="Courier New"/>
          <w:sz w:val="20"/>
          <w:szCs w:val="20"/>
        </w:rPr>
      </w:pPr>
      <w:r>
        <w:rPr>
          <w:rFonts w:ascii="Courier New" w:hAnsi="Courier New" w:cs="Courier New"/>
          <w:sz w:val="20"/>
          <w:szCs w:val="20"/>
        </w:rPr>
        <w:t>│    │общеобразовательных        │лишения свободы, не имеющие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│программ начального общего,│общего образования, дети в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│основного общего и среднего│возрасте от 6,5 до 18 лет с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│общего образования в       │ограниченными возможностями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│соответствии с федеральным │здоровья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│государственным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│образовательным стандартом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│(государственным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│образовательным стандартом)│                              │             │              │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│2.2 │Реализация основных        │лица, имеющие основное или    │человек      │ДО ЯО         │ГОУ ПО ЯО            │</w:t>
      </w:r>
    </w:p>
    <w:p w:rsidR="00220854" w:rsidRDefault="00220854">
      <w:pPr>
        <w:pStyle w:val="ConsPlusCell"/>
        <w:rPr>
          <w:rFonts w:ascii="Courier New" w:hAnsi="Courier New" w:cs="Courier New"/>
          <w:sz w:val="20"/>
          <w:szCs w:val="20"/>
        </w:rPr>
      </w:pPr>
      <w:r>
        <w:rPr>
          <w:rFonts w:ascii="Courier New" w:hAnsi="Courier New" w:cs="Courier New"/>
          <w:sz w:val="20"/>
          <w:szCs w:val="20"/>
        </w:rPr>
        <w:t>│    │профессиональных           │среднее общее образование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│образовательных программ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│среднего профессионального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│образования - программ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│подготовки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│квалифицированных рабочих,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│служащих в соответствии с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│федеральным государственным│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│образовательным стандартом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│(государственным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│образовательным стандартом)│                              │             │              │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│2.3 │Реализация основных        │лица, имеющие основное или    │человек      │ДО ЯО, ДЗиФ   │ГОУ ПО ЯО            │</w:t>
      </w:r>
    </w:p>
    <w:p w:rsidR="00220854" w:rsidRDefault="00220854">
      <w:pPr>
        <w:pStyle w:val="ConsPlusCell"/>
        <w:rPr>
          <w:rFonts w:ascii="Courier New" w:hAnsi="Courier New" w:cs="Courier New"/>
          <w:sz w:val="20"/>
          <w:szCs w:val="20"/>
        </w:rPr>
      </w:pPr>
      <w:r>
        <w:rPr>
          <w:rFonts w:ascii="Courier New" w:hAnsi="Courier New" w:cs="Courier New"/>
          <w:sz w:val="20"/>
          <w:szCs w:val="20"/>
        </w:rPr>
        <w:t>│    │профессиональных           │среднее общее образование     │             │ЯО, ДК ЯО     │                     │</w:t>
      </w:r>
    </w:p>
    <w:p w:rsidR="00220854" w:rsidRDefault="00220854">
      <w:pPr>
        <w:pStyle w:val="ConsPlusCell"/>
        <w:rPr>
          <w:rFonts w:ascii="Courier New" w:hAnsi="Courier New" w:cs="Courier New"/>
          <w:sz w:val="20"/>
          <w:szCs w:val="20"/>
        </w:rPr>
      </w:pPr>
      <w:r>
        <w:rPr>
          <w:rFonts w:ascii="Courier New" w:hAnsi="Courier New" w:cs="Courier New"/>
          <w:sz w:val="20"/>
          <w:szCs w:val="20"/>
        </w:rPr>
        <w:t>│    │образовательных программ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│среднего профессионального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│образования - программ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│подготовки специалистов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│среднего звена в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│соответствии с федеральным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│государственным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│образовательным стандартом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│(государственным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│образовательным стандартом)│                              │             │              │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│2.4 │Реализация дополнительных  │руководители, должностные     │человек      │ДО ЯО, ДЗиФ   │ГОАУ ЯО "Институт    │</w:t>
      </w:r>
    </w:p>
    <w:p w:rsidR="00220854" w:rsidRDefault="00220854">
      <w:pPr>
        <w:pStyle w:val="ConsPlusCell"/>
        <w:rPr>
          <w:rFonts w:ascii="Courier New" w:hAnsi="Courier New" w:cs="Courier New"/>
          <w:sz w:val="20"/>
          <w:szCs w:val="20"/>
        </w:rPr>
      </w:pPr>
      <w:r>
        <w:rPr>
          <w:rFonts w:ascii="Courier New" w:hAnsi="Courier New" w:cs="Courier New"/>
          <w:sz w:val="20"/>
          <w:szCs w:val="20"/>
        </w:rPr>
        <w:t>│    │профессиональных программ  │лица, работники и специалисты │             │ЯО, ДК ЯО,    │развития             │</w:t>
      </w:r>
    </w:p>
    <w:p w:rsidR="00220854" w:rsidRDefault="00220854">
      <w:pPr>
        <w:pStyle w:val="ConsPlusCell"/>
        <w:rPr>
          <w:rFonts w:ascii="Courier New" w:hAnsi="Courier New" w:cs="Courier New"/>
          <w:sz w:val="20"/>
          <w:szCs w:val="20"/>
        </w:rPr>
      </w:pPr>
      <w:r>
        <w:rPr>
          <w:rFonts w:ascii="Courier New" w:hAnsi="Courier New" w:cs="Courier New"/>
          <w:sz w:val="20"/>
          <w:szCs w:val="20"/>
        </w:rPr>
        <w:t>│    │повышения квалификации в   │ОИВ, СПП, ОМСУ, организаций и │             │ДГСЗН ЯО,     │образования",        │</w:t>
      </w:r>
    </w:p>
    <w:p w:rsidR="00220854" w:rsidRDefault="00220854">
      <w:pPr>
        <w:pStyle w:val="ConsPlusCell"/>
        <w:rPr>
          <w:rFonts w:ascii="Courier New" w:hAnsi="Courier New" w:cs="Courier New"/>
          <w:sz w:val="20"/>
          <w:szCs w:val="20"/>
        </w:rPr>
      </w:pPr>
      <w:r>
        <w:rPr>
          <w:rFonts w:ascii="Courier New" w:hAnsi="Courier New" w:cs="Courier New"/>
          <w:sz w:val="20"/>
          <w:szCs w:val="20"/>
        </w:rPr>
        <w:t>│    │соответствии с             │учреждений                    │             │ДАПКиПР ЯО,   │ГБУ ЯО               │</w:t>
      </w:r>
    </w:p>
    <w:p w:rsidR="00220854" w:rsidRDefault="00220854">
      <w:pPr>
        <w:pStyle w:val="ConsPlusCell"/>
        <w:rPr>
          <w:rFonts w:ascii="Courier New" w:hAnsi="Courier New" w:cs="Courier New"/>
          <w:sz w:val="20"/>
          <w:szCs w:val="20"/>
        </w:rPr>
      </w:pPr>
      <w:r>
        <w:rPr>
          <w:rFonts w:ascii="Courier New" w:hAnsi="Courier New" w:cs="Courier New"/>
          <w:sz w:val="20"/>
          <w:szCs w:val="20"/>
        </w:rPr>
        <w:t>│    │квалификационными          │                              │             │ДРБ ЯО        │"Ярославский         │</w:t>
      </w:r>
    </w:p>
    <w:p w:rsidR="00220854" w:rsidRDefault="00220854">
      <w:pPr>
        <w:pStyle w:val="ConsPlusCell"/>
        <w:rPr>
          <w:rFonts w:ascii="Courier New" w:hAnsi="Courier New" w:cs="Courier New"/>
          <w:sz w:val="20"/>
          <w:szCs w:val="20"/>
        </w:rPr>
      </w:pPr>
      <w:r>
        <w:rPr>
          <w:rFonts w:ascii="Courier New" w:hAnsi="Courier New" w:cs="Courier New"/>
          <w:sz w:val="20"/>
          <w:szCs w:val="20"/>
        </w:rPr>
        <w:t>│    │требованиями               │                              │             │              │государственный      │</w:t>
      </w:r>
    </w:p>
    <w:p w:rsidR="00220854" w:rsidRDefault="00220854">
      <w:pPr>
        <w:pStyle w:val="ConsPlusCell"/>
        <w:rPr>
          <w:rFonts w:ascii="Courier New" w:hAnsi="Courier New" w:cs="Courier New"/>
          <w:sz w:val="20"/>
          <w:szCs w:val="20"/>
        </w:rPr>
      </w:pPr>
      <w:r>
        <w:rPr>
          <w:rFonts w:ascii="Courier New" w:hAnsi="Courier New" w:cs="Courier New"/>
          <w:sz w:val="20"/>
          <w:szCs w:val="20"/>
        </w:rPr>
        <w:t>│    │(профессиональными         │                              │             │              │институт качества    │</w:t>
      </w:r>
    </w:p>
    <w:p w:rsidR="00220854" w:rsidRDefault="00220854">
      <w:pPr>
        <w:pStyle w:val="ConsPlusCell"/>
        <w:rPr>
          <w:rFonts w:ascii="Courier New" w:hAnsi="Courier New" w:cs="Courier New"/>
          <w:sz w:val="20"/>
          <w:szCs w:val="20"/>
        </w:rPr>
      </w:pPr>
      <w:r>
        <w:rPr>
          <w:rFonts w:ascii="Courier New" w:hAnsi="Courier New" w:cs="Courier New"/>
          <w:sz w:val="20"/>
          <w:szCs w:val="20"/>
        </w:rPr>
        <w:t>│    │стандартами)               │                              │             │              │сырья и пищевых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│продуктов"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│2.5 │Реализация                 │руководители, должностные     │человек      │ДО ЯО         │ГОАУ ЯО "Институт    │</w:t>
      </w:r>
    </w:p>
    <w:p w:rsidR="00220854" w:rsidRDefault="00220854">
      <w:pPr>
        <w:pStyle w:val="ConsPlusCell"/>
        <w:rPr>
          <w:rFonts w:ascii="Courier New" w:hAnsi="Courier New" w:cs="Courier New"/>
          <w:sz w:val="20"/>
          <w:szCs w:val="20"/>
        </w:rPr>
      </w:pPr>
      <w:r>
        <w:rPr>
          <w:rFonts w:ascii="Courier New" w:hAnsi="Courier New" w:cs="Courier New"/>
          <w:sz w:val="20"/>
          <w:szCs w:val="20"/>
        </w:rPr>
        <w:t>│    │дополнительных             │лица, работники и специалисты │             │              │развития образования"│</w:t>
      </w:r>
    </w:p>
    <w:p w:rsidR="00220854" w:rsidRDefault="00220854">
      <w:pPr>
        <w:pStyle w:val="ConsPlusCell"/>
        <w:rPr>
          <w:rFonts w:ascii="Courier New" w:hAnsi="Courier New" w:cs="Courier New"/>
          <w:sz w:val="20"/>
          <w:szCs w:val="20"/>
        </w:rPr>
      </w:pPr>
      <w:r>
        <w:rPr>
          <w:rFonts w:ascii="Courier New" w:hAnsi="Courier New" w:cs="Courier New"/>
          <w:sz w:val="20"/>
          <w:szCs w:val="20"/>
        </w:rPr>
        <w:t>│    │профессиональных программ  │ОИВ, СПП, ОМСУ, организаций и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│профессиональной           │учреждений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│переподготовки в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│соответствии с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│квалификационными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│требованиями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│(профессиональными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│стандартами)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│2.6 │Содержание и воспитание    │воспитанники государственных  │человек      │ДО ЯО         │ГОУ ЯО для           │</w:t>
      </w:r>
    </w:p>
    <w:p w:rsidR="00220854" w:rsidRDefault="00220854">
      <w:pPr>
        <w:pStyle w:val="ConsPlusCell"/>
        <w:rPr>
          <w:rFonts w:ascii="Courier New" w:hAnsi="Courier New" w:cs="Courier New"/>
          <w:sz w:val="20"/>
          <w:szCs w:val="20"/>
        </w:rPr>
      </w:pPr>
      <w:r>
        <w:rPr>
          <w:rFonts w:ascii="Courier New" w:hAnsi="Courier New" w:cs="Courier New"/>
          <w:sz w:val="20"/>
          <w:szCs w:val="20"/>
        </w:rPr>
        <w:t>│    │детей в образовательных    │школ-интернатов и             │             │              │детей-сирот и детей, │</w:t>
      </w:r>
    </w:p>
    <w:p w:rsidR="00220854" w:rsidRDefault="00220854">
      <w:pPr>
        <w:pStyle w:val="ConsPlusCell"/>
        <w:rPr>
          <w:rFonts w:ascii="Courier New" w:hAnsi="Courier New" w:cs="Courier New"/>
          <w:sz w:val="20"/>
          <w:szCs w:val="20"/>
        </w:rPr>
      </w:pPr>
      <w:r>
        <w:rPr>
          <w:rFonts w:ascii="Courier New" w:hAnsi="Courier New" w:cs="Courier New"/>
          <w:sz w:val="20"/>
          <w:szCs w:val="20"/>
        </w:rPr>
        <w:t>│    │учреждениях                │государственных учреждений для│             │              │оставшихся без       │</w:t>
      </w:r>
    </w:p>
    <w:p w:rsidR="00220854" w:rsidRDefault="00220854">
      <w:pPr>
        <w:pStyle w:val="ConsPlusCell"/>
        <w:rPr>
          <w:rFonts w:ascii="Courier New" w:hAnsi="Courier New" w:cs="Courier New"/>
          <w:sz w:val="20"/>
          <w:szCs w:val="20"/>
        </w:rPr>
      </w:pPr>
      <w:r>
        <w:rPr>
          <w:rFonts w:ascii="Courier New" w:hAnsi="Courier New" w:cs="Courier New"/>
          <w:sz w:val="20"/>
          <w:szCs w:val="20"/>
        </w:rPr>
        <w:t>│    │                           │детей-сирот и детей,          │             │              │попечения родителей, │</w:t>
      </w:r>
    </w:p>
    <w:p w:rsidR="00220854" w:rsidRDefault="00220854">
      <w:pPr>
        <w:pStyle w:val="ConsPlusCell"/>
        <w:rPr>
          <w:rFonts w:ascii="Courier New" w:hAnsi="Courier New" w:cs="Courier New"/>
          <w:sz w:val="20"/>
          <w:szCs w:val="20"/>
        </w:rPr>
      </w:pPr>
      <w:r>
        <w:rPr>
          <w:rFonts w:ascii="Courier New" w:hAnsi="Courier New" w:cs="Courier New"/>
          <w:sz w:val="20"/>
          <w:szCs w:val="20"/>
        </w:rPr>
        <w:t>│    │                           │оставшихся без попечения      │             │              │ГОУ ЯО               │</w:t>
      </w:r>
    </w:p>
    <w:p w:rsidR="00220854" w:rsidRDefault="00220854">
      <w:pPr>
        <w:pStyle w:val="ConsPlusCell"/>
        <w:rPr>
          <w:rFonts w:ascii="Courier New" w:hAnsi="Courier New" w:cs="Courier New"/>
          <w:sz w:val="20"/>
          <w:szCs w:val="20"/>
        </w:rPr>
      </w:pPr>
      <w:r>
        <w:rPr>
          <w:rFonts w:ascii="Courier New" w:hAnsi="Courier New" w:cs="Courier New"/>
          <w:sz w:val="20"/>
          <w:szCs w:val="20"/>
        </w:rPr>
        <w:t>│    │                           │родителей                     │             │              │общеобразовательные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│школы-интернаты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│2.7 │Присмотр и уход за детьми в│обучающиеся в государственных │человек      │ДО ЯО         │ГОУ ЯО специальные   │</w:t>
      </w:r>
    </w:p>
    <w:p w:rsidR="00220854" w:rsidRDefault="00220854">
      <w:pPr>
        <w:pStyle w:val="ConsPlusCell"/>
        <w:rPr>
          <w:rFonts w:ascii="Courier New" w:hAnsi="Courier New" w:cs="Courier New"/>
          <w:sz w:val="20"/>
          <w:szCs w:val="20"/>
        </w:rPr>
      </w:pPr>
      <w:r>
        <w:rPr>
          <w:rFonts w:ascii="Courier New" w:hAnsi="Courier New" w:cs="Courier New"/>
          <w:sz w:val="20"/>
          <w:szCs w:val="20"/>
        </w:rPr>
        <w:t>│    │группах продленного дня    │общеобразовательных           │             │              │(коррекционные) школы│</w:t>
      </w:r>
    </w:p>
    <w:p w:rsidR="00220854" w:rsidRDefault="00220854">
      <w:pPr>
        <w:pStyle w:val="ConsPlusCell"/>
        <w:rPr>
          <w:rFonts w:ascii="Courier New" w:hAnsi="Courier New" w:cs="Courier New"/>
          <w:sz w:val="20"/>
          <w:szCs w:val="20"/>
        </w:rPr>
      </w:pPr>
      <w:r>
        <w:rPr>
          <w:rFonts w:ascii="Courier New" w:hAnsi="Courier New" w:cs="Courier New"/>
          <w:sz w:val="20"/>
          <w:szCs w:val="20"/>
        </w:rPr>
        <w:t>│    │                           │специальных (коррекционных)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│учреждениях                   │             │              │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│2.8 │Реализация дополнительных  │дети в возрасте от 5 до 18    │человек      │ДО ЯО, ДК ЯО, │ГОУ ДОД ЯО, ГОУ ПО   │</w:t>
      </w:r>
    </w:p>
    <w:p w:rsidR="00220854" w:rsidRDefault="00220854">
      <w:pPr>
        <w:pStyle w:val="ConsPlusCell"/>
        <w:rPr>
          <w:rFonts w:ascii="Courier New" w:hAnsi="Courier New" w:cs="Courier New"/>
          <w:sz w:val="20"/>
          <w:szCs w:val="20"/>
        </w:rPr>
      </w:pPr>
      <w:r>
        <w:rPr>
          <w:rFonts w:ascii="Courier New" w:hAnsi="Courier New" w:cs="Courier New"/>
          <w:sz w:val="20"/>
          <w:szCs w:val="20"/>
        </w:rPr>
        <w:t>│    │общеразвивающих программ и │лет, не имеющие медицинских   │             │АФКС ЯО, АДМ  │ЯО, ГОУ для          │</w:t>
      </w:r>
    </w:p>
    <w:p w:rsidR="00220854" w:rsidRDefault="00220854">
      <w:pPr>
        <w:pStyle w:val="ConsPlusCell"/>
        <w:rPr>
          <w:rFonts w:ascii="Courier New" w:hAnsi="Courier New" w:cs="Courier New"/>
          <w:sz w:val="20"/>
          <w:szCs w:val="20"/>
        </w:rPr>
      </w:pPr>
      <w:r>
        <w:rPr>
          <w:rFonts w:ascii="Courier New" w:hAnsi="Courier New" w:cs="Courier New"/>
          <w:sz w:val="20"/>
          <w:szCs w:val="20"/>
        </w:rPr>
        <w:t>│    │дополнительных             │противопоказаний к освоению   │             │ЯО, ДРБ       │детей-сирот и детей, │</w:t>
      </w:r>
    </w:p>
    <w:p w:rsidR="00220854" w:rsidRDefault="00220854">
      <w:pPr>
        <w:pStyle w:val="ConsPlusCell"/>
        <w:rPr>
          <w:rFonts w:ascii="Courier New" w:hAnsi="Courier New" w:cs="Courier New"/>
          <w:sz w:val="20"/>
          <w:szCs w:val="20"/>
        </w:rPr>
      </w:pPr>
      <w:r>
        <w:rPr>
          <w:rFonts w:ascii="Courier New" w:hAnsi="Courier New" w:cs="Courier New"/>
          <w:sz w:val="20"/>
          <w:szCs w:val="20"/>
        </w:rPr>
        <w:t>│    │предпрофессиональных       │выбранной образовательной     │             │ЯО            │оставшихся без       │</w:t>
      </w:r>
    </w:p>
    <w:p w:rsidR="00220854" w:rsidRDefault="00220854">
      <w:pPr>
        <w:pStyle w:val="ConsPlusCell"/>
        <w:rPr>
          <w:rFonts w:ascii="Courier New" w:hAnsi="Courier New" w:cs="Courier New"/>
          <w:sz w:val="20"/>
          <w:szCs w:val="20"/>
        </w:rPr>
      </w:pPr>
      <w:r>
        <w:rPr>
          <w:rFonts w:ascii="Courier New" w:hAnsi="Courier New" w:cs="Courier New"/>
          <w:sz w:val="20"/>
          <w:szCs w:val="20"/>
        </w:rPr>
        <w:t>│    │программ в соответствии с  │программы                     │             │              │попечения родителей, │</w:t>
      </w:r>
    </w:p>
    <w:p w:rsidR="00220854" w:rsidRDefault="00220854">
      <w:pPr>
        <w:pStyle w:val="ConsPlusCell"/>
        <w:rPr>
          <w:rFonts w:ascii="Courier New" w:hAnsi="Courier New" w:cs="Courier New"/>
          <w:sz w:val="20"/>
          <w:szCs w:val="20"/>
        </w:rPr>
      </w:pPr>
      <w:r>
        <w:rPr>
          <w:rFonts w:ascii="Courier New" w:hAnsi="Courier New" w:cs="Courier New"/>
          <w:sz w:val="20"/>
          <w:szCs w:val="20"/>
        </w:rPr>
        <w:t>│    │федеральными               │                              │             │              │государственные      │</w:t>
      </w:r>
    </w:p>
    <w:p w:rsidR="00220854" w:rsidRDefault="00220854">
      <w:pPr>
        <w:pStyle w:val="ConsPlusCell"/>
        <w:rPr>
          <w:rFonts w:ascii="Courier New" w:hAnsi="Courier New" w:cs="Courier New"/>
          <w:sz w:val="20"/>
          <w:szCs w:val="20"/>
        </w:rPr>
      </w:pPr>
      <w:r>
        <w:rPr>
          <w:rFonts w:ascii="Courier New" w:hAnsi="Courier New" w:cs="Courier New"/>
          <w:sz w:val="20"/>
          <w:szCs w:val="20"/>
        </w:rPr>
        <w:t>│    │государственными           │                              │             │              │общеобразовательные  │</w:t>
      </w:r>
    </w:p>
    <w:p w:rsidR="00220854" w:rsidRDefault="00220854">
      <w:pPr>
        <w:pStyle w:val="ConsPlusCell"/>
        <w:rPr>
          <w:rFonts w:ascii="Courier New" w:hAnsi="Courier New" w:cs="Courier New"/>
          <w:sz w:val="20"/>
          <w:szCs w:val="20"/>
        </w:rPr>
      </w:pPr>
      <w:r>
        <w:rPr>
          <w:rFonts w:ascii="Courier New" w:hAnsi="Courier New" w:cs="Courier New"/>
          <w:sz w:val="20"/>
          <w:szCs w:val="20"/>
        </w:rPr>
        <w:t>│    │требованиями               │                              │             │              │учреждения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│2.9 │Реализация основных        │дети в возрасте от 2 месяцев  │человек      │ДО ЯО         │ГОАУ СПО ЯО          │</w:t>
      </w:r>
    </w:p>
    <w:p w:rsidR="00220854" w:rsidRDefault="00220854">
      <w:pPr>
        <w:pStyle w:val="ConsPlusCell"/>
        <w:rPr>
          <w:rFonts w:ascii="Courier New" w:hAnsi="Courier New" w:cs="Courier New"/>
          <w:sz w:val="20"/>
          <w:szCs w:val="20"/>
        </w:rPr>
      </w:pPr>
      <w:r>
        <w:rPr>
          <w:rFonts w:ascii="Courier New" w:hAnsi="Courier New" w:cs="Courier New"/>
          <w:sz w:val="20"/>
          <w:szCs w:val="20"/>
        </w:rPr>
        <w:t>│    │общеобразовательных        │до 7 лет                      │             │              │"Рыбинский           │</w:t>
      </w:r>
    </w:p>
    <w:p w:rsidR="00220854" w:rsidRDefault="00220854">
      <w:pPr>
        <w:pStyle w:val="ConsPlusCell"/>
        <w:rPr>
          <w:rFonts w:ascii="Courier New" w:hAnsi="Courier New" w:cs="Courier New"/>
          <w:sz w:val="20"/>
          <w:szCs w:val="20"/>
        </w:rPr>
      </w:pPr>
      <w:r>
        <w:rPr>
          <w:rFonts w:ascii="Courier New" w:hAnsi="Courier New" w:cs="Courier New"/>
          <w:sz w:val="20"/>
          <w:szCs w:val="20"/>
        </w:rPr>
        <w:t>│    │программ дошкольного       │                              │             │              │педагогический       │</w:t>
      </w:r>
    </w:p>
    <w:p w:rsidR="00220854" w:rsidRDefault="00220854">
      <w:pPr>
        <w:pStyle w:val="ConsPlusCell"/>
        <w:rPr>
          <w:rFonts w:ascii="Courier New" w:hAnsi="Courier New" w:cs="Courier New"/>
          <w:sz w:val="20"/>
          <w:szCs w:val="20"/>
        </w:rPr>
      </w:pPr>
      <w:r>
        <w:rPr>
          <w:rFonts w:ascii="Courier New" w:hAnsi="Courier New" w:cs="Courier New"/>
          <w:sz w:val="20"/>
          <w:szCs w:val="20"/>
        </w:rPr>
        <w:t>│    │образования в соответствии │                              │             │              │колледж",            │</w:t>
      </w:r>
    </w:p>
    <w:p w:rsidR="00220854" w:rsidRDefault="00220854">
      <w:pPr>
        <w:pStyle w:val="ConsPlusCell"/>
        <w:rPr>
          <w:rFonts w:ascii="Courier New" w:hAnsi="Courier New" w:cs="Courier New"/>
          <w:sz w:val="20"/>
          <w:szCs w:val="20"/>
        </w:rPr>
      </w:pPr>
      <w:r>
        <w:rPr>
          <w:rFonts w:ascii="Courier New" w:hAnsi="Courier New" w:cs="Courier New"/>
          <w:sz w:val="20"/>
          <w:szCs w:val="20"/>
        </w:rPr>
        <w:t>│    │с федеральным              │                              │             │              │государственные      │</w:t>
      </w:r>
    </w:p>
    <w:p w:rsidR="00220854" w:rsidRDefault="00220854">
      <w:pPr>
        <w:pStyle w:val="ConsPlusCell"/>
        <w:rPr>
          <w:rFonts w:ascii="Courier New" w:hAnsi="Courier New" w:cs="Courier New"/>
          <w:sz w:val="20"/>
          <w:szCs w:val="20"/>
        </w:rPr>
      </w:pPr>
      <w:r>
        <w:rPr>
          <w:rFonts w:ascii="Courier New" w:hAnsi="Courier New" w:cs="Courier New"/>
          <w:sz w:val="20"/>
          <w:szCs w:val="20"/>
        </w:rPr>
        <w:t>│    │государственным            │                              │             │              │общеобразовательные  │</w:t>
      </w:r>
    </w:p>
    <w:p w:rsidR="00220854" w:rsidRDefault="00220854">
      <w:pPr>
        <w:pStyle w:val="ConsPlusCell"/>
        <w:rPr>
          <w:rFonts w:ascii="Courier New" w:hAnsi="Courier New" w:cs="Courier New"/>
          <w:sz w:val="20"/>
          <w:szCs w:val="20"/>
        </w:rPr>
      </w:pPr>
      <w:r>
        <w:rPr>
          <w:rFonts w:ascii="Courier New" w:hAnsi="Courier New" w:cs="Courier New"/>
          <w:sz w:val="20"/>
          <w:szCs w:val="20"/>
        </w:rPr>
        <w:t>│    │образовательным стандартом │                              │             │              │учреждения и         │</w:t>
      </w:r>
    </w:p>
    <w:p w:rsidR="00220854" w:rsidRDefault="00220854">
      <w:pPr>
        <w:pStyle w:val="ConsPlusCell"/>
        <w:rPr>
          <w:rFonts w:ascii="Courier New" w:hAnsi="Courier New" w:cs="Courier New"/>
          <w:sz w:val="20"/>
          <w:szCs w:val="20"/>
        </w:rPr>
      </w:pPr>
      <w:r>
        <w:rPr>
          <w:rFonts w:ascii="Courier New" w:hAnsi="Courier New" w:cs="Courier New"/>
          <w:sz w:val="20"/>
          <w:szCs w:val="20"/>
        </w:rPr>
        <w:t>│    │(государственным           │                              │             │              │учреждения для       │</w:t>
      </w:r>
    </w:p>
    <w:p w:rsidR="00220854" w:rsidRDefault="00220854">
      <w:pPr>
        <w:pStyle w:val="ConsPlusCell"/>
        <w:rPr>
          <w:rFonts w:ascii="Courier New" w:hAnsi="Courier New" w:cs="Courier New"/>
          <w:sz w:val="20"/>
          <w:szCs w:val="20"/>
        </w:rPr>
      </w:pPr>
      <w:r>
        <w:rPr>
          <w:rFonts w:ascii="Courier New" w:hAnsi="Courier New" w:cs="Courier New"/>
          <w:sz w:val="20"/>
          <w:szCs w:val="20"/>
        </w:rPr>
        <w:t>│    │образовательным стандартом)│                              │             │              │детей-сирот и детей,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│оставшихся без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│попечения родителей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│2.10│Организация присмотра и    │дети в возрасте от 2 месяцев  │человек      │ДО ЯО         │ГОАУ СПО ЯО          │</w:t>
      </w:r>
    </w:p>
    <w:p w:rsidR="00220854" w:rsidRDefault="00220854">
      <w:pPr>
        <w:pStyle w:val="ConsPlusCell"/>
        <w:rPr>
          <w:rFonts w:ascii="Courier New" w:hAnsi="Courier New" w:cs="Courier New"/>
          <w:sz w:val="20"/>
          <w:szCs w:val="20"/>
        </w:rPr>
      </w:pPr>
      <w:r>
        <w:rPr>
          <w:rFonts w:ascii="Courier New" w:hAnsi="Courier New" w:cs="Courier New"/>
          <w:sz w:val="20"/>
          <w:szCs w:val="20"/>
        </w:rPr>
        <w:t>│    │ухода за детьми,           │до 7 лет                      │             │              │"Рыбинский           │</w:t>
      </w:r>
    </w:p>
    <w:p w:rsidR="00220854" w:rsidRDefault="00220854">
      <w:pPr>
        <w:pStyle w:val="ConsPlusCell"/>
        <w:rPr>
          <w:rFonts w:ascii="Courier New" w:hAnsi="Courier New" w:cs="Courier New"/>
          <w:sz w:val="20"/>
          <w:szCs w:val="20"/>
        </w:rPr>
      </w:pPr>
      <w:r>
        <w:rPr>
          <w:rFonts w:ascii="Courier New" w:hAnsi="Courier New" w:cs="Courier New"/>
          <w:sz w:val="20"/>
          <w:szCs w:val="20"/>
        </w:rPr>
        <w:t>│    │осваивающими               │                              │             │              │педагогический       │</w:t>
      </w:r>
    </w:p>
    <w:p w:rsidR="00220854" w:rsidRDefault="00220854">
      <w:pPr>
        <w:pStyle w:val="ConsPlusCell"/>
        <w:rPr>
          <w:rFonts w:ascii="Courier New" w:hAnsi="Courier New" w:cs="Courier New"/>
          <w:sz w:val="20"/>
          <w:szCs w:val="20"/>
        </w:rPr>
      </w:pPr>
      <w:r>
        <w:rPr>
          <w:rFonts w:ascii="Courier New" w:hAnsi="Courier New" w:cs="Courier New"/>
          <w:sz w:val="20"/>
          <w:szCs w:val="20"/>
        </w:rPr>
        <w:t>│    │образовательные программы  │                              │             │              │колледж"             │</w:t>
      </w:r>
    </w:p>
    <w:p w:rsidR="00220854" w:rsidRDefault="00220854">
      <w:pPr>
        <w:pStyle w:val="ConsPlusCell"/>
        <w:rPr>
          <w:rFonts w:ascii="Courier New" w:hAnsi="Courier New" w:cs="Courier New"/>
          <w:sz w:val="20"/>
          <w:szCs w:val="20"/>
        </w:rPr>
      </w:pPr>
      <w:r>
        <w:rPr>
          <w:rFonts w:ascii="Courier New" w:hAnsi="Courier New" w:cs="Courier New"/>
          <w:sz w:val="20"/>
          <w:szCs w:val="20"/>
        </w:rPr>
        <w:t>│    │дошкольного образования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bookmarkStart w:id="8" w:name="Par238"/>
      <w:bookmarkEnd w:id="8"/>
      <w:r>
        <w:rPr>
          <w:rFonts w:ascii="Courier New" w:hAnsi="Courier New" w:cs="Courier New"/>
          <w:sz w:val="20"/>
          <w:szCs w:val="20"/>
        </w:rPr>
        <w:t>│                                                   3. Культура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│3.1 │Показ спектаклей, концертов│физические лица, юридические  │единиц       │ДК ЯО         │государственные      │</w:t>
      </w:r>
    </w:p>
    <w:p w:rsidR="00220854" w:rsidRDefault="00220854">
      <w:pPr>
        <w:pStyle w:val="ConsPlusCell"/>
        <w:rPr>
          <w:rFonts w:ascii="Courier New" w:hAnsi="Courier New" w:cs="Courier New"/>
          <w:sz w:val="20"/>
          <w:szCs w:val="20"/>
        </w:rPr>
      </w:pPr>
      <w:r>
        <w:rPr>
          <w:rFonts w:ascii="Courier New" w:hAnsi="Courier New" w:cs="Courier New"/>
          <w:sz w:val="20"/>
          <w:szCs w:val="20"/>
        </w:rPr>
        <w:t>│    │и концертных программ,     │лица                          │публичных    │              │театры, концертные   │</w:t>
      </w:r>
    </w:p>
    <w:p w:rsidR="00220854" w:rsidRDefault="00220854">
      <w:pPr>
        <w:pStyle w:val="ConsPlusCell"/>
        <w:rPr>
          <w:rFonts w:ascii="Courier New" w:hAnsi="Courier New" w:cs="Courier New"/>
          <w:sz w:val="20"/>
          <w:szCs w:val="20"/>
        </w:rPr>
      </w:pPr>
      <w:r>
        <w:rPr>
          <w:rFonts w:ascii="Courier New" w:hAnsi="Courier New" w:cs="Courier New"/>
          <w:sz w:val="20"/>
          <w:szCs w:val="20"/>
        </w:rPr>
        <w:t>│    │кинопрограмм и иных        │                              │показов на   │              │организации, музеи,  │</w:t>
      </w:r>
    </w:p>
    <w:p w:rsidR="00220854" w:rsidRDefault="00220854">
      <w:pPr>
        <w:pStyle w:val="ConsPlusCell"/>
        <w:rPr>
          <w:rFonts w:ascii="Courier New" w:hAnsi="Courier New" w:cs="Courier New"/>
          <w:sz w:val="20"/>
          <w:szCs w:val="20"/>
        </w:rPr>
      </w:pPr>
      <w:r>
        <w:rPr>
          <w:rFonts w:ascii="Courier New" w:hAnsi="Courier New" w:cs="Courier New"/>
          <w:sz w:val="20"/>
          <w:szCs w:val="20"/>
        </w:rPr>
        <w:t>│    │зрелищных программ         │                              │стационаре и │              │культурно-досуговые  │</w:t>
      </w:r>
    </w:p>
    <w:p w:rsidR="00220854" w:rsidRDefault="00220854">
      <w:pPr>
        <w:pStyle w:val="ConsPlusCell"/>
        <w:rPr>
          <w:rFonts w:ascii="Courier New" w:hAnsi="Courier New" w:cs="Courier New"/>
          <w:sz w:val="20"/>
          <w:szCs w:val="20"/>
        </w:rPr>
      </w:pPr>
      <w:r>
        <w:rPr>
          <w:rFonts w:ascii="Courier New" w:hAnsi="Courier New" w:cs="Courier New"/>
          <w:sz w:val="20"/>
          <w:szCs w:val="20"/>
        </w:rPr>
        <w:t>│    │                           │                              │на гастролях │              │учреждения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│3.2 │Библиотечное,              │физические лица, юридические  │посещений    │ДК ЯО         │государственные      │</w:t>
      </w:r>
    </w:p>
    <w:p w:rsidR="00220854" w:rsidRDefault="00220854">
      <w:pPr>
        <w:pStyle w:val="ConsPlusCell"/>
        <w:rPr>
          <w:rFonts w:ascii="Courier New" w:hAnsi="Courier New" w:cs="Courier New"/>
          <w:sz w:val="20"/>
          <w:szCs w:val="20"/>
        </w:rPr>
      </w:pPr>
      <w:r>
        <w:rPr>
          <w:rFonts w:ascii="Courier New" w:hAnsi="Courier New" w:cs="Courier New"/>
          <w:sz w:val="20"/>
          <w:szCs w:val="20"/>
        </w:rPr>
        <w:t>│    │библиографическое и        │лица                          │(единиц)     │              │библиотеки           │</w:t>
      </w:r>
    </w:p>
    <w:p w:rsidR="00220854" w:rsidRDefault="00220854">
      <w:pPr>
        <w:pStyle w:val="ConsPlusCell"/>
        <w:rPr>
          <w:rFonts w:ascii="Courier New" w:hAnsi="Courier New" w:cs="Courier New"/>
          <w:sz w:val="20"/>
          <w:szCs w:val="20"/>
        </w:rPr>
      </w:pPr>
      <w:r>
        <w:rPr>
          <w:rFonts w:ascii="Courier New" w:hAnsi="Courier New" w:cs="Courier New"/>
          <w:sz w:val="20"/>
          <w:szCs w:val="20"/>
        </w:rPr>
        <w:t>│    │информационное обслуживание│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│пользователей библиотеки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│3.3 │Прокат кинофильмов и       │физические лица, юридические  │единиц       │ДК ЯО         │ГУК ЯО               │</w:t>
      </w:r>
    </w:p>
    <w:p w:rsidR="00220854" w:rsidRDefault="00220854">
      <w:pPr>
        <w:pStyle w:val="ConsPlusCell"/>
        <w:rPr>
          <w:rFonts w:ascii="Courier New" w:hAnsi="Courier New" w:cs="Courier New"/>
          <w:sz w:val="20"/>
          <w:szCs w:val="20"/>
        </w:rPr>
      </w:pPr>
      <w:r>
        <w:rPr>
          <w:rFonts w:ascii="Courier New" w:hAnsi="Courier New" w:cs="Courier New"/>
          <w:sz w:val="20"/>
          <w:szCs w:val="20"/>
        </w:rPr>
        <w:t>│    │аудиовизуальных            │лица                          │выданных     │              │"Киновидеоцентр"     │</w:t>
      </w:r>
    </w:p>
    <w:p w:rsidR="00220854" w:rsidRDefault="00220854">
      <w:pPr>
        <w:pStyle w:val="ConsPlusCell"/>
        <w:rPr>
          <w:rFonts w:ascii="Courier New" w:hAnsi="Courier New" w:cs="Courier New"/>
          <w:sz w:val="20"/>
          <w:szCs w:val="20"/>
        </w:rPr>
      </w:pPr>
      <w:r>
        <w:rPr>
          <w:rFonts w:ascii="Courier New" w:hAnsi="Courier New" w:cs="Courier New"/>
          <w:sz w:val="20"/>
          <w:szCs w:val="20"/>
        </w:rPr>
        <w:t>│    │произведений               │                              │фильмокопий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│киноустановками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bookmarkStart w:id="9" w:name="Par256"/>
      <w:bookmarkEnd w:id="9"/>
      <w:r>
        <w:rPr>
          <w:rFonts w:ascii="Courier New" w:hAnsi="Courier New" w:cs="Courier New"/>
          <w:sz w:val="20"/>
          <w:szCs w:val="20"/>
        </w:rPr>
        <w:t>│                                               4. Социальная защита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│4.1 │Социальное обслуживание    │несовершеннолетние от 3 до 18 │человек      │ДТиСПН ЯО     │социально -          │</w:t>
      </w:r>
    </w:p>
    <w:p w:rsidR="00220854" w:rsidRDefault="00220854">
      <w:pPr>
        <w:pStyle w:val="ConsPlusCell"/>
        <w:rPr>
          <w:rFonts w:ascii="Courier New" w:hAnsi="Courier New" w:cs="Courier New"/>
          <w:sz w:val="20"/>
          <w:szCs w:val="20"/>
        </w:rPr>
      </w:pPr>
      <w:r>
        <w:rPr>
          <w:rFonts w:ascii="Courier New" w:hAnsi="Courier New" w:cs="Courier New"/>
          <w:sz w:val="20"/>
          <w:szCs w:val="20"/>
        </w:rPr>
        <w:t>│    │несовершеннолетних и семей │лет: оставшиеся без попечения │             │              │реабилитационные     │</w:t>
      </w:r>
    </w:p>
    <w:p w:rsidR="00220854" w:rsidRDefault="00220854">
      <w:pPr>
        <w:pStyle w:val="ConsPlusCell"/>
        <w:rPr>
          <w:rFonts w:ascii="Courier New" w:hAnsi="Courier New" w:cs="Courier New"/>
          <w:sz w:val="20"/>
          <w:szCs w:val="20"/>
        </w:rPr>
      </w:pPr>
      <w:r>
        <w:rPr>
          <w:rFonts w:ascii="Courier New" w:hAnsi="Courier New" w:cs="Courier New"/>
          <w:sz w:val="20"/>
          <w:szCs w:val="20"/>
        </w:rPr>
        <w:t>│    │с детьми, находящихся в    │родителей или иных законных   │             │              │центры для           │</w:t>
      </w:r>
    </w:p>
    <w:p w:rsidR="00220854" w:rsidRDefault="00220854">
      <w:pPr>
        <w:pStyle w:val="ConsPlusCell"/>
        <w:rPr>
          <w:rFonts w:ascii="Courier New" w:hAnsi="Courier New" w:cs="Courier New"/>
          <w:sz w:val="20"/>
          <w:szCs w:val="20"/>
        </w:rPr>
      </w:pPr>
      <w:r>
        <w:rPr>
          <w:rFonts w:ascii="Courier New" w:hAnsi="Courier New" w:cs="Courier New"/>
          <w:sz w:val="20"/>
          <w:szCs w:val="20"/>
        </w:rPr>
        <w:t>│    │трудной жизненной ситуации │представителей; проживающие в │             │              │несовершеннолетних,  │</w:t>
      </w:r>
    </w:p>
    <w:p w:rsidR="00220854" w:rsidRDefault="00220854">
      <w:pPr>
        <w:pStyle w:val="ConsPlusCell"/>
        <w:rPr>
          <w:rFonts w:ascii="Courier New" w:hAnsi="Courier New" w:cs="Courier New"/>
          <w:sz w:val="20"/>
          <w:szCs w:val="20"/>
        </w:rPr>
      </w:pPr>
      <w:r>
        <w:rPr>
          <w:rFonts w:ascii="Courier New" w:hAnsi="Courier New" w:cs="Courier New"/>
          <w:sz w:val="20"/>
          <w:szCs w:val="20"/>
        </w:rPr>
        <w:t>│    │                           │семьях, находящихся в         │             │              │ГКУ СО ЯО "Центр     │</w:t>
      </w:r>
    </w:p>
    <w:p w:rsidR="00220854" w:rsidRDefault="00220854">
      <w:pPr>
        <w:pStyle w:val="ConsPlusCell"/>
        <w:rPr>
          <w:rFonts w:ascii="Courier New" w:hAnsi="Courier New" w:cs="Courier New"/>
          <w:sz w:val="20"/>
          <w:szCs w:val="20"/>
        </w:rPr>
      </w:pPr>
      <w:r>
        <w:rPr>
          <w:rFonts w:ascii="Courier New" w:hAnsi="Courier New" w:cs="Courier New"/>
          <w:sz w:val="20"/>
          <w:szCs w:val="20"/>
        </w:rPr>
        <w:t>│    │                           │социально опасном положении;  │             │              │социальной помощи    │</w:t>
      </w:r>
    </w:p>
    <w:p w:rsidR="00220854" w:rsidRDefault="00220854">
      <w:pPr>
        <w:pStyle w:val="ConsPlusCell"/>
        <w:rPr>
          <w:rFonts w:ascii="Courier New" w:hAnsi="Courier New" w:cs="Courier New"/>
          <w:sz w:val="20"/>
          <w:szCs w:val="20"/>
        </w:rPr>
      </w:pPr>
      <w:r>
        <w:rPr>
          <w:rFonts w:ascii="Courier New" w:hAnsi="Courier New" w:cs="Courier New"/>
          <w:sz w:val="20"/>
          <w:szCs w:val="20"/>
        </w:rPr>
        <w:t>│    │                           │самовольно оставившие семью   │             │              │семье и детям"       │</w:t>
      </w:r>
    </w:p>
    <w:p w:rsidR="00220854" w:rsidRDefault="00220854">
      <w:pPr>
        <w:pStyle w:val="ConsPlusCell"/>
        <w:rPr>
          <w:rFonts w:ascii="Courier New" w:hAnsi="Courier New" w:cs="Courier New"/>
          <w:sz w:val="20"/>
          <w:szCs w:val="20"/>
        </w:rPr>
      </w:pPr>
      <w:r>
        <w:rPr>
          <w:rFonts w:ascii="Courier New" w:hAnsi="Courier New" w:cs="Courier New"/>
          <w:sz w:val="20"/>
          <w:szCs w:val="20"/>
        </w:rPr>
        <w:t>│    │                           │или учреждение; заблудившиеся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│или подкинутые; не имеющие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│места жительства и (или)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│средств к существованию;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│оказавшиеся в трудной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│жизненной ситуации. Семьи с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│детьми, находящиеся в трудной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│жизненной ситуации            │             │              │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│4.2 │Социальное обслуживание    │дети и подростки с            │человек      │ДТиСПН ЯО     │социально -          │</w:t>
      </w:r>
    </w:p>
    <w:p w:rsidR="00220854" w:rsidRDefault="00220854">
      <w:pPr>
        <w:pStyle w:val="ConsPlusCell"/>
        <w:rPr>
          <w:rFonts w:ascii="Courier New" w:hAnsi="Courier New" w:cs="Courier New"/>
          <w:sz w:val="20"/>
          <w:szCs w:val="20"/>
        </w:rPr>
      </w:pPr>
      <w:r>
        <w:rPr>
          <w:rFonts w:ascii="Courier New" w:hAnsi="Courier New" w:cs="Courier New"/>
          <w:sz w:val="20"/>
          <w:szCs w:val="20"/>
        </w:rPr>
        <w:t>│    │несовершеннолетних с       │ограниченными возможностями от│             │              │реабилитационные     │</w:t>
      </w:r>
    </w:p>
    <w:p w:rsidR="00220854" w:rsidRDefault="00220854">
      <w:pPr>
        <w:pStyle w:val="ConsPlusCell"/>
        <w:rPr>
          <w:rFonts w:ascii="Courier New" w:hAnsi="Courier New" w:cs="Courier New"/>
          <w:sz w:val="20"/>
          <w:szCs w:val="20"/>
        </w:rPr>
      </w:pPr>
      <w:r>
        <w:rPr>
          <w:rFonts w:ascii="Courier New" w:hAnsi="Courier New" w:cs="Courier New"/>
          <w:sz w:val="20"/>
          <w:szCs w:val="20"/>
        </w:rPr>
        <w:t>│    │отклонениями в умственном и│0 до 18 лет; семьи,           │             │              │центры,              │</w:t>
      </w:r>
    </w:p>
    <w:p w:rsidR="00220854" w:rsidRDefault="00220854">
      <w:pPr>
        <w:pStyle w:val="ConsPlusCell"/>
        <w:rPr>
          <w:rFonts w:ascii="Courier New" w:hAnsi="Courier New" w:cs="Courier New"/>
          <w:sz w:val="20"/>
          <w:szCs w:val="20"/>
        </w:rPr>
      </w:pPr>
      <w:r>
        <w:rPr>
          <w:rFonts w:ascii="Courier New" w:hAnsi="Courier New" w:cs="Courier New"/>
          <w:sz w:val="20"/>
          <w:szCs w:val="20"/>
        </w:rPr>
        <w:t>│    │физическом развитии и семей│воспитывающие детей-инвалидов │             │              │ГКУ СО ЯО "Центр     │</w:t>
      </w:r>
    </w:p>
    <w:p w:rsidR="00220854" w:rsidRDefault="00220854">
      <w:pPr>
        <w:pStyle w:val="ConsPlusCell"/>
        <w:rPr>
          <w:rFonts w:ascii="Courier New" w:hAnsi="Courier New" w:cs="Courier New"/>
          <w:sz w:val="20"/>
          <w:szCs w:val="20"/>
        </w:rPr>
      </w:pPr>
      <w:r>
        <w:rPr>
          <w:rFonts w:ascii="Courier New" w:hAnsi="Courier New" w:cs="Courier New"/>
          <w:sz w:val="20"/>
          <w:szCs w:val="20"/>
        </w:rPr>
        <w:t>│    │с детьми-инвалидами        │                              │             │              │социальной помощи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│семье и детям",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│реабилитационные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│центры для детей и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│подростков с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│ограниченными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│возможностями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│здоровья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│4.3 │Социальное обслуживание    │женщины, находящиеся в        │человек      │ДТиСПН ЯО     │ГКУ СО ЯО "Центр     │</w:t>
      </w:r>
    </w:p>
    <w:p w:rsidR="00220854" w:rsidRDefault="00220854">
      <w:pPr>
        <w:pStyle w:val="ConsPlusCell"/>
        <w:rPr>
          <w:rFonts w:ascii="Courier New" w:hAnsi="Courier New" w:cs="Courier New"/>
          <w:sz w:val="20"/>
          <w:szCs w:val="20"/>
        </w:rPr>
      </w:pPr>
      <w:r>
        <w:rPr>
          <w:rFonts w:ascii="Courier New" w:hAnsi="Courier New" w:cs="Courier New"/>
          <w:sz w:val="20"/>
          <w:szCs w:val="20"/>
        </w:rPr>
        <w:t>│    │женщин, находящихся в      │кризисном и опасном для       │             │              │социальной помощи    │</w:t>
      </w:r>
    </w:p>
    <w:p w:rsidR="00220854" w:rsidRDefault="00220854">
      <w:pPr>
        <w:pStyle w:val="ConsPlusCell"/>
        <w:rPr>
          <w:rFonts w:ascii="Courier New" w:hAnsi="Courier New" w:cs="Courier New"/>
          <w:sz w:val="20"/>
          <w:szCs w:val="20"/>
        </w:rPr>
      </w:pPr>
      <w:r>
        <w:rPr>
          <w:rFonts w:ascii="Courier New" w:hAnsi="Courier New" w:cs="Courier New"/>
          <w:sz w:val="20"/>
          <w:szCs w:val="20"/>
        </w:rPr>
        <w:t>│    │трудной жизненной ситуации │физического и душевного       │             │              │семье и детям"       │</w:t>
      </w:r>
    </w:p>
    <w:p w:rsidR="00220854" w:rsidRDefault="00220854">
      <w:pPr>
        <w:pStyle w:val="ConsPlusCell"/>
        <w:rPr>
          <w:rFonts w:ascii="Courier New" w:hAnsi="Courier New" w:cs="Courier New"/>
          <w:sz w:val="20"/>
          <w:szCs w:val="20"/>
        </w:rPr>
      </w:pPr>
      <w:r>
        <w:rPr>
          <w:rFonts w:ascii="Courier New" w:hAnsi="Courier New" w:cs="Courier New"/>
          <w:sz w:val="20"/>
          <w:szCs w:val="20"/>
        </w:rPr>
        <w:t>│    │                           │здоровья состоянии или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│подвергшиеся психофизическому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│насилию                       │             │              │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│4.4 │Предоставление гражданам   │граждане пожилого возраста    │человек      │ДТиСПН ЯО     │государственные      │</w:t>
      </w:r>
    </w:p>
    <w:p w:rsidR="00220854" w:rsidRDefault="00220854">
      <w:pPr>
        <w:pStyle w:val="ConsPlusCell"/>
        <w:rPr>
          <w:rFonts w:ascii="Courier New" w:hAnsi="Courier New" w:cs="Courier New"/>
          <w:sz w:val="20"/>
          <w:szCs w:val="20"/>
        </w:rPr>
      </w:pPr>
      <w:r>
        <w:rPr>
          <w:rFonts w:ascii="Courier New" w:hAnsi="Courier New" w:cs="Courier New"/>
          <w:sz w:val="20"/>
          <w:szCs w:val="20"/>
        </w:rPr>
        <w:t>│    │пожилого возраста и        │(женщины старше 55 лет,       │             │              │стационарные         │</w:t>
      </w:r>
    </w:p>
    <w:p w:rsidR="00220854" w:rsidRDefault="00220854">
      <w:pPr>
        <w:pStyle w:val="ConsPlusCell"/>
        <w:rPr>
          <w:rFonts w:ascii="Courier New" w:hAnsi="Courier New" w:cs="Courier New"/>
          <w:sz w:val="20"/>
          <w:szCs w:val="20"/>
        </w:rPr>
      </w:pPr>
      <w:r>
        <w:rPr>
          <w:rFonts w:ascii="Courier New" w:hAnsi="Courier New" w:cs="Courier New"/>
          <w:sz w:val="20"/>
          <w:szCs w:val="20"/>
        </w:rPr>
        <w:t>│    │инвалидам стационарного    │мужчины старше 60 лет) и      │             │              │учреждения           │</w:t>
      </w:r>
    </w:p>
    <w:p w:rsidR="00220854" w:rsidRDefault="00220854">
      <w:pPr>
        <w:pStyle w:val="ConsPlusCell"/>
        <w:rPr>
          <w:rFonts w:ascii="Courier New" w:hAnsi="Courier New" w:cs="Courier New"/>
          <w:sz w:val="20"/>
          <w:szCs w:val="20"/>
        </w:rPr>
      </w:pPr>
      <w:r>
        <w:rPr>
          <w:rFonts w:ascii="Courier New" w:hAnsi="Courier New" w:cs="Courier New"/>
          <w:sz w:val="20"/>
          <w:szCs w:val="20"/>
        </w:rPr>
        <w:t>│    │обслуживания               │инвалиды I и II групп (в том  │             │              │социального          │</w:t>
      </w:r>
    </w:p>
    <w:p w:rsidR="00220854" w:rsidRDefault="00220854">
      <w:pPr>
        <w:pStyle w:val="ConsPlusCell"/>
        <w:rPr>
          <w:rFonts w:ascii="Courier New" w:hAnsi="Courier New" w:cs="Courier New"/>
          <w:sz w:val="20"/>
          <w:szCs w:val="20"/>
        </w:rPr>
      </w:pPr>
      <w:r>
        <w:rPr>
          <w:rFonts w:ascii="Courier New" w:hAnsi="Courier New" w:cs="Courier New"/>
          <w:sz w:val="20"/>
          <w:szCs w:val="20"/>
        </w:rPr>
        <w:t>│    │                           │числе дети-инвалиды в возрасте│             │              │обслуживания         │</w:t>
      </w:r>
    </w:p>
    <w:p w:rsidR="00220854" w:rsidRDefault="00220854">
      <w:pPr>
        <w:pStyle w:val="ConsPlusCell"/>
        <w:rPr>
          <w:rFonts w:ascii="Courier New" w:hAnsi="Courier New" w:cs="Courier New"/>
          <w:sz w:val="20"/>
          <w:szCs w:val="20"/>
        </w:rPr>
      </w:pPr>
      <w:r>
        <w:rPr>
          <w:rFonts w:ascii="Courier New" w:hAnsi="Courier New" w:cs="Courier New"/>
          <w:sz w:val="20"/>
          <w:szCs w:val="20"/>
        </w:rPr>
        <w:t>│    │                           │от 4 до 18 лет), нуждающиеся в│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│постоянной или временной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│посторонней помощи в связи с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│частичной или полной утратой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│возможности самостоятельно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│удовлетворять свои основные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│жизненные потребности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│вследствие ограничения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│способности к самообслуживанию│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│и (или) передвижению, при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│отсутствии у них медицинских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│противопоказаний              │             │              │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│4.5 │Предоставление             │- нуждающиеся в постоянном или│человек      │ДТиСПН ЯО     │ГБУ СО ЯО "Центр     │</w:t>
      </w:r>
    </w:p>
    <w:p w:rsidR="00220854" w:rsidRDefault="00220854">
      <w:pPr>
        <w:pStyle w:val="ConsPlusCell"/>
        <w:rPr>
          <w:rFonts w:ascii="Courier New" w:hAnsi="Courier New" w:cs="Courier New"/>
          <w:sz w:val="20"/>
          <w:szCs w:val="20"/>
        </w:rPr>
      </w:pPr>
      <w:r>
        <w:rPr>
          <w:rFonts w:ascii="Courier New" w:hAnsi="Courier New" w:cs="Courier New"/>
          <w:sz w:val="20"/>
          <w:szCs w:val="20"/>
        </w:rPr>
        <w:t>│    │нестационарного            │временном (до 6 месяцев)      │             │              │социального          │</w:t>
      </w:r>
    </w:p>
    <w:p w:rsidR="00220854" w:rsidRDefault="00220854">
      <w:pPr>
        <w:pStyle w:val="ConsPlusCell"/>
        <w:rPr>
          <w:rFonts w:ascii="Courier New" w:hAnsi="Courier New" w:cs="Courier New"/>
          <w:sz w:val="20"/>
          <w:szCs w:val="20"/>
        </w:rPr>
      </w:pPr>
      <w:r>
        <w:rPr>
          <w:rFonts w:ascii="Courier New" w:hAnsi="Courier New" w:cs="Courier New"/>
          <w:sz w:val="20"/>
          <w:szCs w:val="20"/>
        </w:rPr>
        <w:t>│    │обслуживания               │нестационарном социальном     │             │              │обслуживания         │</w:t>
      </w:r>
    </w:p>
    <w:p w:rsidR="00220854" w:rsidRDefault="00220854">
      <w:pPr>
        <w:pStyle w:val="ConsPlusCell"/>
        <w:rPr>
          <w:rFonts w:ascii="Courier New" w:hAnsi="Courier New" w:cs="Courier New"/>
          <w:sz w:val="20"/>
          <w:szCs w:val="20"/>
        </w:rPr>
      </w:pPr>
      <w:r>
        <w:rPr>
          <w:rFonts w:ascii="Courier New" w:hAnsi="Courier New" w:cs="Courier New"/>
          <w:sz w:val="20"/>
          <w:szCs w:val="20"/>
        </w:rPr>
        <w:t>│    │гражданам пожилого возраста│обслуживании граждане пожилого│             │              │граждан пожилого     │</w:t>
      </w:r>
    </w:p>
    <w:p w:rsidR="00220854" w:rsidRDefault="00220854">
      <w:pPr>
        <w:pStyle w:val="ConsPlusCell"/>
        <w:rPr>
          <w:rFonts w:ascii="Courier New" w:hAnsi="Courier New" w:cs="Courier New"/>
          <w:sz w:val="20"/>
          <w:szCs w:val="20"/>
        </w:rPr>
      </w:pPr>
      <w:r>
        <w:rPr>
          <w:rFonts w:ascii="Courier New" w:hAnsi="Courier New" w:cs="Courier New"/>
          <w:sz w:val="20"/>
          <w:szCs w:val="20"/>
        </w:rPr>
        <w:t>│    │и инвалидам                │возраста (женщины старше 55   │             │              │возраста и инвалидов"│</w:t>
      </w:r>
    </w:p>
    <w:p w:rsidR="00220854" w:rsidRDefault="00220854">
      <w:pPr>
        <w:pStyle w:val="ConsPlusCell"/>
        <w:rPr>
          <w:rFonts w:ascii="Courier New" w:hAnsi="Courier New" w:cs="Courier New"/>
          <w:sz w:val="20"/>
          <w:szCs w:val="20"/>
        </w:rPr>
      </w:pPr>
      <w:r>
        <w:rPr>
          <w:rFonts w:ascii="Courier New" w:hAnsi="Courier New" w:cs="Courier New"/>
          <w:sz w:val="20"/>
          <w:szCs w:val="20"/>
        </w:rPr>
        <w:t>│    │                           │лет, мужчины старше 60 лет),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│инвалиды, частично утратившие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│способность к самообслуживанию│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│в связи с преклонным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│возрастом, болезнью,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│инвалидностью, страдающие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│психическими расстройствами (в│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│стадии ремиссии), туберкулезом│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│(за исключением активной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│формы), тяжелыми заболеваниями│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│(в том числе онкологическими)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│в поздних стадиях;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 граждане пожилого возраста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│(мужчины старше 60 лет,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│женщины старше 55 лет) и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│инвалиды, сохранившие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│способность к самообслуживанию│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│и передвижению, не имеющие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│медицинских противопоказаний к│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│зачислению на социальное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│обслуживание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xml:space="preserve">│(п. 4.5 введен </w:t>
      </w:r>
      <w:hyperlink r:id="rId25" w:history="1">
        <w:r w:rsidRPr="00A811D7">
          <w:rPr>
            <w:rFonts w:ascii="Courier New" w:hAnsi="Courier New" w:cs="Courier New"/>
            <w:sz w:val="20"/>
            <w:szCs w:val="20"/>
          </w:rPr>
          <w:t>Постановлением</w:t>
        </w:r>
      </w:hyperlink>
      <w:r>
        <w:rPr>
          <w:rFonts w:ascii="Courier New" w:hAnsi="Courier New" w:cs="Courier New"/>
          <w:sz w:val="20"/>
          <w:szCs w:val="20"/>
        </w:rPr>
        <w:t xml:space="preserve"> Правительства ЯО от 31.12.2013 N 1787-п)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bookmarkStart w:id="10" w:name="Par340"/>
      <w:bookmarkEnd w:id="10"/>
      <w:r>
        <w:rPr>
          <w:rFonts w:ascii="Courier New" w:hAnsi="Courier New" w:cs="Courier New"/>
          <w:sz w:val="20"/>
          <w:szCs w:val="20"/>
        </w:rPr>
        <w:t>│                                              5. Молодежная политика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│5.1 │Оформление и выдача личных │молодые граждане в возрасте от│человек      │АДМ ЯО        │ГУ ЯО, осуществляющие│</w:t>
      </w:r>
    </w:p>
    <w:p w:rsidR="00220854" w:rsidRDefault="00220854">
      <w:pPr>
        <w:pStyle w:val="ConsPlusCell"/>
        <w:rPr>
          <w:rFonts w:ascii="Courier New" w:hAnsi="Courier New" w:cs="Courier New"/>
          <w:sz w:val="20"/>
          <w:szCs w:val="20"/>
        </w:rPr>
      </w:pPr>
      <w:r>
        <w:rPr>
          <w:rFonts w:ascii="Courier New" w:hAnsi="Courier New" w:cs="Courier New"/>
          <w:sz w:val="20"/>
          <w:szCs w:val="20"/>
        </w:rPr>
        <w:t>│    │книжек волонтера,          │14 до 30 лет                  │             │              │работу с детьми и    │</w:t>
      </w:r>
    </w:p>
    <w:p w:rsidR="00220854" w:rsidRDefault="00220854">
      <w:pPr>
        <w:pStyle w:val="ConsPlusCell"/>
        <w:rPr>
          <w:rFonts w:ascii="Courier New" w:hAnsi="Courier New" w:cs="Courier New"/>
          <w:sz w:val="20"/>
          <w:szCs w:val="20"/>
        </w:rPr>
      </w:pPr>
      <w:r>
        <w:rPr>
          <w:rFonts w:ascii="Courier New" w:hAnsi="Courier New" w:cs="Courier New"/>
          <w:sz w:val="20"/>
          <w:szCs w:val="20"/>
        </w:rPr>
        <w:t>│    │предоставление информации о│                              │             │              │молодежью            │</w:t>
      </w:r>
    </w:p>
    <w:p w:rsidR="00220854" w:rsidRDefault="00220854">
      <w:pPr>
        <w:pStyle w:val="ConsPlusCell"/>
        <w:rPr>
          <w:rFonts w:ascii="Courier New" w:hAnsi="Courier New" w:cs="Courier New"/>
          <w:sz w:val="20"/>
          <w:szCs w:val="20"/>
        </w:rPr>
      </w:pPr>
      <w:r>
        <w:rPr>
          <w:rFonts w:ascii="Courier New" w:hAnsi="Courier New" w:cs="Courier New"/>
          <w:sz w:val="20"/>
          <w:szCs w:val="20"/>
        </w:rPr>
        <w:t>│    │направлениях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│добровольческой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│(волонтерской) деятельности│                              │             │              │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│5.2 │Досуговая услуга в составе │физические лица               │единиц       │АДМ ЯО        │учреждения клубного  │</w:t>
      </w:r>
    </w:p>
    <w:p w:rsidR="00220854" w:rsidRDefault="00220854">
      <w:pPr>
        <w:pStyle w:val="ConsPlusCell"/>
        <w:rPr>
          <w:rFonts w:ascii="Courier New" w:hAnsi="Courier New" w:cs="Courier New"/>
          <w:sz w:val="20"/>
          <w:szCs w:val="20"/>
        </w:rPr>
      </w:pPr>
      <w:r>
        <w:rPr>
          <w:rFonts w:ascii="Courier New" w:hAnsi="Courier New" w:cs="Courier New"/>
          <w:sz w:val="20"/>
          <w:szCs w:val="20"/>
        </w:rPr>
        <w:t>│    │творческих коллективов,    │                              │клубных      │              │типа (дворцы         │</w:t>
      </w:r>
    </w:p>
    <w:p w:rsidR="00220854" w:rsidRDefault="00220854">
      <w:pPr>
        <w:pStyle w:val="ConsPlusCell"/>
        <w:rPr>
          <w:rFonts w:ascii="Courier New" w:hAnsi="Courier New" w:cs="Courier New"/>
          <w:sz w:val="20"/>
          <w:szCs w:val="20"/>
        </w:rPr>
      </w:pPr>
      <w:r>
        <w:rPr>
          <w:rFonts w:ascii="Courier New" w:hAnsi="Courier New" w:cs="Courier New"/>
          <w:sz w:val="20"/>
          <w:szCs w:val="20"/>
        </w:rPr>
        <w:t>│    │студий, кружков, секций,   │                              │формирований/│              │молодежи, учреждения │</w:t>
      </w:r>
    </w:p>
    <w:p w:rsidR="00220854" w:rsidRDefault="00220854">
      <w:pPr>
        <w:pStyle w:val="ConsPlusCell"/>
        <w:rPr>
          <w:rFonts w:ascii="Courier New" w:hAnsi="Courier New" w:cs="Courier New"/>
          <w:sz w:val="20"/>
          <w:szCs w:val="20"/>
        </w:rPr>
      </w:pPr>
      <w:r>
        <w:rPr>
          <w:rFonts w:ascii="Courier New" w:hAnsi="Courier New" w:cs="Courier New"/>
          <w:sz w:val="20"/>
          <w:szCs w:val="20"/>
        </w:rPr>
        <w:t>│    │любительских объединений   │                              │человеко -   │              │спортивной           │</w:t>
      </w:r>
    </w:p>
    <w:p w:rsidR="00220854" w:rsidRDefault="00220854">
      <w:pPr>
        <w:pStyle w:val="ConsPlusCell"/>
        <w:rPr>
          <w:rFonts w:ascii="Courier New" w:hAnsi="Courier New" w:cs="Courier New"/>
          <w:sz w:val="20"/>
          <w:szCs w:val="20"/>
        </w:rPr>
      </w:pPr>
      <w:r>
        <w:rPr>
          <w:rFonts w:ascii="Courier New" w:hAnsi="Courier New" w:cs="Courier New"/>
          <w:sz w:val="20"/>
          <w:szCs w:val="20"/>
        </w:rPr>
        <w:t>│    │                           │                              │часов        │              │направленности)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bookmarkStart w:id="11" w:name="Par355"/>
      <w:bookmarkEnd w:id="11"/>
      <w:r>
        <w:rPr>
          <w:rFonts w:ascii="Courier New" w:hAnsi="Courier New" w:cs="Courier New"/>
          <w:sz w:val="20"/>
          <w:szCs w:val="20"/>
        </w:rPr>
        <w:t>│                                              6. Физкультура и спорт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    │Подготовка спортсменов     │спортсмены, проявившие        │человек      │АФКС ЯО       │ГУ ЯО ЦСП "ШВСМ"     │</w:t>
      </w:r>
    </w:p>
    <w:p w:rsidR="00220854" w:rsidRDefault="00220854">
      <w:pPr>
        <w:pStyle w:val="ConsPlusCell"/>
        <w:rPr>
          <w:rFonts w:ascii="Courier New" w:hAnsi="Courier New" w:cs="Courier New"/>
          <w:sz w:val="20"/>
          <w:szCs w:val="20"/>
        </w:rPr>
      </w:pPr>
      <w:r>
        <w:rPr>
          <w:rFonts w:ascii="Courier New" w:hAnsi="Courier New" w:cs="Courier New"/>
          <w:sz w:val="20"/>
          <w:szCs w:val="20"/>
        </w:rPr>
        <w:t>│    │высокого класса            │выдающиеся способности в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│спорте, прошедшие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│предварительную подготовку и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│конкурсный отбор              │             │              │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bookmarkStart w:id="12" w:name="Par363"/>
      <w:bookmarkEnd w:id="12"/>
      <w:r>
        <w:rPr>
          <w:rFonts w:ascii="Courier New" w:hAnsi="Courier New" w:cs="Courier New"/>
          <w:sz w:val="20"/>
          <w:szCs w:val="20"/>
        </w:rPr>
        <w:t>│                                    7. Агропромышленный комплекс и ветеринария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│7.1 │Анализ и испытание сырья и │юридические лица и            │количество   │ДАПКиПР ЯО    │ГБУ ЯО "Ярославский  │</w:t>
      </w:r>
    </w:p>
    <w:p w:rsidR="00220854" w:rsidRDefault="00220854">
      <w:pPr>
        <w:pStyle w:val="ConsPlusCell"/>
        <w:rPr>
          <w:rFonts w:ascii="Courier New" w:hAnsi="Courier New" w:cs="Courier New"/>
          <w:sz w:val="20"/>
          <w:szCs w:val="20"/>
        </w:rPr>
      </w:pPr>
      <w:r>
        <w:rPr>
          <w:rFonts w:ascii="Courier New" w:hAnsi="Courier New" w:cs="Courier New"/>
          <w:sz w:val="20"/>
          <w:szCs w:val="20"/>
        </w:rPr>
        <w:t>│    │продукции                  │индивидуальные                │анализов     │              │государственный      │</w:t>
      </w:r>
    </w:p>
    <w:p w:rsidR="00220854" w:rsidRDefault="00220854">
      <w:pPr>
        <w:pStyle w:val="ConsPlusCell"/>
        <w:rPr>
          <w:rFonts w:ascii="Courier New" w:hAnsi="Courier New" w:cs="Courier New"/>
          <w:sz w:val="20"/>
          <w:szCs w:val="20"/>
        </w:rPr>
      </w:pPr>
      <w:r>
        <w:rPr>
          <w:rFonts w:ascii="Courier New" w:hAnsi="Courier New" w:cs="Courier New"/>
          <w:sz w:val="20"/>
          <w:szCs w:val="20"/>
        </w:rPr>
        <w:t>│    │                           │предприниматели, занимающиеся │             │              │институт качества    │</w:t>
      </w:r>
    </w:p>
    <w:p w:rsidR="00220854" w:rsidRDefault="00220854">
      <w:pPr>
        <w:pStyle w:val="ConsPlusCell"/>
        <w:rPr>
          <w:rFonts w:ascii="Courier New" w:hAnsi="Courier New" w:cs="Courier New"/>
          <w:sz w:val="20"/>
          <w:szCs w:val="20"/>
        </w:rPr>
      </w:pPr>
      <w:r>
        <w:rPr>
          <w:rFonts w:ascii="Courier New" w:hAnsi="Courier New" w:cs="Courier New"/>
          <w:sz w:val="20"/>
          <w:szCs w:val="20"/>
        </w:rPr>
        <w:t>│    │                           │в установленном порядке       │             │              │сырья и пищевых      │</w:t>
      </w:r>
    </w:p>
    <w:p w:rsidR="00220854" w:rsidRDefault="00220854">
      <w:pPr>
        <w:pStyle w:val="ConsPlusCell"/>
        <w:rPr>
          <w:rFonts w:ascii="Courier New" w:hAnsi="Courier New" w:cs="Courier New"/>
          <w:sz w:val="20"/>
          <w:szCs w:val="20"/>
        </w:rPr>
      </w:pPr>
      <w:r>
        <w:rPr>
          <w:rFonts w:ascii="Courier New" w:hAnsi="Courier New" w:cs="Courier New"/>
          <w:sz w:val="20"/>
          <w:szCs w:val="20"/>
        </w:rPr>
        <w:t>│    │                           │производством и переработкой  │             │              │продуктов"           │</w:t>
      </w:r>
    </w:p>
    <w:p w:rsidR="00220854" w:rsidRDefault="00220854">
      <w:pPr>
        <w:pStyle w:val="ConsPlusCell"/>
        <w:rPr>
          <w:rFonts w:ascii="Courier New" w:hAnsi="Courier New" w:cs="Courier New"/>
          <w:sz w:val="20"/>
          <w:szCs w:val="20"/>
        </w:rPr>
      </w:pPr>
      <w:r>
        <w:rPr>
          <w:rFonts w:ascii="Courier New" w:hAnsi="Courier New" w:cs="Courier New"/>
          <w:sz w:val="20"/>
          <w:szCs w:val="20"/>
        </w:rPr>
        <w:t>│    │                           │продовольственного сырья и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│пищевых продуктов,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│некоммерческие организации    │             │              │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│7.2 │Ветеринарные услуги по     │физические и юридические лица │единиц       │ДВ ЯО         │ГБУ ЯО "Ярославская  │</w:t>
      </w:r>
    </w:p>
    <w:p w:rsidR="00220854" w:rsidRDefault="00220854">
      <w:pPr>
        <w:pStyle w:val="ConsPlusCell"/>
        <w:rPr>
          <w:rFonts w:ascii="Courier New" w:hAnsi="Courier New" w:cs="Courier New"/>
          <w:sz w:val="20"/>
          <w:szCs w:val="20"/>
        </w:rPr>
      </w:pPr>
      <w:r>
        <w:rPr>
          <w:rFonts w:ascii="Courier New" w:hAnsi="Courier New" w:cs="Courier New"/>
          <w:sz w:val="20"/>
          <w:szCs w:val="20"/>
        </w:rPr>
        <w:t>│    │профилактике и диагностике │                              │             │              │областная            │</w:t>
      </w:r>
    </w:p>
    <w:p w:rsidR="00220854" w:rsidRDefault="00220854">
      <w:pPr>
        <w:pStyle w:val="ConsPlusCell"/>
        <w:rPr>
          <w:rFonts w:ascii="Courier New" w:hAnsi="Courier New" w:cs="Courier New"/>
          <w:sz w:val="20"/>
          <w:szCs w:val="20"/>
        </w:rPr>
      </w:pPr>
      <w:r>
        <w:rPr>
          <w:rFonts w:ascii="Courier New" w:hAnsi="Courier New" w:cs="Courier New"/>
          <w:sz w:val="20"/>
          <w:szCs w:val="20"/>
        </w:rPr>
        <w:t>│    │заразных (особо опасных)   │                              │             │              │ветеринарная         │</w:t>
      </w:r>
    </w:p>
    <w:p w:rsidR="00220854" w:rsidRDefault="00220854">
      <w:pPr>
        <w:pStyle w:val="ConsPlusCell"/>
        <w:rPr>
          <w:rFonts w:ascii="Courier New" w:hAnsi="Courier New" w:cs="Courier New"/>
          <w:sz w:val="20"/>
          <w:szCs w:val="20"/>
        </w:rPr>
      </w:pPr>
      <w:r>
        <w:rPr>
          <w:rFonts w:ascii="Courier New" w:hAnsi="Courier New" w:cs="Courier New"/>
          <w:sz w:val="20"/>
          <w:szCs w:val="20"/>
        </w:rPr>
        <w:t>│    │болезней животных          │                              │             │              │лаборатория",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│ГБУ ЯО "Ярославская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│областная станция по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│борьбе с болезнями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│животных"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│7.3 │Консультационное           │физические и юридические лица │количество   │ДАПКиПР ЯО    │ГОАУ ЯО              │</w:t>
      </w:r>
    </w:p>
    <w:p w:rsidR="00220854" w:rsidRDefault="00220854">
      <w:pPr>
        <w:pStyle w:val="ConsPlusCell"/>
        <w:rPr>
          <w:rFonts w:ascii="Courier New" w:hAnsi="Courier New" w:cs="Courier New"/>
          <w:sz w:val="20"/>
          <w:szCs w:val="20"/>
        </w:rPr>
      </w:pPr>
      <w:r>
        <w:rPr>
          <w:rFonts w:ascii="Courier New" w:hAnsi="Courier New" w:cs="Courier New"/>
          <w:sz w:val="20"/>
          <w:szCs w:val="20"/>
        </w:rPr>
        <w:t>│    │обслуживание по вопросам в │                              │консультаций │              │"Информационно -     │</w:t>
      </w:r>
    </w:p>
    <w:p w:rsidR="00220854" w:rsidRDefault="00220854">
      <w:pPr>
        <w:pStyle w:val="ConsPlusCell"/>
        <w:rPr>
          <w:rFonts w:ascii="Courier New" w:hAnsi="Courier New" w:cs="Courier New"/>
          <w:sz w:val="20"/>
          <w:szCs w:val="20"/>
        </w:rPr>
      </w:pPr>
      <w:r>
        <w:rPr>
          <w:rFonts w:ascii="Courier New" w:hAnsi="Courier New" w:cs="Courier New"/>
          <w:sz w:val="20"/>
          <w:szCs w:val="20"/>
        </w:rPr>
        <w:t>│    │сфере сельского хозяйства  │                              │             │              │консультационная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│служба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│агропромышленного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│комплекса"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bookmarkStart w:id="13" w:name="Par390"/>
      <w:bookmarkEnd w:id="13"/>
      <w:r>
        <w:rPr>
          <w:rFonts w:ascii="Courier New" w:hAnsi="Courier New" w:cs="Courier New"/>
          <w:sz w:val="20"/>
          <w:szCs w:val="20"/>
        </w:rPr>
        <w:t>│                                                 8. Архивный фонд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    │Исполнение запросов        │юридические и физические лица │зарегистриро-│Правительство │ГКУ ЯО               │</w:t>
      </w:r>
    </w:p>
    <w:p w:rsidR="00220854" w:rsidRDefault="00220854">
      <w:pPr>
        <w:pStyle w:val="ConsPlusCell"/>
        <w:rPr>
          <w:rFonts w:ascii="Courier New" w:hAnsi="Courier New" w:cs="Courier New"/>
          <w:sz w:val="20"/>
          <w:szCs w:val="20"/>
        </w:rPr>
      </w:pPr>
      <w:r>
        <w:rPr>
          <w:rFonts w:ascii="Courier New" w:hAnsi="Courier New" w:cs="Courier New"/>
          <w:sz w:val="20"/>
          <w:szCs w:val="20"/>
        </w:rPr>
        <w:t>│    │пользователей - физических │                              │ванных       │ЯО            │"Государственный     │</w:t>
      </w:r>
    </w:p>
    <w:p w:rsidR="00220854" w:rsidRDefault="00220854">
      <w:pPr>
        <w:pStyle w:val="ConsPlusCell"/>
        <w:rPr>
          <w:rFonts w:ascii="Courier New" w:hAnsi="Courier New" w:cs="Courier New"/>
          <w:sz w:val="20"/>
          <w:szCs w:val="20"/>
        </w:rPr>
      </w:pPr>
      <w:r>
        <w:rPr>
          <w:rFonts w:ascii="Courier New" w:hAnsi="Courier New" w:cs="Courier New"/>
          <w:sz w:val="20"/>
          <w:szCs w:val="20"/>
        </w:rPr>
        <w:t>│    │и юридических лиц по       │                              │пользователей│              │архив Ярославской    │</w:t>
      </w:r>
    </w:p>
    <w:p w:rsidR="00220854" w:rsidRDefault="00220854">
      <w:pPr>
        <w:pStyle w:val="ConsPlusCell"/>
        <w:rPr>
          <w:rFonts w:ascii="Courier New" w:hAnsi="Courier New" w:cs="Courier New"/>
          <w:sz w:val="20"/>
          <w:szCs w:val="20"/>
        </w:rPr>
      </w:pPr>
      <w:r>
        <w:rPr>
          <w:rFonts w:ascii="Courier New" w:hAnsi="Courier New" w:cs="Courier New"/>
          <w:sz w:val="20"/>
          <w:szCs w:val="20"/>
        </w:rPr>
        <w:t>│    │архивным документам        │                              │             │              │области"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bookmarkStart w:id="14" w:name="Par397"/>
      <w:bookmarkEnd w:id="14"/>
      <w:r>
        <w:rPr>
          <w:rFonts w:ascii="Courier New" w:hAnsi="Courier New" w:cs="Courier New"/>
          <w:sz w:val="20"/>
          <w:szCs w:val="20"/>
        </w:rPr>
        <w:t>│                                          9. Труд и занятость населения                                           │</w:t>
      </w:r>
    </w:p>
    <w:p w:rsidR="00220854" w:rsidRDefault="00220854">
      <w:pPr>
        <w:pStyle w:val="ConsPlusCell"/>
        <w:rPr>
          <w:rFonts w:ascii="Courier New" w:hAnsi="Courier New" w:cs="Courier New"/>
          <w:sz w:val="20"/>
          <w:szCs w:val="20"/>
        </w:rPr>
      </w:pPr>
      <w:r>
        <w:rPr>
          <w:rFonts w:ascii="Courier New" w:hAnsi="Courier New" w:cs="Courier New"/>
          <w:sz w:val="20"/>
          <w:szCs w:val="20"/>
        </w:rPr>
        <w:t>│                                                                                                                  │</w:t>
      </w:r>
    </w:p>
    <w:p w:rsidR="00220854" w:rsidRDefault="00220854">
      <w:pPr>
        <w:pStyle w:val="ConsPlusCell"/>
        <w:rPr>
          <w:rFonts w:ascii="Courier New" w:hAnsi="Courier New" w:cs="Courier New"/>
          <w:sz w:val="20"/>
          <w:szCs w:val="20"/>
        </w:rPr>
      </w:pPr>
      <w:r>
        <w:rPr>
          <w:rFonts w:ascii="Courier New" w:hAnsi="Courier New" w:cs="Courier New"/>
          <w:sz w:val="20"/>
          <w:szCs w:val="20"/>
        </w:rPr>
        <w:t xml:space="preserve">│(в ред. </w:t>
      </w:r>
      <w:hyperlink r:id="rId26" w:history="1">
        <w:r w:rsidRPr="00A811D7">
          <w:rPr>
            <w:rFonts w:ascii="Courier New" w:hAnsi="Courier New" w:cs="Courier New"/>
            <w:sz w:val="20"/>
            <w:szCs w:val="20"/>
          </w:rPr>
          <w:t>Постановления</w:t>
        </w:r>
      </w:hyperlink>
      <w:r w:rsidRPr="00A811D7">
        <w:rPr>
          <w:rFonts w:ascii="Courier New" w:hAnsi="Courier New" w:cs="Courier New"/>
          <w:sz w:val="20"/>
          <w:szCs w:val="20"/>
        </w:rPr>
        <w:t xml:space="preserve"> </w:t>
      </w:r>
      <w:r>
        <w:rPr>
          <w:rFonts w:ascii="Courier New" w:hAnsi="Courier New" w:cs="Courier New"/>
          <w:sz w:val="20"/>
          <w:szCs w:val="20"/>
        </w:rPr>
        <w:t>Правительства ЯО от 31.12.2013 N 1787-п)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│9.1 │Содействие гражданам в     │- граждане, зарегистрированные│человек      │ДГСЗН ЯО      │ГКУ ЯО ЦЗН           │</w:t>
      </w:r>
    </w:p>
    <w:p w:rsidR="00220854" w:rsidRDefault="00220854">
      <w:pPr>
        <w:pStyle w:val="ConsPlusCell"/>
        <w:rPr>
          <w:rFonts w:ascii="Courier New" w:hAnsi="Courier New" w:cs="Courier New"/>
          <w:sz w:val="20"/>
          <w:szCs w:val="20"/>
        </w:rPr>
      </w:pPr>
      <w:r>
        <w:rPr>
          <w:rFonts w:ascii="Courier New" w:hAnsi="Courier New" w:cs="Courier New"/>
          <w:sz w:val="20"/>
          <w:szCs w:val="20"/>
        </w:rPr>
        <w:t>│    │поиске подходящей работы, а│в целях поиска подходящей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│работодателям в подборе    │работы: граждане Российской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│необходимых работников     │Федерации, иностранные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│граждане, лица без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│гражданства;                  │             │              │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    │                           │- работодатели (их            │единиц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│представители), обратившиеся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│за содействием в подборе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│необходимых работников: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│юридические лица,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│индивидуальные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│предприниматели, физические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│лица                          │             │              │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│9.2 │Содействие безработным     │граждане, признанные в        │человек      │ДГСЗН ЯО      │ГКУ ЯО ЦЗН           │</w:t>
      </w:r>
    </w:p>
    <w:p w:rsidR="00220854" w:rsidRDefault="00220854">
      <w:pPr>
        <w:pStyle w:val="ConsPlusCell"/>
        <w:rPr>
          <w:rFonts w:ascii="Courier New" w:hAnsi="Courier New" w:cs="Courier New"/>
          <w:sz w:val="20"/>
          <w:szCs w:val="20"/>
        </w:rPr>
      </w:pPr>
      <w:r>
        <w:rPr>
          <w:rFonts w:ascii="Courier New" w:hAnsi="Courier New" w:cs="Courier New"/>
          <w:sz w:val="20"/>
          <w:szCs w:val="20"/>
        </w:rPr>
        <w:t>│    │гражданам в переезде и     │установленном порядке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│безработным гражданам и    │безработными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│членам их семей в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│переселении в другую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│местность для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│трудоустройства по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│направлению органов службы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│занятости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│9.3 │Организация                │граждане Российской Федерации,│человек      │ДГСЗН ЯО      │ГКУ ЯО ЦЗН           │</w:t>
      </w:r>
    </w:p>
    <w:p w:rsidR="00220854" w:rsidRDefault="00220854">
      <w:pPr>
        <w:pStyle w:val="ConsPlusCell"/>
        <w:rPr>
          <w:rFonts w:ascii="Courier New" w:hAnsi="Courier New" w:cs="Courier New"/>
          <w:sz w:val="20"/>
          <w:szCs w:val="20"/>
        </w:rPr>
      </w:pPr>
      <w:r>
        <w:rPr>
          <w:rFonts w:ascii="Courier New" w:hAnsi="Courier New" w:cs="Courier New"/>
          <w:sz w:val="20"/>
          <w:szCs w:val="20"/>
        </w:rPr>
        <w:t>│    │профессиональной ориентации│иностранные граждане, лица без│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│граждан в целях выбора     │гражданства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│сферы деятельности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│(профессии),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│трудоустройства,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│прохождения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│профессионального обучения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│и получения дополнительного│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│профессионального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│образования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│9.4 │Социальная адаптация       │граждане, признанные в        │человек      │ДГСЗН ЯО      │ГКУ ЯО ЦЗН           │</w:t>
      </w:r>
    </w:p>
    <w:p w:rsidR="00220854" w:rsidRDefault="00220854">
      <w:pPr>
        <w:pStyle w:val="ConsPlusCell"/>
        <w:rPr>
          <w:rFonts w:ascii="Courier New" w:hAnsi="Courier New" w:cs="Courier New"/>
          <w:sz w:val="20"/>
          <w:szCs w:val="20"/>
        </w:rPr>
      </w:pPr>
      <w:r>
        <w:rPr>
          <w:rFonts w:ascii="Courier New" w:hAnsi="Courier New" w:cs="Courier New"/>
          <w:sz w:val="20"/>
          <w:szCs w:val="20"/>
        </w:rPr>
        <w:t>│    │безработных граждан на     │установленном порядке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│рынке труда                │безработными в соответствии с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│законодательством Российской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│Федерации о занятости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│населения                     │             │              │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│9.5 │Психологическая поддержка  │граждане, признанные в        │человек      │ДГСЗН ЯО      │ГКУ ЯО ЦЗН           │</w:t>
      </w:r>
    </w:p>
    <w:p w:rsidR="00220854" w:rsidRDefault="00220854">
      <w:pPr>
        <w:pStyle w:val="ConsPlusCell"/>
        <w:rPr>
          <w:rFonts w:ascii="Courier New" w:hAnsi="Courier New" w:cs="Courier New"/>
          <w:sz w:val="20"/>
          <w:szCs w:val="20"/>
        </w:rPr>
      </w:pPr>
      <w:r>
        <w:rPr>
          <w:rFonts w:ascii="Courier New" w:hAnsi="Courier New" w:cs="Courier New"/>
          <w:sz w:val="20"/>
          <w:szCs w:val="20"/>
        </w:rPr>
        <w:t>│    │безработных граждан        │установленном порядке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│безработными в соответствии с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│законодательством Российской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│Федерации о занятости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│населения                     │             │              │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│9.6 │Профессиональное обучение и│граждане, признанные в        │человек      │ДГСЗН ЯО      │ГКУ ЯО ЦЗН           │</w:t>
      </w:r>
    </w:p>
    <w:p w:rsidR="00220854" w:rsidRDefault="00220854">
      <w:pPr>
        <w:pStyle w:val="ConsPlusCell"/>
        <w:rPr>
          <w:rFonts w:ascii="Courier New" w:hAnsi="Courier New" w:cs="Courier New"/>
          <w:sz w:val="20"/>
          <w:szCs w:val="20"/>
        </w:rPr>
      </w:pPr>
      <w:r>
        <w:rPr>
          <w:rFonts w:ascii="Courier New" w:hAnsi="Courier New" w:cs="Courier New"/>
          <w:sz w:val="20"/>
          <w:szCs w:val="20"/>
        </w:rPr>
        <w:t>│    │дополнительное             │установленном порядке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│профессиональное           │безработными в соответствии с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│образование безработных    │законодательством о занятости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│граждан, включая обучение в│населения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│другой местности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│9.7 │Организация временного     │несовершеннолетние граждане в │человек      │ДГСЗН ЯО      │ГКУ ЯО ЦЗН           │</w:t>
      </w:r>
    </w:p>
    <w:p w:rsidR="00220854" w:rsidRDefault="00220854">
      <w:pPr>
        <w:pStyle w:val="ConsPlusCell"/>
        <w:rPr>
          <w:rFonts w:ascii="Courier New" w:hAnsi="Courier New" w:cs="Courier New"/>
          <w:sz w:val="20"/>
          <w:szCs w:val="20"/>
        </w:rPr>
      </w:pPr>
      <w:r>
        <w:rPr>
          <w:rFonts w:ascii="Courier New" w:hAnsi="Courier New" w:cs="Courier New"/>
          <w:sz w:val="20"/>
          <w:szCs w:val="20"/>
        </w:rPr>
        <w:t>│    │трудоустройства            │возрасте от 14 до 18 лет;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│несовершеннолетних граждан │безработные граждане,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│в возрасте от 14 до 18 лет │испытывающие трудности в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│в свободное от учебы время,│поиске работы: инвалиды; лица,│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│безработных граждан,       │освобожденные из учреждений,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│испытывающих трудности в   │исполняющих наказание в виде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│поиске работы, безработных │лишения свободы;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│граждан в возрасте от 18 до│несовершеннолетние в возрасте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│20 лет, имеющих среднее    │от 14 до 18 лет; лица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│профессиональное           │предпенсионного возраста;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│образование и ищущих работу│беженцы и вынужденные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│впервые                    │переселенцы; граждане,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│уволенные с военной службы, и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│члены их семей; одинокие и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│многодетные родители,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│воспитывающие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│несовершеннолетних детей,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│детей-инвалидов; граждане,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│подвергшиеся воздействию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│радиации вследствие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│чернобыльской и других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│радиационных аварий и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│катастроф; граждане в возрасте│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│от 18 до 20 лет, имеющие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│среднее профессиональное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│образование и ищущие работу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│впервые                       │             │              │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│9.8 │Организация проведения     │граждане, ищущие работу, и    │человек      │ДГСЗН ЯО      │ГКУ ЯО ЦЗН           │</w:t>
      </w:r>
    </w:p>
    <w:p w:rsidR="00220854" w:rsidRDefault="00220854">
      <w:pPr>
        <w:pStyle w:val="ConsPlusCell"/>
        <w:rPr>
          <w:rFonts w:ascii="Courier New" w:hAnsi="Courier New" w:cs="Courier New"/>
          <w:sz w:val="20"/>
          <w:szCs w:val="20"/>
        </w:rPr>
      </w:pPr>
      <w:r>
        <w:rPr>
          <w:rFonts w:ascii="Courier New" w:hAnsi="Courier New" w:cs="Courier New"/>
          <w:sz w:val="20"/>
          <w:szCs w:val="20"/>
        </w:rPr>
        <w:t>│    │оплачиваемых общественных  │безработные граждане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│работ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│9.9 │Содействие самозанятости   │безработные граждане          │человек      │ДГСЗН ЯО      │ГКУ ЯО ЦЗН           │</w:t>
      </w:r>
    </w:p>
    <w:p w:rsidR="00220854" w:rsidRDefault="00220854">
      <w:pPr>
        <w:pStyle w:val="ConsPlusCell"/>
        <w:rPr>
          <w:rFonts w:ascii="Courier New" w:hAnsi="Courier New" w:cs="Courier New"/>
          <w:sz w:val="20"/>
          <w:szCs w:val="20"/>
        </w:rPr>
      </w:pPr>
      <w:r>
        <w:rPr>
          <w:rFonts w:ascii="Courier New" w:hAnsi="Courier New" w:cs="Courier New"/>
          <w:sz w:val="20"/>
          <w:szCs w:val="20"/>
        </w:rPr>
        <w:t>│    │безработных граждан,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│включая оказание гражданам,│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│признанным в установленном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│порядке безработными, и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│гражданам, признанным в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│установленном порядке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│безработными, прошедшим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│профессиональное обучение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│или получившим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│дополнительное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│профессиональное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│образование по направлению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│органов службы занятости,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│единовременной финансовой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│помощи при их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│государственной регистрации│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│в качестве юридического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│лица, индивидуального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│предпринимателя либо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│крестьянского (фермерского)│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│хозяйства, а также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│единовременной финансовой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│помощи на подготовку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│документов для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│соответствующей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│государственной регистрации│                              │             │              │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│9.10│Организация ярмарок        │граждане, ищущие работу, и    │единиц       │ДГСЗН ЯО      │ГКУ ЯО ЦЗН           │</w:t>
      </w:r>
    </w:p>
    <w:p w:rsidR="00220854" w:rsidRDefault="00220854">
      <w:pPr>
        <w:pStyle w:val="ConsPlusCell"/>
        <w:rPr>
          <w:rFonts w:ascii="Courier New" w:hAnsi="Courier New" w:cs="Courier New"/>
          <w:sz w:val="20"/>
          <w:szCs w:val="20"/>
        </w:rPr>
      </w:pPr>
      <w:r>
        <w:rPr>
          <w:rFonts w:ascii="Courier New" w:hAnsi="Courier New" w:cs="Courier New"/>
          <w:sz w:val="20"/>
          <w:szCs w:val="20"/>
        </w:rPr>
        <w:t>│    │вакансий и учебных рабочих │работодатели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│мест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│9.11│Информирование о положении │граждане Российской Федерации;│единиц,      │ДГСЗН ЯО      │ДГСЗН ЯО;            │</w:t>
      </w:r>
    </w:p>
    <w:p w:rsidR="00220854" w:rsidRDefault="00220854">
      <w:pPr>
        <w:pStyle w:val="ConsPlusCell"/>
        <w:rPr>
          <w:rFonts w:ascii="Courier New" w:hAnsi="Courier New" w:cs="Courier New"/>
          <w:sz w:val="20"/>
          <w:szCs w:val="20"/>
        </w:rPr>
      </w:pPr>
      <w:r>
        <w:rPr>
          <w:rFonts w:ascii="Courier New" w:hAnsi="Courier New" w:cs="Courier New"/>
          <w:sz w:val="20"/>
          <w:szCs w:val="20"/>
        </w:rPr>
        <w:t>│    │на рынке труда в           │иностранные граждане; лица без│человек      │              │ГКУ ЯО ЦЗН           │</w:t>
      </w:r>
    </w:p>
    <w:p w:rsidR="00220854" w:rsidRDefault="00220854">
      <w:pPr>
        <w:pStyle w:val="ConsPlusCell"/>
        <w:rPr>
          <w:rFonts w:ascii="Courier New" w:hAnsi="Courier New" w:cs="Courier New"/>
          <w:sz w:val="20"/>
          <w:szCs w:val="20"/>
        </w:rPr>
      </w:pPr>
      <w:r>
        <w:rPr>
          <w:rFonts w:ascii="Courier New" w:hAnsi="Courier New" w:cs="Courier New"/>
          <w:sz w:val="20"/>
          <w:szCs w:val="20"/>
        </w:rPr>
        <w:t>│    │Ярославской области        │гражданства; юридические  лица│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│и      их       представители;│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│индивидуальные предприниматели│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│и их представители            │             │              │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bookmarkStart w:id="15" w:name="Par532"/>
      <w:bookmarkEnd w:id="15"/>
      <w:r>
        <w:rPr>
          <w:rFonts w:ascii="Courier New" w:hAnsi="Courier New" w:cs="Courier New"/>
          <w:sz w:val="20"/>
          <w:szCs w:val="20"/>
        </w:rPr>
        <w:t>│             III. Государственные услуги, оказываемые муниципальными учреждениями в рамках полномочий             │</w:t>
      </w:r>
    </w:p>
    <w:p w:rsidR="00220854" w:rsidRDefault="00220854">
      <w:pPr>
        <w:pStyle w:val="ConsPlusCell"/>
        <w:rPr>
          <w:rFonts w:ascii="Courier New" w:hAnsi="Courier New" w:cs="Courier New"/>
          <w:sz w:val="20"/>
          <w:szCs w:val="20"/>
        </w:rPr>
      </w:pPr>
      <w:r>
        <w:rPr>
          <w:rFonts w:ascii="Courier New" w:hAnsi="Courier New" w:cs="Courier New"/>
          <w:sz w:val="20"/>
          <w:szCs w:val="20"/>
        </w:rPr>
        <w:t>│             Ярославской области, переданных на уровень муниципальных образований Ярославской области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bookmarkStart w:id="16" w:name="Par535"/>
      <w:bookmarkEnd w:id="16"/>
      <w:r>
        <w:rPr>
          <w:rFonts w:ascii="Courier New" w:hAnsi="Courier New" w:cs="Courier New"/>
          <w:sz w:val="20"/>
          <w:szCs w:val="20"/>
        </w:rPr>
        <w:t>│                                                Социальная защита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│1   │Социальное обслуживание    │- нуждающиеся в постоянном или│человек      │ДТиСПН ЯО     │комплексные центры   │</w:t>
      </w:r>
    </w:p>
    <w:p w:rsidR="00220854" w:rsidRDefault="00220854">
      <w:pPr>
        <w:pStyle w:val="ConsPlusCell"/>
        <w:rPr>
          <w:rFonts w:ascii="Courier New" w:hAnsi="Courier New" w:cs="Courier New"/>
          <w:sz w:val="20"/>
          <w:szCs w:val="20"/>
        </w:rPr>
      </w:pPr>
      <w:r>
        <w:rPr>
          <w:rFonts w:ascii="Courier New" w:hAnsi="Courier New" w:cs="Courier New"/>
          <w:sz w:val="20"/>
          <w:szCs w:val="20"/>
        </w:rPr>
        <w:t>│    │граждан пожилого возраста и│временном (до 6 месяцев)      │             │              │социального          │</w:t>
      </w:r>
    </w:p>
    <w:p w:rsidR="00220854" w:rsidRDefault="00220854">
      <w:pPr>
        <w:pStyle w:val="ConsPlusCell"/>
        <w:rPr>
          <w:rFonts w:ascii="Courier New" w:hAnsi="Courier New" w:cs="Courier New"/>
          <w:sz w:val="20"/>
          <w:szCs w:val="20"/>
        </w:rPr>
      </w:pPr>
      <w:r>
        <w:rPr>
          <w:rFonts w:ascii="Courier New" w:hAnsi="Courier New" w:cs="Courier New"/>
          <w:sz w:val="20"/>
          <w:szCs w:val="20"/>
        </w:rPr>
        <w:t>│    │инвалидов на дому          │нестационарном социальном     │             │              │обслуживания         │</w:t>
      </w:r>
    </w:p>
    <w:p w:rsidR="00220854" w:rsidRDefault="00220854">
      <w:pPr>
        <w:pStyle w:val="ConsPlusCell"/>
        <w:rPr>
          <w:rFonts w:ascii="Courier New" w:hAnsi="Courier New" w:cs="Courier New"/>
          <w:sz w:val="20"/>
          <w:szCs w:val="20"/>
        </w:rPr>
      </w:pPr>
      <w:r>
        <w:rPr>
          <w:rFonts w:ascii="Courier New" w:hAnsi="Courier New" w:cs="Courier New"/>
          <w:sz w:val="20"/>
          <w:szCs w:val="20"/>
        </w:rPr>
        <w:t>│    │                           │обслуживании одинокие граждане│             │              │населения городских  │</w:t>
      </w:r>
    </w:p>
    <w:p w:rsidR="00220854" w:rsidRDefault="00220854">
      <w:pPr>
        <w:pStyle w:val="ConsPlusCell"/>
        <w:rPr>
          <w:rFonts w:ascii="Courier New" w:hAnsi="Courier New" w:cs="Courier New"/>
          <w:sz w:val="20"/>
          <w:szCs w:val="20"/>
        </w:rPr>
      </w:pPr>
      <w:r>
        <w:rPr>
          <w:rFonts w:ascii="Courier New" w:hAnsi="Courier New" w:cs="Courier New"/>
          <w:sz w:val="20"/>
          <w:szCs w:val="20"/>
        </w:rPr>
        <w:t>│    │                           │и граждане, частично          │             │              │округов,             │</w:t>
      </w:r>
    </w:p>
    <w:p w:rsidR="00220854" w:rsidRDefault="00220854">
      <w:pPr>
        <w:pStyle w:val="ConsPlusCell"/>
        <w:rPr>
          <w:rFonts w:ascii="Courier New" w:hAnsi="Courier New" w:cs="Courier New"/>
          <w:sz w:val="20"/>
          <w:szCs w:val="20"/>
        </w:rPr>
      </w:pPr>
      <w:r>
        <w:rPr>
          <w:rFonts w:ascii="Courier New" w:hAnsi="Courier New" w:cs="Courier New"/>
          <w:sz w:val="20"/>
          <w:szCs w:val="20"/>
        </w:rPr>
        <w:t>│    │                           │утратившие способность к      │             │              │муниципальных районов│</w:t>
      </w:r>
    </w:p>
    <w:p w:rsidR="00220854" w:rsidRDefault="00220854">
      <w:pPr>
        <w:pStyle w:val="ConsPlusCell"/>
        <w:rPr>
          <w:rFonts w:ascii="Courier New" w:hAnsi="Courier New" w:cs="Courier New"/>
          <w:sz w:val="20"/>
          <w:szCs w:val="20"/>
        </w:rPr>
      </w:pPr>
      <w:r>
        <w:rPr>
          <w:rFonts w:ascii="Courier New" w:hAnsi="Courier New" w:cs="Courier New"/>
          <w:sz w:val="20"/>
          <w:szCs w:val="20"/>
        </w:rPr>
        <w:t>│    │                           │самообслуживанию в связи с    │             │              │области, имеющие в   │</w:t>
      </w:r>
    </w:p>
    <w:p w:rsidR="00220854" w:rsidRDefault="00220854">
      <w:pPr>
        <w:pStyle w:val="ConsPlusCell"/>
        <w:rPr>
          <w:rFonts w:ascii="Courier New" w:hAnsi="Courier New" w:cs="Courier New"/>
          <w:sz w:val="20"/>
          <w:szCs w:val="20"/>
        </w:rPr>
      </w:pPr>
      <w:r>
        <w:rPr>
          <w:rFonts w:ascii="Courier New" w:hAnsi="Courier New" w:cs="Courier New"/>
          <w:sz w:val="20"/>
          <w:szCs w:val="20"/>
        </w:rPr>
        <w:t>│    │                           │преклонным возрастом,         │             │              │своей структуре      │</w:t>
      </w:r>
    </w:p>
    <w:p w:rsidR="00220854" w:rsidRDefault="00220854">
      <w:pPr>
        <w:pStyle w:val="ConsPlusCell"/>
        <w:rPr>
          <w:rFonts w:ascii="Courier New" w:hAnsi="Courier New" w:cs="Courier New"/>
          <w:sz w:val="20"/>
          <w:szCs w:val="20"/>
        </w:rPr>
      </w:pPr>
      <w:r>
        <w:rPr>
          <w:rFonts w:ascii="Courier New" w:hAnsi="Courier New" w:cs="Courier New"/>
          <w:sz w:val="20"/>
          <w:szCs w:val="20"/>
        </w:rPr>
        <w:t>│    │                           │болезнью, инвалидностью;      │             │              │отделения социального│</w:t>
      </w:r>
    </w:p>
    <w:p w:rsidR="00220854" w:rsidRDefault="00220854">
      <w:pPr>
        <w:pStyle w:val="ConsPlusCell"/>
        <w:rPr>
          <w:rFonts w:ascii="Courier New" w:hAnsi="Courier New" w:cs="Courier New"/>
          <w:sz w:val="20"/>
          <w:szCs w:val="20"/>
        </w:rPr>
      </w:pPr>
      <w:r>
        <w:rPr>
          <w:rFonts w:ascii="Courier New" w:hAnsi="Courier New" w:cs="Courier New"/>
          <w:sz w:val="20"/>
          <w:szCs w:val="20"/>
        </w:rPr>
        <w:t>│    │                           │- нуждающиеся в надомных      │             │              │обслуживания на дому │</w:t>
      </w:r>
    </w:p>
    <w:p w:rsidR="00220854" w:rsidRDefault="00220854">
      <w:pPr>
        <w:pStyle w:val="ConsPlusCell"/>
        <w:rPr>
          <w:rFonts w:ascii="Courier New" w:hAnsi="Courier New" w:cs="Courier New"/>
          <w:sz w:val="20"/>
          <w:szCs w:val="20"/>
        </w:rPr>
      </w:pPr>
      <w:r>
        <w:rPr>
          <w:rFonts w:ascii="Courier New" w:hAnsi="Courier New" w:cs="Courier New"/>
          <w:sz w:val="20"/>
          <w:szCs w:val="20"/>
        </w:rPr>
        <w:t>│    │                           │социальных услугах граждане   │             │              │граждан пожилого     │</w:t>
      </w:r>
    </w:p>
    <w:p w:rsidR="00220854" w:rsidRDefault="00220854">
      <w:pPr>
        <w:pStyle w:val="ConsPlusCell"/>
        <w:rPr>
          <w:rFonts w:ascii="Courier New" w:hAnsi="Courier New" w:cs="Courier New"/>
          <w:sz w:val="20"/>
          <w:szCs w:val="20"/>
        </w:rPr>
      </w:pPr>
      <w:r>
        <w:rPr>
          <w:rFonts w:ascii="Courier New" w:hAnsi="Courier New" w:cs="Courier New"/>
          <w:sz w:val="20"/>
          <w:szCs w:val="20"/>
        </w:rPr>
        <w:t>│    │                           │пожилого возраста и инвалиды, │             │              │возраста и инвалидов,│</w:t>
      </w:r>
    </w:p>
    <w:p w:rsidR="00220854" w:rsidRDefault="00220854">
      <w:pPr>
        <w:pStyle w:val="ConsPlusCell"/>
        <w:rPr>
          <w:rFonts w:ascii="Courier New" w:hAnsi="Courier New" w:cs="Courier New"/>
          <w:sz w:val="20"/>
          <w:szCs w:val="20"/>
        </w:rPr>
      </w:pPr>
      <w:r>
        <w:rPr>
          <w:rFonts w:ascii="Courier New" w:hAnsi="Courier New" w:cs="Courier New"/>
          <w:sz w:val="20"/>
          <w:szCs w:val="20"/>
        </w:rPr>
        <w:t>│    │                           │страдающие психическими       │             │              │отделения            │</w:t>
      </w:r>
    </w:p>
    <w:p w:rsidR="00220854" w:rsidRDefault="00220854">
      <w:pPr>
        <w:pStyle w:val="ConsPlusCell"/>
        <w:rPr>
          <w:rFonts w:ascii="Courier New" w:hAnsi="Courier New" w:cs="Courier New"/>
          <w:sz w:val="20"/>
          <w:szCs w:val="20"/>
        </w:rPr>
      </w:pPr>
      <w:r>
        <w:rPr>
          <w:rFonts w:ascii="Courier New" w:hAnsi="Courier New" w:cs="Courier New"/>
          <w:sz w:val="20"/>
          <w:szCs w:val="20"/>
        </w:rPr>
        <w:t>│    │                           │расстройствами (в стадии      │             │              │специализированного  │</w:t>
      </w:r>
    </w:p>
    <w:p w:rsidR="00220854" w:rsidRDefault="00220854">
      <w:pPr>
        <w:pStyle w:val="ConsPlusCell"/>
        <w:rPr>
          <w:rFonts w:ascii="Courier New" w:hAnsi="Courier New" w:cs="Courier New"/>
          <w:sz w:val="20"/>
          <w:szCs w:val="20"/>
        </w:rPr>
      </w:pPr>
      <w:r>
        <w:rPr>
          <w:rFonts w:ascii="Courier New" w:hAnsi="Courier New" w:cs="Courier New"/>
          <w:sz w:val="20"/>
          <w:szCs w:val="20"/>
        </w:rPr>
        <w:t>│    │                           │ремиссии), туберкулезом (за   │             │              │социально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│исключением активной формы),  │             │              │медицинского         │</w:t>
      </w:r>
    </w:p>
    <w:p w:rsidR="00220854" w:rsidRDefault="00220854">
      <w:pPr>
        <w:pStyle w:val="ConsPlusCell"/>
        <w:rPr>
          <w:rFonts w:ascii="Courier New" w:hAnsi="Courier New" w:cs="Courier New"/>
          <w:sz w:val="20"/>
          <w:szCs w:val="20"/>
        </w:rPr>
      </w:pPr>
      <w:r>
        <w:rPr>
          <w:rFonts w:ascii="Courier New" w:hAnsi="Courier New" w:cs="Courier New"/>
          <w:sz w:val="20"/>
          <w:szCs w:val="20"/>
        </w:rPr>
        <w:t>│    │                           │тяжелыми заболеваниями (в том │             │              │обслуживания на дому │</w:t>
      </w:r>
    </w:p>
    <w:p w:rsidR="00220854" w:rsidRDefault="00220854">
      <w:pPr>
        <w:pStyle w:val="ConsPlusCell"/>
        <w:rPr>
          <w:rFonts w:ascii="Courier New" w:hAnsi="Courier New" w:cs="Courier New"/>
          <w:sz w:val="20"/>
          <w:szCs w:val="20"/>
        </w:rPr>
      </w:pPr>
      <w:r>
        <w:rPr>
          <w:rFonts w:ascii="Courier New" w:hAnsi="Courier New" w:cs="Courier New"/>
          <w:sz w:val="20"/>
          <w:szCs w:val="20"/>
        </w:rPr>
        <w:t>│    │                           │числе онкологическими) в      │             │              │граждан пожилого     │</w:t>
      </w:r>
    </w:p>
    <w:p w:rsidR="00220854" w:rsidRDefault="00220854">
      <w:pPr>
        <w:pStyle w:val="ConsPlusCell"/>
        <w:rPr>
          <w:rFonts w:ascii="Courier New" w:hAnsi="Courier New" w:cs="Courier New"/>
          <w:sz w:val="20"/>
          <w:szCs w:val="20"/>
        </w:rPr>
      </w:pPr>
      <w:r>
        <w:rPr>
          <w:rFonts w:ascii="Courier New" w:hAnsi="Courier New" w:cs="Courier New"/>
          <w:sz w:val="20"/>
          <w:szCs w:val="20"/>
        </w:rPr>
        <w:t>│    │                           │поздних стадиях, за           │             │              │возраста и инвалидов,│</w:t>
      </w:r>
    </w:p>
    <w:p w:rsidR="00220854" w:rsidRDefault="00220854">
      <w:pPr>
        <w:pStyle w:val="ConsPlusCell"/>
        <w:rPr>
          <w:rFonts w:ascii="Courier New" w:hAnsi="Courier New" w:cs="Courier New"/>
          <w:sz w:val="20"/>
          <w:szCs w:val="20"/>
        </w:rPr>
      </w:pPr>
      <w:r>
        <w:rPr>
          <w:rFonts w:ascii="Courier New" w:hAnsi="Courier New" w:cs="Courier New"/>
          <w:sz w:val="20"/>
          <w:szCs w:val="20"/>
        </w:rPr>
        <w:t>│    │                           │исключением заболеваний,      │             │              │отделения "Хоспис на │</w:t>
      </w:r>
    </w:p>
    <w:p w:rsidR="00220854" w:rsidRDefault="00220854">
      <w:pPr>
        <w:pStyle w:val="ConsPlusCell"/>
        <w:rPr>
          <w:rFonts w:ascii="Courier New" w:hAnsi="Courier New" w:cs="Courier New"/>
          <w:sz w:val="20"/>
          <w:szCs w:val="20"/>
        </w:rPr>
      </w:pPr>
      <w:r>
        <w:rPr>
          <w:rFonts w:ascii="Courier New" w:hAnsi="Courier New" w:cs="Courier New"/>
          <w:sz w:val="20"/>
          <w:szCs w:val="20"/>
        </w:rPr>
        <w:t>│    │                           │требующих лечения в           │             │              │дому"                │</w:t>
      </w:r>
    </w:p>
    <w:p w:rsidR="00220854" w:rsidRDefault="00220854">
      <w:pPr>
        <w:pStyle w:val="ConsPlusCell"/>
        <w:rPr>
          <w:rFonts w:ascii="Courier New" w:hAnsi="Courier New" w:cs="Courier New"/>
          <w:sz w:val="20"/>
          <w:szCs w:val="20"/>
        </w:rPr>
      </w:pPr>
      <w:r>
        <w:rPr>
          <w:rFonts w:ascii="Courier New" w:hAnsi="Courier New" w:cs="Courier New"/>
          <w:sz w:val="20"/>
          <w:szCs w:val="20"/>
        </w:rPr>
        <w:t>│    │                           │специализированных учреждениях│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│здравоохранения;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 граждане, страдающие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│онкологическими заболеваниями,│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│с ожидаемой продолжительностью│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│жизни до 6 месяцев            │             │              │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│2   │Социальное обслуживание    │- одинокие граждане пожилого  │человек      │ДТиСПН ЯО     │комплексные центры   │</w:t>
      </w:r>
    </w:p>
    <w:p w:rsidR="00220854" w:rsidRDefault="00220854">
      <w:pPr>
        <w:pStyle w:val="ConsPlusCell"/>
        <w:rPr>
          <w:rFonts w:ascii="Courier New" w:hAnsi="Courier New" w:cs="Courier New"/>
          <w:sz w:val="20"/>
          <w:szCs w:val="20"/>
        </w:rPr>
      </w:pPr>
      <w:r>
        <w:rPr>
          <w:rFonts w:ascii="Courier New" w:hAnsi="Courier New" w:cs="Courier New"/>
          <w:sz w:val="20"/>
          <w:szCs w:val="20"/>
        </w:rPr>
        <w:t>│    │граждан пожилого возраста и│возраста и инвалиды, полностью│             │              │социального          │</w:t>
      </w:r>
    </w:p>
    <w:p w:rsidR="00220854" w:rsidRDefault="00220854">
      <w:pPr>
        <w:pStyle w:val="ConsPlusCell"/>
        <w:rPr>
          <w:rFonts w:ascii="Courier New" w:hAnsi="Courier New" w:cs="Courier New"/>
          <w:sz w:val="20"/>
          <w:szCs w:val="20"/>
        </w:rPr>
      </w:pPr>
      <w:r>
        <w:rPr>
          <w:rFonts w:ascii="Courier New" w:hAnsi="Courier New" w:cs="Courier New"/>
          <w:sz w:val="20"/>
          <w:szCs w:val="20"/>
        </w:rPr>
        <w:t>│    │инвалидов в отделениях с   │или частично сохранившие      │             │              │обслуживания         │</w:t>
      </w:r>
    </w:p>
    <w:p w:rsidR="00220854" w:rsidRDefault="00220854">
      <w:pPr>
        <w:pStyle w:val="ConsPlusCell"/>
        <w:rPr>
          <w:rFonts w:ascii="Courier New" w:hAnsi="Courier New" w:cs="Courier New"/>
          <w:sz w:val="20"/>
          <w:szCs w:val="20"/>
        </w:rPr>
      </w:pPr>
      <w:r>
        <w:rPr>
          <w:rFonts w:ascii="Courier New" w:hAnsi="Courier New" w:cs="Courier New"/>
          <w:sz w:val="20"/>
          <w:szCs w:val="20"/>
        </w:rPr>
        <w:t>│    │проживанием                │способность к самообслуживанию│             │              │населения городских  │</w:t>
      </w:r>
    </w:p>
    <w:p w:rsidR="00220854" w:rsidRDefault="00220854">
      <w:pPr>
        <w:pStyle w:val="ConsPlusCell"/>
        <w:rPr>
          <w:rFonts w:ascii="Courier New" w:hAnsi="Courier New" w:cs="Courier New"/>
          <w:sz w:val="20"/>
          <w:szCs w:val="20"/>
        </w:rPr>
      </w:pPr>
      <w:r>
        <w:rPr>
          <w:rFonts w:ascii="Courier New" w:hAnsi="Courier New" w:cs="Courier New"/>
          <w:sz w:val="20"/>
          <w:szCs w:val="20"/>
        </w:rPr>
        <w:t>│    │                           │и свободному передвижению и   │             │              │округов,             │</w:t>
      </w:r>
    </w:p>
    <w:p w:rsidR="00220854" w:rsidRDefault="00220854">
      <w:pPr>
        <w:pStyle w:val="ConsPlusCell"/>
        <w:rPr>
          <w:rFonts w:ascii="Courier New" w:hAnsi="Courier New" w:cs="Courier New"/>
          <w:sz w:val="20"/>
          <w:szCs w:val="20"/>
        </w:rPr>
      </w:pPr>
      <w:r>
        <w:rPr>
          <w:rFonts w:ascii="Courier New" w:hAnsi="Courier New" w:cs="Courier New"/>
          <w:sz w:val="20"/>
          <w:szCs w:val="20"/>
        </w:rPr>
        <w:t>│    │                           │временно нуждающиеся в уходе, │             │              │муниципальных районов│</w:t>
      </w:r>
    </w:p>
    <w:p w:rsidR="00220854" w:rsidRDefault="00220854">
      <w:pPr>
        <w:pStyle w:val="ConsPlusCell"/>
        <w:rPr>
          <w:rFonts w:ascii="Courier New" w:hAnsi="Courier New" w:cs="Courier New"/>
          <w:sz w:val="20"/>
          <w:szCs w:val="20"/>
        </w:rPr>
      </w:pPr>
      <w:r>
        <w:rPr>
          <w:rFonts w:ascii="Courier New" w:hAnsi="Courier New" w:cs="Courier New"/>
          <w:sz w:val="20"/>
          <w:szCs w:val="20"/>
        </w:rPr>
        <w:t>│    │                           │а также граждане из их числа, │             │              │области, имеющие в   │</w:t>
      </w:r>
    </w:p>
    <w:p w:rsidR="00220854" w:rsidRDefault="00220854">
      <w:pPr>
        <w:pStyle w:val="ConsPlusCell"/>
        <w:rPr>
          <w:rFonts w:ascii="Courier New" w:hAnsi="Courier New" w:cs="Courier New"/>
          <w:sz w:val="20"/>
          <w:szCs w:val="20"/>
        </w:rPr>
      </w:pPr>
      <w:r>
        <w:rPr>
          <w:rFonts w:ascii="Courier New" w:hAnsi="Courier New" w:cs="Courier New"/>
          <w:sz w:val="20"/>
          <w:szCs w:val="20"/>
        </w:rPr>
        <w:t>│    │                           │проживающие в семьях, члены   │             │              │своей структуре      │</w:t>
      </w:r>
    </w:p>
    <w:p w:rsidR="00220854" w:rsidRDefault="00220854">
      <w:pPr>
        <w:pStyle w:val="ConsPlusCell"/>
        <w:rPr>
          <w:rFonts w:ascii="Courier New" w:hAnsi="Courier New" w:cs="Courier New"/>
          <w:sz w:val="20"/>
          <w:szCs w:val="20"/>
        </w:rPr>
      </w:pPr>
      <w:r>
        <w:rPr>
          <w:rFonts w:ascii="Courier New" w:hAnsi="Courier New" w:cs="Courier New"/>
          <w:sz w:val="20"/>
          <w:szCs w:val="20"/>
        </w:rPr>
        <w:t>│    │                           │которых по объективным        │             │              │отделения временного │</w:t>
      </w:r>
    </w:p>
    <w:p w:rsidR="00220854" w:rsidRDefault="00220854">
      <w:pPr>
        <w:pStyle w:val="ConsPlusCell"/>
        <w:rPr>
          <w:rFonts w:ascii="Courier New" w:hAnsi="Courier New" w:cs="Courier New"/>
          <w:sz w:val="20"/>
          <w:szCs w:val="20"/>
        </w:rPr>
      </w:pPr>
      <w:r>
        <w:rPr>
          <w:rFonts w:ascii="Courier New" w:hAnsi="Courier New" w:cs="Courier New"/>
          <w:sz w:val="20"/>
          <w:szCs w:val="20"/>
        </w:rPr>
        <w:t>│    │                           │причинам (болезнь, убытие в   │             │              │проживания граждан   │</w:t>
      </w:r>
    </w:p>
    <w:p w:rsidR="00220854" w:rsidRDefault="00220854">
      <w:pPr>
        <w:pStyle w:val="ConsPlusCell"/>
        <w:rPr>
          <w:rFonts w:ascii="Courier New" w:hAnsi="Courier New" w:cs="Courier New"/>
          <w:sz w:val="20"/>
          <w:szCs w:val="20"/>
        </w:rPr>
      </w:pPr>
      <w:r>
        <w:rPr>
          <w:rFonts w:ascii="Courier New" w:hAnsi="Courier New" w:cs="Courier New"/>
          <w:sz w:val="20"/>
          <w:szCs w:val="20"/>
        </w:rPr>
        <w:t>│    │                           │командировку или отпуск и     │             │              │пожилого возраста и  │</w:t>
      </w:r>
    </w:p>
    <w:p w:rsidR="00220854" w:rsidRDefault="00220854">
      <w:pPr>
        <w:pStyle w:val="ConsPlusCell"/>
        <w:rPr>
          <w:rFonts w:ascii="Courier New" w:hAnsi="Courier New" w:cs="Courier New"/>
          <w:sz w:val="20"/>
          <w:szCs w:val="20"/>
        </w:rPr>
      </w:pPr>
      <w:r>
        <w:rPr>
          <w:rFonts w:ascii="Courier New" w:hAnsi="Courier New" w:cs="Courier New"/>
          <w:sz w:val="20"/>
          <w:szCs w:val="20"/>
        </w:rPr>
        <w:t>│    │                           │т.д.) временно не могут       │             │              │инвалидов,           │</w:t>
      </w:r>
    </w:p>
    <w:p w:rsidR="00220854" w:rsidRDefault="00220854">
      <w:pPr>
        <w:pStyle w:val="ConsPlusCell"/>
        <w:rPr>
          <w:rFonts w:ascii="Courier New" w:hAnsi="Courier New" w:cs="Courier New"/>
          <w:sz w:val="20"/>
          <w:szCs w:val="20"/>
        </w:rPr>
      </w:pPr>
      <w:r>
        <w:rPr>
          <w:rFonts w:ascii="Courier New" w:hAnsi="Courier New" w:cs="Courier New"/>
          <w:sz w:val="20"/>
          <w:szCs w:val="20"/>
        </w:rPr>
        <w:t>│    │                           │осуществлять за ними уход;    │             │              │социально -          │</w:t>
      </w:r>
    </w:p>
    <w:p w:rsidR="00220854" w:rsidRDefault="00220854">
      <w:pPr>
        <w:pStyle w:val="ConsPlusCell"/>
        <w:rPr>
          <w:rFonts w:ascii="Courier New" w:hAnsi="Courier New" w:cs="Courier New"/>
          <w:sz w:val="20"/>
          <w:szCs w:val="20"/>
        </w:rPr>
      </w:pPr>
      <w:r>
        <w:rPr>
          <w:rFonts w:ascii="Courier New" w:hAnsi="Courier New" w:cs="Courier New"/>
          <w:sz w:val="20"/>
          <w:szCs w:val="20"/>
        </w:rPr>
        <w:t>│    │                           │- граждане пожилого возраста  │             │              │реабилитационные     │</w:t>
      </w:r>
    </w:p>
    <w:p w:rsidR="00220854" w:rsidRDefault="00220854">
      <w:pPr>
        <w:pStyle w:val="ConsPlusCell"/>
        <w:rPr>
          <w:rFonts w:ascii="Courier New" w:hAnsi="Courier New" w:cs="Courier New"/>
          <w:sz w:val="20"/>
          <w:szCs w:val="20"/>
        </w:rPr>
      </w:pPr>
      <w:r>
        <w:rPr>
          <w:rFonts w:ascii="Courier New" w:hAnsi="Courier New" w:cs="Courier New"/>
          <w:sz w:val="20"/>
          <w:szCs w:val="20"/>
        </w:rPr>
        <w:t>│    │                           │(мужчины старше 60 лет,       │             │              │отделения (с         │</w:t>
      </w:r>
    </w:p>
    <w:p w:rsidR="00220854" w:rsidRDefault="00220854">
      <w:pPr>
        <w:pStyle w:val="ConsPlusCell"/>
        <w:rPr>
          <w:rFonts w:ascii="Courier New" w:hAnsi="Courier New" w:cs="Courier New"/>
          <w:sz w:val="20"/>
          <w:szCs w:val="20"/>
        </w:rPr>
      </w:pPr>
      <w:r>
        <w:rPr>
          <w:rFonts w:ascii="Courier New" w:hAnsi="Courier New" w:cs="Courier New"/>
          <w:sz w:val="20"/>
          <w:szCs w:val="20"/>
        </w:rPr>
        <w:t>│    │                           │женщины старше 55 лет) и      │             │              │организацией         │</w:t>
      </w:r>
    </w:p>
    <w:p w:rsidR="00220854" w:rsidRDefault="00220854">
      <w:pPr>
        <w:pStyle w:val="ConsPlusCell"/>
        <w:rPr>
          <w:rFonts w:ascii="Courier New" w:hAnsi="Courier New" w:cs="Courier New"/>
          <w:sz w:val="20"/>
          <w:szCs w:val="20"/>
        </w:rPr>
      </w:pPr>
      <w:r>
        <w:rPr>
          <w:rFonts w:ascii="Courier New" w:hAnsi="Courier New" w:cs="Courier New"/>
          <w:sz w:val="20"/>
          <w:szCs w:val="20"/>
        </w:rPr>
        <w:t>│    │                           │инвалиды, сохранившие         │             │              │проживания граждан   │</w:t>
      </w:r>
    </w:p>
    <w:p w:rsidR="00220854" w:rsidRDefault="00220854">
      <w:pPr>
        <w:pStyle w:val="ConsPlusCell"/>
        <w:rPr>
          <w:rFonts w:ascii="Courier New" w:hAnsi="Courier New" w:cs="Courier New"/>
          <w:sz w:val="20"/>
          <w:szCs w:val="20"/>
        </w:rPr>
      </w:pPr>
      <w:r>
        <w:rPr>
          <w:rFonts w:ascii="Courier New" w:hAnsi="Courier New" w:cs="Courier New"/>
          <w:sz w:val="20"/>
          <w:szCs w:val="20"/>
        </w:rPr>
        <w:t>│    │                           │способность к самообслуживанию│             │              │пожилого возраста и  │</w:t>
      </w:r>
    </w:p>
    <w:p w:rsidR="00220854" w:rsidRDefault="00220854">
      <w:pPr>
        <w:pStyle w:val="ConsPlusCell"/>
        <w:rPr>
          <w:rFonts w:ascii="Courier New" w:hAnsi="Courier New" w:cs="Courier New"/>
          <w:sz w:val="20"/>
          <w:szCs w:val="20"/>
        </w:rPr>
      </w:pPr>
      <w:r>
        <w:rPr>
          <w:rFonts w:ascii="Courier New" w:hAnsi="Courier New" w:cs="Courier New"/>
          <w:sz w:val="20"/>
          <w:szCs w:val="20"/>
        </w:rPr>
        <w:t>│    │                           │и передвижению, не имеющие    │             │              │инвалидов)           │</w:t>
      </w:r>
    </w:p>
    <w:p w:rsidR="00220854" w:rsidRDefault="00220854">
      <w:pPr>
        <w:pStyle w:val="ConsPlusCell"/>
        <w:rPr>
          <w:rFonts w:ascii="Courier New" w:hAnsi="Courier New" w:cs="Courier New"/>
          <w:sz w:val="20"/>
          <w:szCs w:val="20"/>
        </w:rPr>
      </w:pPr>
      <w:r>
        <w:rPr>
          <w:rFonts w:ascii="Courier New" w:hAnsi="Courier New" w:cs="Courier New"/>
          <w:sz w:val="20"/>
          <w:szCs w:val="20"/>
        </w:rPr>
        <w:t>│    │                           │медицинских противопоказаний к│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│зачислению на социальное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│обслуживание                  │             │              │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│3   │Полустационарное социальное│- граждане пожилого возраста  │человек      │ДТиСПН ЯО     │комплексные центры   │</w:t>
      </w:r>
    </w:p>
    <w:p w:rsidR="00220854" w:rsidRDefault="00220854">
      <w:pPr>
        <w:pStyle w:val="ConsPlusCell"/>
        <w:rPr>
          <w:rFonts w:ascii="Courier New" w:hAnsi="Courier New" w:cs="Courier New"/>
          <w:sz w:val="20"/>
          <w:szCs w:val="20"/>
        </w:rPr>
      </w:pPr>
      <w:r>
        <w:rPr>
          <w:rFonts w:ascii="Courier New" w:hAnsi="Courier New" w:cs="Courier New"/>
          <w:sz w:val="20"/>
          <w:szCs w:val="20"/>
        </w:rPr>
        <w:t>│    │обслуживание граждан       │(мужчины старше 60 лет,       │             │              │социального          │</w:t>
      </w:r>
    </w:p>
    <w:p w:rsidR="00220854" w:rsidRDefault="00220854">
      <w:pPr>
        <w:pStyle w:val="ConsPlusCell"/>
        <w:rPr>
          <w:rFonts w:ascii="Courier New" w:hAnsi="Courier New" w:cs="Courier New"/>
          <w:sz w:val="20"/>
          <w:szCs w:val="20"/>
        </w:rPr>
      </w:pPr>
      <w:r>
        <w:rPr>
          <w:rFonts w:ascii="Courier New" w:hAnsi="Courier New" w:cs="Courier New"/>
          <w:sz w:val="20"/>
          <w:szCs w:val="20"/>
        </w:rPr>
        <w:t>│    │                           │женщины старше 55 лет) и      │             │              │обслуживания         │</w:t>
      </w:r>
    </w:p>
    <w:p w:rsidR="00220854" w:rsidRDefault="00220854">
      <w:pPr>
        <w:pStyle w:val="ConsPlusCell"/>
        <w:rPr>
          <w:rFonts w:ascii="Courier New" w:hAnsi="Courier New" w:cs="Courier New"/>
          <w:sz w:val="20"/>
          <w:szCs w:val="20"/>
        </w:rPr>
      </w:pPr>
      <w:r>
        <w:rPr>
          <w:rFonts w:ascii="Courier New" w:hAnsi="Courier New" w:cs="Courier New"/>
          <w:sz w:val="20"/>
          <w:szCs w:val="20"/>
        </w:rPr>
        <w:t>│    │                           │инвалиды, сохранившие         │             │              │населения городских  │</w:t>
      </w:r>
    </w:p>
    <w:p w:rsidR="00220854" w:rsidRDefault="00220854">
      <w:pPr>
        <w:pStyle w:val="ConsPlusCell"/>
        <w:rPr>
          <w:rFonts w:ascii="Courier New" w:hAnsi="Courier New" w:cs="Courier New"/>
          <w:sz w:val="20"/>
          <w:szCs w:val="20"/>
        </w:rPr>
      </w:pPr>
      <w:r>
        <w:rPr>
          <w:rFonts w:ascii="Courier New" w:hAnsi="Courier New" w:cs="Courier New"/>
          <w:sz w:val="20"/>
          <w:szCs w:val="20"/>
        </w:rPr>
        <w:t>│    │                           │способность к самообслуживанию│             │              │округов,             │</w:t>
      </w:r>
    </w:p>
    <w:p w:rsidR="00220854" w:rsidRDefault="00220854">
      <w:pPr>
        <w:pStyle w:val="ConsPlusCell"/>
        <w:rPr>
          <w:rFonts w:ascii="Courier New" w:hAnsi="Courier New" w:cs="Courier New"/>
          <w:sz w:val="20"/>
          <w:szCs w:val="20"/>
        </w:rPr>
      </w:pPr>
      <w:r>
        <w:rPr>
          <w:rFonts w:ascii="Courier New" w:hAnsi="Courier New" w:cs="Courier New"/>
          <w:sz w:val="20"/>
          <w:szCs w:val="20"/>
        </w:rPr>
        <w:t>│    │                           │и активному передвижению, не  │             │              │муниципальных районов│</w:t>
      </w:r>
    </w:p>
    <w:p w:rsidR="00220854" w:rsidRDefault="00220854">
      <w:pPr>
        <w:pStyle w:val="ConsPlusCell"/>
        <w:rPr>
          <w:rFonts w:ascii="Courier New" w:hAnsi="Courier New" w:cs="Courier New"/>
          <w:sz w:val="20"/>
          <w:szCs w:val="20"/>
        </w:rPr>
      </w:pPr>
      <w:r>
        <w:rPr>
          <w:rFonts w:ascii="Courier New" w:hAnsi="Courier New" w:cs="Courier New"/>
          <w:sz w:val="20"/>
          <w:szCs w:val="20"/>
        </w:rPr>
        <w:t>│    │                           │имеющие медицинских           │             │              │области, имеющие в   │</w:t>
      </w:r>
    </w:p>
    <w:p w:rsidR="00220854" w:rsidRDefault="00220854">
      <w:pPr>
        <w:pStyle w:val="ConsPlusCell"/>
        <w:rPr>
          <w:rFonts w:ascii="Courier New" w:hAnsi="Courier New" w:cs="Courier New"/>
          <w:sz w:val="20"/>
          <w:szCs w:val="20"/>
        </w:rPr>
      </w:pPr>
      <w:r>
        <w:rPr>
          <w:rFonts w:ascii="Courier New" w:hAnsi="Courier New" w:cs="Courier New"/>
          <w:sz w:val="20"/>
          <w:szCs w:val="20"/>
        </w:rPr>
        <w:t>│    │                           │противопоказаний к зачислению │             │              │своей структуре      │</w:t>
      </w:r>
    </w:p>
    <w:p w:rsidR="00220854" w:rsidRDefault="00220854">
      <w:pPr>
        <w:pStyle w:val="ConsPlusCell"/>
        <w:rPr>
          <w:rFonts w:ascii="Courier New" w:hAnsi="Courier New" w:cs="Courier New"/>
          <w:sz w:val="20"/>
          <w:szCs w:val="20"/>
        </w:rPr>
      </w:pPr>
      <w:r>
        <w:rPr>
          <w:rFonts w:ascii="Courier New" w:hAnsi="Courier New" w:cs="Courier New"/>
          <w:sz w:val="20"/>
          <w:szCs w:val="20"/>
        </w:rPr>
        <w:t>│    │                           │на социальное обслуживание;   │             │              │отделения дневного   │</w:t>
      </w:r>
    </w:p>
    <w:p w:rsidR="00220854" w:rsidRDefault="00220854">
      <w:pPr>
        <w:pStyle w:val="ConsPlusCell"/>
        <w:rPr>
          <w:rFonts w:ascii="Courier New" w:hAnsi="Courier New" w:cs="Courier New"/>
          <w:sz w:val="20"/>
          <w:szCs w:val="20"/>
        </w:rPr>
      </w:pPr>
      <w:r>
        <w:rPr>
          <w:rFonts w:ascii="Courier New" w:hAnsi="Courier New" w:cs="Courier New"/>
          <w:sz w:val="20"/>
          <w:szCs w:val="20"/>
        </w:rPr>
        <w:t>│    │                           │- семьи с несовершеннолетними │             │              │пребывания граждан   │</w:t>
      </w:r>
    </w:p>
    <w:p w:rsidR="00220854" w:rsidRDefault="00220854">
      <w:pPr>
        <w:pStyle w:val="ConsPlusCell"/>
        <w:rPr>
          <w:rFonts w:ascii="Courier New" w:hAnsi="Courier New" w:cs="Courier New"/>
          <w:sz w:val="20"/>
          <w:szCs w:val="20"/>
        </w:rPr>
      </w:pPr>
      <w:r>
        <w:rPr>
          <w:rFonts w:ascii="Courier New" w:hAnsi="Courier New" w:cs="Courier New"/>
          <w:sz w:val="20"/>
          <w:szCs w:val="20"/>
        </w:rPr>
        <w:t>│    │                           │детьми;                       │             │              │пожилого возраста и  │</w:t>
      </w:r>
    </w:p>
    <w:p w:rsidR="00220854" w:rsidRDefault="00220854">
      <w:pPr>
        <w:pStyle w:val="ConsPlusCell"/>
        <w:rPr>
          <w:rFonts w:ascii="Courier New" w:hAnsi="Courier New" w:cs="Courier New"/>
          <w:sz w:val="20"/>
          <w:szCs w:val="20"/>
        </w:rPr>
      </w:pPr>
      <w:r>
        <w:rPr>
          <w:rFonts w:ascii="Courier New" w:hAnsi="Courier New" w:cs="Courier New"/>
          <w:sz w:val="20"/>
          <w:szCs w:val="20"/>
        </w:rPr>
        <w:t>│    │                           │- семьи, воспитывающие детей и│             │              │инвалидов,           │</w:t>
      </w:r>
    </w:p>
    <w:p w:rsidR="00220854" w:rsidRDefault="00220854">
      <w:pPr>
        <w:pStyle w:val="ConsPlusCell"/>
        <w:rPr>
          <w:rFonts w:ascii="Courier New" w:hAnsi="Courier New" w:cs="Courier New"/>
          <w:sz w:val="20"/>
          <w:szCs w:val="20"/>
        </w:rPr>
      </w:pPr>
      <w:r>
        <w:rPr>
          <w:rFonts w:ascii="Courier New" w:hAnsi="Courier New" w:cs="Courier New"/>
          <w:sz w:val="20"/>
          <w:szCs w:val="20"/>
        </w:rPr>
        <w:t>│    │                           │подростков с ограниченными    │             │              │социально -          │</w:t>
      </w:r>
    </w:p>
    <w:p w:rsidR="00220854" w:rsidRDefault="00220854">
      <w:pPr>
        <w:pStyle w:val="ConsPlusCell"/>
        <w:rPr>
          <w:rFonts w:ascii="Courier New" w:hAnsi="Courier New" w:cs="Courier New"/>
          <w:sz w:val="20"/>
          <w:szCs w:val="20"/>
        </w:rPr>
      </w:pPr>
      <w:r>
        <w:rPr>
          <w:rFonts w:ascii="Courier New" w:hAnsi="Courier New" w:cs="Courier New"/>
          <w:sz w:val="20"/>
          <w:szCs w:val="20"/>
        </w:rPr>
        <w:t>│    │                           │умственными и физическими     │             │              │реабилитационные     │</w:t>
      </w:r>
    </w:p>
    <w:p w:rsidR="00220854" w:rsidRDefault="00220854">
      <w:pPr>
        <w:pStyle w:val="ConsPlusCell"/>
        <w:rPr>
          <w:rFonts w:ascii="Courier New" w:hAnsi="Courier New" w:cs="Courier New"/>
          <w:sz w:val="20"/>
          <w:szCs w:val="20"/>
        </w:rPr>
      </w:pPr>
      <w:r>
        <w:rPr>
          <w:rFonts w:ascii="Courier New" w:hAnsi="Courier New" w:cs="Courier New"/>
          <w:sz w:val="20"/>
          <w:szCs w:val="20"/>
        </w:rPr>
        <w:t>│    │                           │возможностями                 │             │              │отделения (без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│организации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│проживания граждан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│пожилого возраста и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│инвалидов), отделения│</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│социальной помощи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│семье и детям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│(психолого -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│педагогической помощи│</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│семье и детям),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│отделения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│реабилитации детей и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│подростков с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│ограниченными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│умственными и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│физическими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│возможностями,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│отделения социального│</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│обслуживания в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│специальных жилых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│домах для ветеранов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│4   │Социальное обслуживание лиц│граждане старше 18 лет, в     │человек      │ДТиСПН ЯО     │дома ночного         │</w:t>
      </w:r>
    </w:p>
    <w:p w:rsidR="00220854" w:rsidRDefault="00220854">
      <w:pPr>
        <w:pStyle w:val="ConsPlusCell"/>
        <w:rPr>
          <w:rFonts w:ascii="Courier New" w:hAnsi="Courier New" w:cs="Courier New"/>
          <w:sz w:val="20"/>
          <w:szCs w:val="20"/>
        </w:rPr>
      </w:pPr>
      <w:r>
        <w:rPr>
          <w:rFonts w:ascii="Courier New" w:hAnsi="Courier New" w:cs="Courier New"/>
          <w:sz w:val="20"/>
          <w:szCs w:val="20"/>
        </w:rPr>
        <w:t>│    │без определенного места    │первую очередь бездомные      │             │              │пребывания для лиц   │</w:t>
      </w:r>
    </w:p>
    <w:p w:rsidR="00220854" w:rsidRDefault="00220854">
      <w:pPr>
        <w:pStyle w:val="ConsPlusCell"/>
        <w:rPr>
          <w:rFonts w:ascii="Courier New" w:hAnsi="Courier New" w:cs="Courier New"/>
          <w:sz w:val="20"/>
          <w:szCs w:val="20"/>
        </w:rPr>
      </w:pPr>
      <w:r>
        <w:rPr>
          <w:rFonts w:ascii="Courier New" w:hAnsi="Courier New" w:cs="Courier New"/>
          <w:sz w:val="20"/>
          <w:szCs w:val="20"/>
        </w:rPr>
        <w:t>│    │жительства и занятий       │инвалиды и граждане пожилого  │             │              │без определенного    │</w:t>
      </w:r>
    </w:p>
    <w:p w:rsidR="00220854" w:rsidRDefault="00220854">
      <w:pPr>
        <w:pStyle w:val="ConsPlusCell"/>
        <w:rPr>
          <w:rFonts w:ascii="Courier New" w:hAnsi="Courier New" w:cs="Courier New"/>
          <w:sz w:val="20"/>
          <w:szCs w:val="20"/>
        </w:rPr>
      </w:pPr>
      <w:r>
        <w:rPr>
          <w:rFonts w:ascii="Courier New" w:hAnsi="Courier New" w:cs="Courier New"/>
          <w:sz w:val="20"/>
          <w:szCs w:val="20"/>
        </w:rPr>
        <w:t>│    │                           │возраста, в том числе не      │             │              │места жительства и   │</w:t>
      </w:r>
    </w:p>
    <w:p w:rsidR="00220854" w:rsidRDefault="00220854">
      <w:pPr>
        <w:pStyle w:val="ConsPlusCell"/>
        <w:rPr>
          <w:rFonts w:ascii="Courier New" w:hAnsi="Courier New" w:cs="Courier New"/>
          <w:sz w:val="20"/>
          <w:szCs w:val="20"/>
        </w:rPr>
      </w:pPr>
      <w:r>
        <w:rPr>
          <w:rFonts w:ascii="Courier New" w:hAnsi="Courier New" w:cs="Courier New"/>
          <w:sz w:val="20"/>
          <w:szCs w:val="20"/>
        </w:rPr>
        <w:t>│    │                           │имеющие документов,           │             │              │занятий              │</w:t>
      </w:r>
    </w:p>
    <w:p w:rsidR="00220854" w:rsidRDefault="00220854">
      <w:pPr>
        <w:pStyle w:val="ConsPlusCell"/>
        <w:rPr>
          <w:rFonts w:ascii="Courier New" w:hAnsi="Courier New" w:cs="Courier New"/>
          <w:sz w:val="20"/>
          <w:szCs w:val="20"/>
        </w:rPr>
      </w:pPr>
      <w:r>
        <w:rPr>
          <w:rFonts w:ascii="Courier New" w:hAnsi="Courier New" w:cs="Courier New"/>
          <w:sz w:val="20"/>
          <w:szCs w:val="20"/>
        </w:rPr>
        <w:t>│    │                           │удостоверяющих личность, по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│разным причинам утратившие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│свою жилую площадь,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│оказавшиеся в ситуации,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│угрожающей их жизни и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│здоровью, нуждающиеся в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│оказании им социально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│медицинской помощи и имевшие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│последнюю регистрацию по месту│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│жительства в Ярославской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│области                       │             │              │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Pr="00A811D7" w:rsidRDefault="00220854">
      <w:pPr>
        <w:pStyle w:val="ConsPlusCell"/>
        <w:rPr>
          <w:rFonts w:ascii="Courier New" w:hAnsi="Courier New" w:cs="Courier New"/>
          <w:sz w:val="20"/>
          <w:szCs w:val="20"/>
        </w:rPr>
      </w:pPr>
      <w:r>
        <w:rPr>
          <w:rFonts w:ascii="Courier New" w:hAnsi="Courier New" w:cs="Courier New"/>
          <w:sz w:val="20"/>
          <w:szCs w:val="20"/>
        </w:rPr>
        <w:t xml:space="preserve">│5   │Исключен с 4 сентября 2013 года. - </w:t>
      </w:r>
      <w:hyperlink r:id="rId27" w:history="1">
        <w:r w:rsidRPr="00A811D7">
          <w:rPr>
            <w:rFonts w:ascii="Courier New" w:hAnsi="Courier New" w:cs="Courier New"/>
            <w:sz w:val="20"/>
            <w:szCs w:val="20"/>
          </w:rPr>
          <w:t>Постановление</w:t>
        </w:r>
      </w:hyperlink>
      <w:r w:rsidRPr="00A811D7">
        <w:rPr>
          <w:rFonts w:ascii="Courier New" w:hAnsi="Courier New" w:cs="Courier New"/>
          <w:sz w:val="20"/>
          <w:szCs w:val="20"/>
        </w:rPr>
        <w:t xml:space="preserve"> Правительства ЯО от 04.09.2013 N 1197-п                     │</w:t>
      </w:r>
    </w:p>
    <w:p w:rsidR="00220854" w:rsidRPr="00A811D7" w:rsidRDefault="00220854">
      <w:pPr>
        <w:pStyle w:val="ConsPlusCell"/>
        <w:rPr>
          <w:rFonts w:ascii="Courier New" w:hAnsi="Courier New" w:cs="Courier New"/>
          <w:sz w:val="20"/>
          <w:szCs w:val="20"/>
        </w:rPr>
      </w:pPr>
      <w:r w:rsidRPr="00A811D7">
        <w:rPr>
          <w:rFonts w:ascii="Courier New" w:hAnsi="Courier New" w:cs="Courier New"/>
          <w:sz w:val="20"/>
          <w:szCs w:val="20"/>
        </w:rPr>
        <w:t>├────┴─────────────────────────────────────────────────────────────────────────────────────────────────────────────┤</w:t>
      </w:r>
    </w:p>
    <w:p w:rsidR="00220854" w:rsidRPr="00A811D7" w:rsidRDefault="00220854">
      <w:pPr>
        <w:pStyle w:val="ConsPlusCell"/>
        <w:rPr>
          <w:rFonts w:ascii="Courier New" w:hAnsi="Courier New" w:cs="Courier New"/>
          <w:sz w:val="20"/>
          <w:szCs w:val="20"/>
        </w:rPr>
      </w:pPr>
      <w:bookmarkStart w:id="17" w:name="Par643"/>
      <w:bookmarkEnd w:id="17"/>
      <w:r w:rsidRPr="00A811D7">
        <w:rPr>
          <w:rFonts w:ascii="Courier New" w:hAnsi="Courier New" w:cs="Courier New"/>
          <w:sz w:val="20"/>
          <w:szCs w:val="20"/>
        </w:rPr>
        <w:t>│              IV. Муниципальные услуги, оказываемые муниципальными учреждениями в рамках полномочий               │</w:t>
      </w:r>
    </w:p>
    <w:p w:rsidR="00220854" w:rsidRPr="00A811D7" w:rsidRDefault="00220854">
      <w:pPr>
        <w:pStyle w:val="ConsPlusCell"/>
        <w:rPr>
          <w:rFonts w:ascii="Courier New" w:hAnsi="Courier New" w:cs="Courier New"/>
          <w:sz w:val="20"/>
          <w:szCs w:val="20"/>
        </w:rPr>
      </w:pPr>
      <w:r w:rsidRPr="00A811D7">
        <w:rPr>
          <w:rFonts w:ascii="Courier New" w:hAnsi="Courier New" w:cs="Courier New"/>
          <w:sz w:val="20"/>
          <w:szCs w:val="20"/>
        </w:rPr>
        <w:t>│                                  муниципальных образований Ярославской области                                   │</w:t>
      </w:r>
    </w:p>
    <w:p w:rsidR="00220854" w:rsidRPr="00A811D7" w:rsidRDefault="00220854">
      <w:pPr>
        <w:pStyle w:val="ConsPlusCell"/>
        <w:rPr>
          <w:rFonts w:ascii="Courier New" w:hAnsi="Courier New" w:cs="Courier New"/>
          <w:sz w:val="20"/>
          <w:szCs w:val="20"/>
        </w:rPr>
      </w:pPr>
      <w:r w:rsidRPr="00A811D7">
        <w:rPr>
          <w:rFonts w:ascii="Courier New" w:hAnsi="Courier New" w:cs="Courier New"/>
          <w:sz w:val="20"/>
          <w:szCs w:val="20"/>
        </w:rPr>
        <w:t>├──────────────────────────────────────────────────────────────────────────────────────────────────────────────────┤</w:t>
      </w:r>
    </w:p>
    <w:p w:rsidR="00220854" w:rsidRPr="00A811D7" w:rsidRDefault="00220854">
      <w:pPr>
        <w:pStyle w:val="ConsPlusCell"/>
        <w:rPr>
          <w:rFonts w:ascii="Courier New" w:hAnsi="Courier New" w:cs="Courier New"/>
          <w:sz w:val="20"/>
          <w:szCs w:val="20"/>
        </w:rPr>
      </w:pPr>
      <w:bookmarkStart w:id="18" w:name="Par646"/>
      <w:bookmarkEnd w:id="18"/>
      <w:r w:rsidRPr="00A811D7">
        <w:rPr>
          <w:rFonts w:ascii="Courier New" w:hAnsi="Courier New" w:cs="Courier New"/>
          <w:sz w:val="20"/>
          <w:szCs w:val="20"/>
        </w:rPr>
        <w:t>│                                                  1. Образование                                                  │</w:t>
      </w:r>
    </w:p>
    <w:p w:rsidR="00220854" w:rsidRPr="00A811D7" w:rsidRDefault="00220854">
      <w:pPr>
        <w:pStyle w:val="ConsPlusCell"/>
        <w:rPr>
          <w:rFonts w:ascii="Courier New" w:hAnsi="Courier New" w:cs="Courier New"/>
          <w:sz w:val="20"/>
          <w:szCs w:val="20"/>
        </w:rPr>
      </w:pPr>
      <w:r w:rsidRPr="00A811D7">
        <w:rPr>
          <w:rFonts w:ascii="Courier New" w:hAnsi="Courier New" w:cs="Courier New"/>
          <w:sz w:val="20"/>
          <w:szCs w:val="20"/>
        </w:rPr>
        <w:t>│                                                                                                                  │</w:t>
      </w:r>
    </w:p>
    <w:p w:rsidR="00220854" w:rsidRPr="00A811D7" w:rsidRDefault="00220854">
      <w:pPr>
        <w:pStyle w:val="ConsPlusCell"/>
        <w:rPr>
          <w:rFonts w:ascii="Courier New" w:hAnsi="Courier New" w:cs="Courier New"/>
          <w:sz w:val="20"/>
          <w:szCs w:val="20"/>
        </w:rPr>
      </w:pPr>
      <w:r w:rsidRPr="00A811D7">
        <w:rPr>
          <w:rFonts w:ascii="Courier New" w:hAnsi="Courier New" w:cs="Courier New"/>
          <w:sz w:val="20"/>
          <w:szCs w:val="20"/>
        </w:rPr>
        <w:t xml:space="preserve">│(в ред. </w:t>
      </w:r>
      <w:hyperlink r:id="rId28" w:history="1">
        <w:r w:rsidRPr="00A811D7">
          <w:rPr>
            <w:rFonts w:ascii="Courier New" w:hAnsi="Courier New" w:cs="Courier New"/>
            <w:sz w:val="20"/>
            <w:szCs w:val="20"/>
          </w:rPr>
          <w:t>Постановления</w:t>
        </w:r>
      </w:hyperlink>
      <w:r w:rsidRPr="00A811D7">
        <w:rPr>
          <w:rFonts w:ascii="Courier New" w:hAnsi="Courier New" w:cs="Courier New"/>
          <w:sz w:val="20"/>
          <w:szCs w:val="20"/>
        </w:rPr>
        <w:t xml:space="preserve"> Правительства ЯО от 31.12.2013 N 1787-п)                                                    │</w:t>
      </w:r>
    </w:p>
    <w:p w:rsidR="00220854" w:rsidRDefault="00220854">
      <w:pPr>
        <w:pStyle w:val="ConsPlusCell"/>
        <w:rPr>
          <w:rFonts w:ascii="Courier New" w:hAnsi="Courier New" w:cs="Courier New"/>
          <w:sz w:val="20"/>
          <w:szCs w:val="20"/>
        </w:rPr>
      </w:pPr>
      <w:r w:rsidRPr="00A811D7">
        <w:rPr>
          <w:rFonts w:ascii="Courier New" w:hAnsi="Courier New" w:cs="Courier New"/>
          <w:sz w:val="20"/>
          <w:szCs w:val="20"/>
        </w:rPr>
        <w:t>├────┬───────────────────────────┬──────────────</w:t>
      </w: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│1.1 │Реализация основных        │дети в возрасте от 2 месяцев  │человек      │ОМСУ          │муниципальные        │</w:t>
      </w:r>
    </w:p>
    <w:p w:rsidR="00220854" w:rsidRDefault="00220854">
      <w:pPr>
        <w:pStyle w:val="ConsPlusCell"/>
        <w:rPr>
          <w:rFonts w:ascii="Courier New" w:hAnsi="Courier New" w:cs="Courier New"/>
          <w:sz w:val="20"/>
          <w:szCs w:val="20"/>
        </w:rPr>
      </w:pPr>
      <w:r>
        <w:rPr>
          <w:rFonts w:ascii="Courier New" w:hAnsi="Courier New" w:cs="Courier New"/>
          <w:sz w:val="20"/>
          <w:szCs w:val="20"/>
        </w:rPr>
        <w:t>│    │общеобразовательных        │до 7 лет                      │             │              │дошкольные           │</w:t>
      </w:r>
    </w:p>
    <w:p w:rsidR="00220854" w:rsidRDefault="00220854">
      <w:pPr>
        <w:pStyle w:val="ConsPlusCell"/>
        <w:rPr>
          <w:rFonts w:ascii="Courier New" w:hAnsi="Courier New" w:cs="Courier New"/>
          <w:sz w:val="20"/>
          <w:szCs w:val="20"/>
        </w:rPr>
      </w:pPr>
      <w:r>
        <w:rPr>
          <w:rFonts w:ascii="Courier New" w:hAnsi="Courier New" w:cs="Courier New"/>
          <w:sz w:val="20"/>
          <w:szCs w:val="20"/>
        </w:rPr>
        <w:t>│    │программ дошкольного       │                              │             │              │образовательные      │</w:t>
      </w:r>
    </w:p>
    <w:p w:rsidR="00220854" w:rsidRDefault="00220854">
      <w:pPr>
        <w:pStyle w:val="ConsPlusCell"/>
        <w:rPr>
          <w:rFonts w:ascii="Courier New" w:hAnsi="Courier New" w:cs="Courier New"/>
          <w:sz w:val="20"/>
          <w:szCs w:val="20"/>
        </w:rPr>
      </w:pPr>
      <w:r>
        <w:rPr>
          <w:rFonts w:ascii="Courier New" w:hAnsi="Courier New" w:cs="Courier New"/>
          <w:sz w:val="20"/>
          <w:szCs w:val="20"/>
        </w:rPr>
        <w:t>│    │образования в соответствии │                              │             │              │учреждения,          │</w:t>
      </w:r>
    </w:p>
    <w:p w:rsidR="00220854" w:rsidRDefault="00220854">
      <w:pPr>
        <w:pStyle w:val="ConsPlusCell"/>
        <w:rPr>
          <w:rFonts w:ascii="Courier New" w:hAnsi="Courier New" w:cs="Courier New"/>
          <w:sz w:val="20"/>
          <w:szCs w:val="20"/>
        </w:rPr>
      </w:pPr>
      <w:r>
        <w:rPr>
          <w:rFonts w:ascii="Courier New" w:hAnsi="Courier New" w:cs="Courier New"/>
          <w:sz w:val="20"/>
          <w:szCs w:val="20"/>
        </w:rPr>
        <w:t>│    │с федеральным              │                              │             │              │муниципальные        │</w:t>
      </w:r>
    </w:p>
    <w:p w:rsidR="00220854" w:rsidRDefault="00220854">
      <w:pPr>
        <w:pStyle w:val="ConsPlusCell"/>
        <w:rPr>
          <w:rFonts w:ascii="Courier New" w:hAnsi="Courier New" w:cs="Courier New"/>
          <w:sz w:val="20"/>
          <w:szCs w:val="20"/>
        </w:rPr>
      </w:pPr>
      <w:r>
        <w:rPr>
          <w:rFonts w:ascii="Courier New" w:hAnsi="Courier New" w:cs="Courier New"/>
          <w:sz w:val="20"/>
          <w:szCs w:val="20"/>
        </w:rPr>
        <w:t>│    │государственным            │                              │             │              │общеобразовательные  │</w:t>
      </w:r>
    </w:p>
    <w:p w:rsidR="00220854" w:rsidRDefault="00220854">
      <w:pPr>
        <w:pStyle w:val="ConsPlusCell"/>
        <w:rPr>
          <w:rFonts w:ascii="Courier New" w:hAnsi="Courier New" w:cs="Courier New"/>
          <w:sz w:val="20"/>
          <w:szCs w:val="20"/>
        </w:rPr>
      </w:pPr>
      <w:r>
        <w:rPr>
          <w:rFonts w:ascii="Courier New" w:hAnsi="Courier New" w:cs="Courier New"/>
          <w:sz w:val="20"/>
          <w:szCs w:val="20"/>
        </w:rPr>
        <w:t>│    │образовательным стандартом │                              │             │              │учреждения           │</w:t>
      </w:r>
    </w:p>
    <w:p w:rsidR="00220854" w:rsidRDefault="00220854">
      <w:pPr>
        <w:pStyle w:val="ConsPlusCell"/>
        <w:rPr>
          <w:rFonts w:ascii="Courier New" w:hAnsi="Courier New" w:cs="Courier New"/>
          <w:sz w:val="20"/>
          <w:szCs w:val="20"/>
        </w:rPr>
      </w:pPr>
      <w:r>
        <w:rPr>
          <w:rFonts w:ascii="Courier New" w:hAnsi="Courier New" w:cs="Courier New"/>
          <w:sz w:val="20"/>
          <w:szCs w:val="20"/>
        </w:rPr>
        <w:t>│    │(государственным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│образовательным стандартом)│                              │             │              │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│1.2 │Организация присмотра и    │дети в возрасте от 2 месяцев  │человек      │ОМСУ          │муниципальные        │</w:t>
      </w:r>
    </w:p>
    <w:p w:rsidR="00220854" w:rsidRDefault="00220854">
      <w:pPr>
        <w:pStyle w:val="ConsPlusCell"/>
        <w:rPr>
          <w:rFonts w:ascii="Courier New" w:hAnsi="Courier New" w:cs="Courier New"/>
          <w:sz w:val="20"/>
          <w:szCs w:val="20"/>
        </w:rPr>
      </w:pPr>
      <w:r>
        <w:rPr>
          <w:rFonts w:ascii="Courier New" w:hAnsi="Courier New" w:cs="Courier New"/>
          <w:sz w:val="20"/>
          <w:szCs w:val="20"/>
        </w:rPr>
        <w:t>│    │ухода за детьми,           │до 7 лет                      │             │              │дошкольные           │</w:t>
      </w:r>
    </w:p>
    <w:p w:rsidR="00220854" w:rsidRDefault="00220854">
      <w:pPr>
        <w:pStyle w:val="ConsPlusCell"/>
        <w:rPr>
          <w:rFonts w:ascii="Courier New" w:hAnsi="Courier New" w:cs="Courier New"/>
          <w:sz w:val="20"/>
          <w:szCs w:val="20"/>
        </w:rPr>
      </w:pPr>
      <w:r>
        <w:rPr>
          <w:rFonts w:ascii="Courier New" w:hAnsi="Courier New" w:cs="Courier New"/>
          <w:sz w:val="20"/>
          <w:szCs w:val="20"/>
        </w:rPr>
        <w:t>│    │осваивающими               │                              │             │              │образовательные      │</w:t>
      </w:r>
    </w:p>
    <w:p w:rsidR="00220854" w:rsidRDefault="00220854">
      <w:pPr>
        <w:pStyle w:val="ConsPlusCell"/>
        <w:rPr>
          <w:rFonts w:ascii="Courier New" w:hAnsi="Courier New" w:cs="Courier New"/>
          <w:sz w:val="20"/>
          <w:szCs w:val="20"/>
        </w:rPr>
      </w:pPr>
      <w:r>
        <w:rPr>
          <w:rFonts w:ascii="Courier New" w:hAnsi="Courier New" w:cs="Courier New"/>
          <w:sz w:val="20"/>
          <w:szCs w:val="20"/>
        </w:rPr>
        <w:t>│    │образовательные программы  │                              │             │              │учреждения,          │</w:t>
      </w:r>
    </w:p>
    <w:p w:rsidR="00220854" w:rsidRDefault="00220854">
      <w:pPr>
        <w:pStyle w:val="ConsPlusCell"/>
        <w:rPr>
          <w:rFonts w:ascii="Courier New" w:hAnsi="Courier New" w:cs="Courier New"/>
          <w:sz w:val="20"/>
          <w:szCs w:val="20"/>
        </w:rPr>
      </w:pPr>
      <w:r>
        <w:rPr>
          <w:rFonts w:ascii="Courier New" w:hAnsi="Courier New" w:cs="Courier New"/>
          <w:sz w:val="20"/>
          <w:szCs w:val="20"/>
        </w:rPr>
        <w:t>│    │дошкольного образования    │                              │             │              │муниципальные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│общеобразовательные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│учреждения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│1.3 │Реализация основных        │дети в возрасте от 6,5 до 18  │человек      │ОМСУ          │муниципальные        │</w:t>
      </w:r>
    </w:p>
    <w:p w:rsidR="00220854" w:rsidRDefault="00220854">
      <w:pPr>
        <w:pStyle w:val="ConsPlusCell"/>
        <w:rPr>
          <w:rFonts w:ascii="Courier New" w:hAnsi="Courier New" w:cs="Courier New"/>
          <w:sz w:val="20"/>
          <w:szCs w:val="20"/>
        </w:rPr>
      </w:pPr>
      <w:r>
        <w:rPr>
          <w:rFonts w:ascii="Courier New" w:hAnsi="Courier New" w:cs="Courier New"/>
          <w:sz w:val="20"/>
          <w:szCs w:val="20"/>
        </w:rPr>
        <w:t>│    │общеобразовательных        │лет без ограниченных          │             │              │общеобразовательные  │</w:t>
      </w:r>
    </w:p>
    <w:p w:rsidR="00220854" w:rsidRDefault="00220854">
      <w:pPr>
        <w:pStyle w:val="ConsPlusCell"/>
        <w:rPr>
          <w:rFonts w:ascii="Courier New" w:hAnsi="Courier New" w:cs="Courier New"/>
          <w:sz w:val="20"/>
          <w:szCs w:val="20"/>
        </w:rPr>
      </w:pPr>
      <w:r>
        <w:rPr>
          <w:rFonts w:ascii="Courier New" w:hAnsi="Courier New" w:cs="Courier New"/>
          <w:sz w:val="20"/>
          <w:szCs w:val="20"/>
        </w:rPr>
        <w:t>│    │программ начального общего,│возможностей здоровья         │             │              │учреждения           │</w:t>
      </w:r>
    </w:p>
    <w:p w:rsidR="00220854" w:rsidRDefault="00220854">
      <w:pPr>
        <w:pStyle w:val="ConsPlusCell"/>
        <w:rPr>
          <w:rFonts w:ascii="Courier New" w:hAnsi="Courier New" w:cs="Courier New"/>
          <w:sz w:val="20"/>
          <w:szCs w:val="20"/>
        </w:rPr>
      </w:pPr>
      <w:r>
        <w:rPr>
          <w:rFonts w:ascii="Courier New" w:hAnsi="Courier New" w:cs="Courier New"/>
          <w:sz w:val="20"/>
          <w:szCs w:val="20"/>
        </w:rPr>
        <w:t>│    │основного общего и среднего│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│общего образования в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│соответствии с федеральным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│государственным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│образовательным стандартом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│(государственным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│образовательным стандартом)│                              │             │              │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│1.4 │Реализация основных        │дети в возрасте от 6,5 до 18  │человек      │ОМСУ          │муниципальные        │</w:t>
      </w:r>
    </w:p>
    <w:p w:rsidR="00220854" w:rsidRDefault="00220854">
      <w:pPr>
        <w:pStyle w:val="ConsPlusCell"/>
        <w:rPr>
          <w:rFonts w:ascii="Courier New" w:hAnsi="Courier New" w:cs="Courier New"/>
          <w:sz w:val="20"/>
          <w:szCs w:val="20"/>
        </w:rPr>
      </w:pPr>
      <w:r>
        <w:rPr>
          <w:rFonts w:ascii="Courier New" w:hAnsi="Courier New" w:cs="Courier New"/>
          <w:sz w:val="20"/>
          <w:szCs w:val="20"/>
        </w:rPr>
        <w:t>│    │общеобразовательных        │лет с ограниченными           │             │              │общеобразовательные  │</w:t>
      </w:r>
    </w:p>
    <w:p w:rsidR="00220854" w:rsidRDefault="00220854">
      <w:pPr>
        <w:pStyle w:val="ConsPlusCell"/>
        <w:rPr>
          <w:rFonts w:ascii="Courier New" w:hAnsi="Courier New" w:cs="Courier New"/>
          <w:sz w:val="20"/>
          <w:szCs w:val="20"/>
        </w:rPr>
      </w:pPr>
      <w:r>
        <w:rPr>
          <w:rFonts w:ascii="Courier New" w:hAnsi="Courier New" w:cs="Courier New"/>
          <w:sz w:val="20"/>
          <w:szCs w:val="20"/>
        </w:rPr>
        <w:t>│    │программ начального общего,│возможностями здоровья        │             │              │учреждения           │</w:t>
      </w:r>
    </w:p>
    <w:p w:rsidR="00220854" w:rsidRDefault="00220854">
      <w:pPr>
        <w:pStyle w:val="ConsPlusCell"/>
        <w:rPr>
          <w:rFonts w:ascii="Courier New" w:hAnsi="Courier New" w:cs="Courier New"/>
          <w:sz w:val="20"/>
          <w:szCs w:val="20"/>
        </w:rPr>
      </w:pPr>
      <w:r>
        <w:rPr>
          <w:rFonts w:ascii="Courier New" w:hAnsi="Courier New" w:cs="Courier New"/>
          <w:sz w:val="20"/>
          <w:szCs w:val="20"/>
        </w:rPr>
        <w:t>│    │основного общего и среднего│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│общего образования в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│соответствии с федеральным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│государственным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│образовательным стандартом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│(государственным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│образовательным стандартом)│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│в классах с осуществлением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│квалифицированной коррекции│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│ограниченных возможностей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│здоровья детей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│1.5 │Присмотр и уход за детьми в│обучающиеся в муниципальных   │человек      │ОМСУ          │муниципальные        │</w:t>
      </w:r>
    </w:p>
    <w:p w:rsidR="00220854" w:rsidRDefault="00220854">
      <w:pPr>
        <w:pStyle w:val="ConsPlusCell"/>
        <w:rPr>
          <w:rFonts w:ascii="Courier New" w:hAnsi="Courier New" w:cs="Courier New"/>
          <w:sz w:val="20"/>
          <w:szCs w:val="20"/>
        </w:rPr>
      </w:pPr>
      <w:r>
        <w:rPr>
          <w:rFonts w:ascii="Courier New" w:hAnsi="Courier New" w:cs="Courier New"/>
          <w:sz w:val="20"/>
          <w:szCs w:val="20"/>
        </w:rPr>
        <w:t>│    │группах продленного дня    │общеобразовательных           │             │              │общеобразовательные  │</w:t>
      </w:r>
    </w:p>
    <w:p w:rsidR="00220854" w:rsidRDefault="00220854">
      <w:pPr>
        <w:pStyle w:val="ConsPlusCell"/>
        <w:rPr>
          <w:rFonts w:ascii="Courier New" w:hAnsi="Courier New" w:cs="Courier New"/>
          <w:sz w:val="20"/>
          <w:szCs w:val="20"/>
        </w:rPr>
      </w:pPr>
      <w:r>
        <w:rPr>
          <w:rFonts w:ascii="Courier New" w:hAnsi="Courier New" w:cs="Courier New"/>
          <w:sz w:val="20"/>
          <w:szCs w:val="20"/>
        </w:rPr>
        <w:t>│    │                           │учреждениях                   │             │              │учреждения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│1.6 │Реализация дополнительных  │дети в возрасте от 5 до 18    │человек      │ОМСУ          │муниципальные        │</w:t>
      </w:r>
    </w:p>
    <w:p w:rsidR="00220854" w:rsidRDefault="00220854">
      <w:pPr>
        <w:pStyle w:val="ConsPlusCell"/>
        <w:rPr>
          <w:rFonts w:ascii="Courier New" w:hAnsi="Courier New" w:cs="Courier New"/>
          <w:sz w:val="20"/>
          <w:szCs w:val="20"/>
        </w:rPr>
      </w:pPr>
      <w:r>
        <w:rPr>
          <w:rFonts w:ascii="Courier New" w:hAnsi="Courier New" w:cs="Courier New"/>
          <w:sz w:val="20"/>
          <w:szCs w:val="20"/>
        </w:rPr>
        <w:t>│    │общеразвивающих программ и │лет, не имеющие медицинских   │             │              │образовательные      │</w:t>
      </w:r>
    </w:p>
    <w:p w:rsidR="00220854" w:rsidRDefault="00220854">
      <w:pPr>
        <w:pStyle w:val="ConsPlusCell"/>
        <w:rPr>
          <w:rFonts w:ascii="Courier New" w:hAnsi="Courier New" w:cs="Courier New"/>
          <w:sz w:val="20"/>
          <w:szCs w:val="20"/>
        </w:rPr>
      </w:pPr>
      <w:r>
        <w:rPr>
          <w:rFonts w:ascii="Courier New" w:hAnsi="Courier New" w:cs="Courier New"/>
          <w:sz w:val="20"/>
          <w:szCs w:val="20"/>
        </w:rPr>
        <w:t>│    │дополнительных             │противопоказаний к освоению   │             │              │учреждения           │</w:t>
      </w:r>
    </w:p>
    <w:p w:rsidR="00220854" w:rsidRDefault="00220854">
      <w:pPr>
        <w:pStyle w:val="ConsPlusCell"/>
        <w:rPr>
          <w:rFonts w:ascii="Courier New" w:hAnsi="Courier New" w:cs="Courier New"/>
          <w:sz w:val="20"/>
          <w:szCs w:val="20"/>
        </w:rPr>
      </w:pPr>
      <w:r>
        <w:rPr>
          <w:rFonts w:ascii="Courier New" w:hAnsi="Courier New" w:cs="Courier New"/>
          <w:sz w:val="20"/>
          <w:szCs w:val="20"/>
        </w:rPr>
        <w:t>│    │предпрофессиональных       │выбранной образовательной     │             │              │дополнительного      │</w:t>
      </w:r>
    </w:p>
    <w:p w:rsidR="00220854" w:rsidRDefault="00220854">
      <w:pPr>
        <w:pStyle w:val="ConsPlusCell"/>
        <w:rPr>
          <w:rFonts w:ascii="Courier New" w:hAnsi="Courier New" w:cs="Courier New"/>
          <w:sz w:val="20"/>
          <w:szCs w:val="20"/>
        </w:rPr>
      </w:pPr>
      <w:r>
        <w:rPr>
          <w:rFonts w:ascii="Courier New" w:hAnsi="Courier New" w:cs="Courier New"/>
          <w:sz w:val="20"/>
          <w:szCs w:val="20"/>
        </w:rPr>
        <w:t>│    │программ в соответствии с  │программы, молодежь в возрасте│             │              │образования детей,   │</w:t>
      </w:r>
    </w:p>
    <w:p w:rsidR="00220854" w:rsidRDefault="00220854">
      <w:pPr>
        <w:pStyle w:val="ConsPlusCell"/>
        <w:rPr>
          <w:rFonts w:ascii="Courier New" w:hAnsi="Courier New" w:cs="Courier New"/>
          <w:sz w:val="20"/>
          <w:szCs w:val="20"/>
        </w:rPr>
      </w:pPr>
      <w:r>
        <w:rPr>
          <w:rFonts w:ascii="Courier New" w:hAnsi="Courier New" w:cs="Courier New"/>
          <w:sz w:val="20"/>
          <w:szCs w:val="20"/>
        </w:rPr>
        <w:t>│    │федеральными               │до 24 лет                     │             │              │муниципальные        │</w:t>
      </w:r>
    </w:p>
    <w:p w:rsidR="00220854" w:rsidRDefault="00220854">
      <w:pPr>
        <w:pStyle w:val="ConsPlusCell"/>
        <w:rPr>
          <w:rFonts w:ascii="Courier New" w:hAnsi="Courier New" w:cs="Courier New"/>
          <w:sz w:val="20"/>
          <w:szCs w:val="20"/>
        </w:rPr>
      </w:pPr>
      <w:r>
        <w:rPr>
          <w:rFonts w:ascii="Courier New" w:hAnsi="Courier New" w:cs="Courier New"/>
          <w:sz w:val="20"/>
          <w:szCs w:val="20"/>
        </w:rPr>
        <w:t>│    │государственными           │                              │             │              │общеобразовательные  │</w:t>
      </w:r>
    </w:p>
    <w:p w:rsidR="00220854" w:rsidRDefault="00220854">
      <w:pPr>
        <w:pStyle w:val="ConsPlusCell"/>
        <w:rPr>
          <w:rFonts w:ascii="Courier New" w:hAnsi="Courier New" w:cs="Courier New"/>
          <w:sz w:val="20"/>
          <w:szCs w:val="20"/>
        </w:rPr>
      </w:pPr>
      <w:r>
        <w:rPr>
          <w:rFonts w:ascii="Courier New" w:hAnsi="Courier New" w:cs="Courier New"/>
          <w:sz w:val="20"/>
          <w:szCs w:val="20"/>
        </w:rPr>
        <w:t>│    │требованиями               │                              │             │              │учреждения,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│муниципальные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│учреждения массовой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│спортивной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│направленности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│1.7 │Содержание и воспитание    │воспитанники муниципальных    │человек      │ОМСУ          │муниципальные        │</w:t>
      </w:r>
    </w:p>
    <w:p w:rsidR="00220854" w:rsidRDefault="00220854">
      <w:pPr>
        <w:pStyle w:val="ConsPlusCell"/>
        <w:rPr>
          <w:rFonts w:ascii="Courier New" w:hAnsi="Courier New" w:cs="Courier New"/>
          <w:sz w:val="20"/>
          <w:szCs w:val="20"/>
        </w:rPr>
      </w:pPr>
      <w:r>
        <w:rPr>
          <w:rFonts w:ascii="Courier New" w:hAnsi="Courier New" w:cs="Courier New"/>
          <w:sz w:val="20"/>
          <w:szCs w:val="20"/>
        </w:rPr>
        <w:t>│    │детей в образовательных    │школ-интернатов и             │             │              │учреждения для       │</w:t>
      </w:r>
    </w:p>
    <w:p w:rsidR="00220854" w:rsidRDefault="00220854">
      <w:pPr>
        <w:pStyle w:val="ConsPlusCell"/>
        <w:rPr>
          <w:rFonts w:ascii="Courier New" w:hAnsi="Courier New" w:cs="Courier New"/>
          <w:sz w:val="20"/>
          <w:szCs w:val="20"/>
        </w:rPr>
      </w:pPr>
      <w:r>
        <w:rPr>
          <w:rFonts w:ascii="Courier New" w:hAnsi="Courier New" w:cs="Courier New"/>
          <w:sz w:val="20"/>
          <w:szCs w:val="20"/>
        </w:rPr>
        <w:t>│    │учреждениях                │муниципальных учреждений для  │             │              │детей-сирот и детей, │</w:t>
      </w:r>
    </w:p>
    <w:p w:rsidR="00220854" w:rsidRDefault="00220854">
      <w:pPr>
        <w:pStyle w:val="ConsPlusCell"/>
        <w:rPr>
          <w:rFonts w:ascii="Courier New" w:hAnsi="Courier New" w:cs="Courier New"/>
          <w:sz w:val="20"/>
          <w:szCs w:val="20"/>
        </w:rPr>
      </w:pPr>
      <w:r>
        <w:rPr>
          <w:rFonts w:ascii="Courier New" w:hAnsi="Courier New" w:cs="Courier New"/>
          <w:sz w:val="20"/>
          <w:szCs w:val="20"/>
        </w:rPr>
        <w:t>│    │                           │детей-сирот и детей,          │             │              │оставшихся без       │</w:t>
      </w:r>
    </w:p>
    <w:p w:rsidR="00220854" w:rsidRDefault="00220854">
      <w:pPr>
        <w:pStyle w:val="ConsPlusCell"/>
        <w:rPr>
          <w:rFonts w:ascii="Courier New" w:hAnsi="Courier New" w:cs="Courier New"/>
          <w:sz w:val="20"/>
          <w:szCs w:val="20"/>
        </w:rPr>
      </w:pPr>
      <w:r>
        <w:rPr>
          <w:rFonts w:ascii="Courier New" w:hAnsi="Courier New" w:cs="Courier New"/>
          <w:sz w:val="20"/>
          <w:szCs w:val="20"/>
        </w:rPr>
        <w:t>│    │                           │оставшихся без попечения      │             │              │попечения родителей, │</w:t>
      </w:r>
    </w:p>
    <w:p w:rsidR="00220854" w:rsidRDefault="00220854">
      <w:pPr>
        <w:pStyle w:val="ConsPlusCell"/>
        <w:rPr>
          <w:rFonts w:ascii="Courier New" w:hAnsi="Courier New" w:cs="Courier New"/>
          <w:sz w:val="20"/>
          <w:szCs w:val="20"/>
        </w:rPr>
      </w:pPr>
      <w:r>
        <w:rPr>
          <w:rFonts w:ascii="Courier New" w:hAnsi="Courier New" w:cs="Courier New"/>
          <w:sz w:val="20"/>
          <w:szCs w:val="20"/>
        </w:rPr>
        <w:t>│    │                           │родителей                     │             │              │муниципальные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│школы-интернаты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│1.8 │Реализация дополнительных  │педагогические работники      │человек      │ОМСУ          │муниципальные        │</w:t>
      </w:r>
    </w:p>
    <w:p w:rsidR="00220854" w:rsidRDefault="00220854">
      <w:pPr>
        <w:pStyle w:val="ConsPlusCell"/>
        <w:rPr>
          <w:rFonts w:ascii="Courier New" w:hAnsi="Courier New" w:cs="Courier New"/>
          <w:sz w:val="20"/>
          <w:szCs w:val="20"/>
        </w:rPr>
      </w:pPr>
      <w:r>
        <w:rPr>
          <w:rFonts w:ascii="Courier New" w:hAnsi="Courier New" w:cs="Courier New"/>
          <w:sz w:val="20"/>
          <w:szCs w:val="20"/>
        </w:rPr>
        <w:t>│    │профессиональных программ  │муниципальных образовательных │             │              │учреждения           │</w:t>
      </w:r>
    </w:p>
    <w:p w:rsidR="00220854" w:rsidRDefault="00220854">
      <w:pPr>
        <w:pStyle w:val="ConsPlusCell"/>
        <w:rPr>
          <w:rFonts w:ascii="Courier New" w:hAnsi="Courier New" w:cs="Courier New"/>
          <w:sz w:val="20"/>
          <w:szCs w:val="20"/>
        </w:rPr>
      </w:pPr>
      <w:r>
        <w:rPr>
          <w:rFonts w:ascii="Courier New" w:hAnsi="Courier New" w:cs="Courier New"/>
          <w:sz w:val="20"/>
          <w:szCs w:val="20"/>
        </w:rPr>
        <w:t>│    │повышения квалификации в   │учреждений Ярославской области│             │              │дополнительного      │</w:t>
      </w:r>
    </w:p>
    <w:p w:rsidR="00220854" w:rsidRDefault="00220854">
      <w:pPr>
        <w:pStyle w:val="ConsPlusCell"/>
        <w:rPr>
          <w:rFonts w:ascii="Courier New" w:hAnsi="Courier New" w:cs="Courier New"/>
          <w:sz w:val="20"/>
          <w:szCs w:val="20"/>
        </w:rPr>
      </w:pPr>
      <w:r>
        <w:rPr>
          <w:rFonts w:ascii="Courier New" w:hAnsi="Courier New" w:cs="Courier New"/>
          <w:sz w:val="20"/>
          <w:szCs w:val="20"/>
        </w:rPr>
        <w:t>│    │соответствии с             │                              │             │              │профессионального    │</w:t>
      </w:r>
    </w:p>
    <w:p w:rsidR="00220854" w:rsidRDefault="00220854">
      <w:pPr>
        <w:pStyle w:val="ConsPlusCell"/>
        <w:rPr>
          <w:rFonts w:ascii="Courier New" w:hAnsi="Courier New" w:cs="Courier New"/>
          <w:sz w:val="20"/>
          <w:szCs w:val="20"/>
        </w:rPr>
      </w:pPr>
      <w:r>
        <w:rPr>
          <w:rFonts w:ascii="Courier New" w:hAnsi="Courier New" w:cs="Courier New"/>
          <w:sz w:val="20"/>
          <w:szCs w:val="20"/>
        </w:rPr>
        <w:t>│    │квалификационными          │                              │             │              │образования          │</w:t>
      </w:r>
    </w:p>
    <w:p w:rsidR="00220854" w:rsidRDefault="00220854">
      <w:pPr>
        <w:pStyle w:val="ConsPlusCell"/>
        <w:rPr>
          <w:rFonts w:ascii="Courier New" w:hAnsi="Courier New" w:cs="Courier New"/>
          <w:sz w:val="20"/>
          <w:szCs w:val="20"/>
        </w:rPr>
      </w:pPr>
      <w:r>
        <w:rPr>
          <w:rFonts w:ascii="Courier New" w:hAnsi="Courier New" w:cs="Courier New"/>
          <w:sz w:val="20"/>
          <w:szCs w:val="20"/>
        </w:rPr>
        <w:t>│    │требованиями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│(профессиональными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│стандартами)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bookmarkStart w:id="19" w:name="Par728"/>
      <w:bookmarkEnd w:id="19"/>
      <w:r>
        <w:rPr>
          <w:rFonts w:ascii="Courier New" w:hAnsi="Courier New" w:cs="Courier New"/>
          <w:sz w:val="20"/>
          <w:szCs w:val="20"/>
        </w:rPr>
        <w:t>│                                              2. Молодежная политика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│2.1 │Содействие трудовой        │граждане в возрасте от 14 до  │человек      │ОМСУ          │социальные учреждения│</w:t>
      </w:r>
    </w:p>
    <w:p w:rsidR="00220854" w:rsidRDefault="00220854">
      <w:pPr>
        <w:pStyle w:val="ConsPlusCell"/>
        <w:rPr>
          <w:rFonts w:ascii="Courier New" w:hAnsi="Courier New" w:cs="Courier New"/>
          <w:sz w:val="20"/>
          <w:szCs w:val="20"/>
        </w:rPr>
      </w:pPr>
      <w:r>
        <w:rPr>
          <w:rFonts w:ascii="Courier New" w:hAnsi="Courier New" w:cs="Courier New"/>
          <w:sz w:val="20"/>
          <w:szCs w:val="20"/>
        </w:rPr>
        <w:t>│    │занятости подростков       │17 лет включительно           │             │              │молодежи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│2.2 │Оказание социально -       │молодые граждане в возрасте от│человек/семей│ОМСУ          │социальные учреждения│</w:t>
      </w:r>
    </w:p>
    <w:p w:rsidR="00220854" w:rsidRDefault="00220854">
      <w:pPr>
        <w:pStyle w:val="ConsPlusCell"/>
        <w:rPr>
          <w:rFonts w:ascii="Courier New" w:hAnsi="Courier New" w:cs="Courier New"/>
          <w:sz w:val="20"/>
          <w:szCs w:val="20"/>
        </w:rPr>
      </w:pPr>
      <w:r>
        <w:rPr>
          <w:rFonts w:ascii="Courier New" w:hAnsi="Courier New" w:cs="Courier New"/>
          <w:sz w:val="20"/>
          <w:szCs w:val="20"/>
        </w:rPr>
        <w:t>│    │психологической помощи     │14 до 30 лет; молодые семьи, в│             │              │молодежи             │</w:t>
      </w:r>
    </w:p>
    <w:p w:rsidR="00220854" w:rsidRDefault="00220854">
      <w:pPr>
        <w:pStyle w:val="ConsPlusCell"/>
        <w:rPr>
          <w:rFonts w:ascii="Courier New" w:hAnsi="Courier New" w:cs="Courier New"/>
          <w:sz w:val="20"/>
          <w:szCs w:val="20"/>
        </w:rPr>
      </w:pPr>
      <w:r>
        <w:rPr>
          <w:rFonts w:ascii="Courier New" w:hAnsi="Courier New" w:cs="Courier New"/>
          <w:sz w:val="20"/>
          <w:szCs w:val="20"/>
        </w:rPr>
        <w:t>│    │молодежи, молодым семьям,  │том числе неполные молодые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│опекунам (попечителям)     │семьи, состоящие из одного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│несовершеннолетних лиц     │молодого родителя и одного и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│более ребенка, в которых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│возраст каждого из супругов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│либо одного родителя не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│превышает 35 лет; опекуны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│(попечители)                  │             │              │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│2.3 │Внесение записей о         │молодые граждане в возрасте от│человек      │ОМСУ          │социальные учреждения│</w:t>
      </w:r>
    </w:p>
    <w:p w:rsidR="00220854" w:rsidRDefault="00220854">
      <w:pPr>
        <w:pStyle w:val="ConsPlusCell"/>
        <w:rPr>
          <w:rFonts w:ascii="Courier New" w:hAnsi="Courier New" w:cs="Courier New"/>
          <w:sz w:val="20"/>
          <w:szCs w:val="20"/>
        </w:rPr>
      </w:pPr>
      <w:r>
        <w:rPr>
          <w:rFonts w:ascii="Courier New" w:hAnsi="Courier New" w:cs="Courier New"/>
          <w:sz w:val="20"/>
          <w:szCs w:val="20"/>
        </w:rPr>
        <w:t>│    │деятельности волонтера в   │14 до 30 лет                  │             │              │молодежи             │</w:t>
      </w:r>
    </w:p>
    <w:p w:rsidR="00220854" w:rsidRDefault="00220854">
      <w:pPr>
        <w:pStyle w:val="ConsPlusCell"/>
        <w:rPr>
          <w:rFonts w:ascii="Courier New" w:hAnsi="Courier New" w:cs="Courier New"/>
          <w:sz w:val="20"/>
          <w:szCs w:val="20"/>
        </w:rPr>
      </w:pPr>
      <w:r>
        <w:rPr>
          <w:rFonts w:ascii="Courier New" w:hAnsi="Courier New" w:cs="Courier New"/>
          <w:sz w:val="20"/>
          <w:szCs w:val="20"/>
        </w:rPr>
        <w:t>│    │личную книжку,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│предоставление информации о│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│направлениях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│добровольческой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│(волонтерской) деятельности│                              │             │              │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bookmarkStart w:id="20" w:name="Par752"/>
      <w:bookmarkEnd w:id="20"/>
      <w:r>
        <w:rPr>
          <w:rFonts w:ascii="Courier New" w:hAnsi="Courier New" w:cs="Courier New"/>
          <w:sz w:val="20"/>
          <w:szCs w:val="20"/>
        </w:rPr>
        <w:t>│                                                   3. Культура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│3.1 │Показ спектаклей, концертов│физические лица, юридические  │единиц       │ОМСУ          │муниципальные театры,│</w:t>
      </w:r>
    </w:p>
    <w:p w:rsidR="00220854" w:rsidRDefault="00220854">
      <w:pPr>
        <w:pStyle w:val="ConsPlusCell"/>
        <w:rPr>
          <w:rFonts w:ascii="Courier New" w:hAnsi="Courier New" w:cs="Courier New"/>
          <w:sz w:val="20"/>
          <w:szCs w:val="20"/>
        </w:rPr>
      </w:pPr>
      <w:r>
        <w:rPr>
          <w:rFonts w:ascii="Courier New" w:hAnsi="Courier New" w:cs="Courier New"/>
          <w:sz w:val="20"/>
          <w:szCs w:val="20"/>
        </w:rPr>
        <w:t>│    │и концертных программ,     │лица                          │публичных    │              │концертные           │</w:t>
      </w:r>
    </w:p>
    <w:p w:rsidR="00220854" w:rsidRDefault="00220854">
      <w:pPr>
        <w:pStyle w:val="ConsPlusCell"/>
        <w:rPr>
          <w:rFonts w:ascii="Courier New" w:hAnsi="Courier New" w:cs="Courier New"/>
          <w:sz w:val="20"/>
          <w:szCs w:val="20"/>
        </w:rPr>
      </w:pPr>
      <w:r>
        <w:rPr>
          <w:rFonts w:ascii="Courier New" w:hAnsi="Courier New" w:cs="Courier New"/>
          <w:sz w:val="20"/>
          <w:szCs w:val="20"/>
        </w:rPr>
        <w:t>│    │кинопрограмм и иных        │                              │показов на   │              │организации, музеи,  │</w:t>
      </w:r>
    </w:p>
    <w:p w:rsidR="00220854" w:rsidRDefault="00220854">
      <w:pPr>
        <w:pStyle w:val="ConsPlusCell"/>
        <w:rPr>
          <w:rFonts w:ascii="Courier New" w:hAnsi="Courier New" w:cs="Courier New"/>
          <w:sz w:val="20"/>
          <w:szCs w:val="20"/>
        </w:rPr>
      </w:pPr>
      <w:r>
        <w:rPr>
          <w:rFonts w:ascii="Courier New" w:hAnsi="Courier New" w:cs="Courier New"/>
          <w:sz w:val="20"/>
          <w:szCs w:val="20"/>
        </w:rPr>
        <w:t>│    │зрелищных программ         │                              │стационаре и │              │культурно-досуговые  │</w:t>
      </w:r>
    </w:p>
    <w:p w:rsidR="00220854" w:rsidRDefault="00220854">
      <w:pPr>
        <w:pStyle w:val="ConsPlusCell"/>
        <w:rPr>
          <w:rFonts w:ascii="Courier New" w:hAnsi="Courier New" w:cs="Courier New"/>
          <w:sz w:val="20"/>
          <w:szCs w:val="20"/>
        </w:rPr>
      </w:pPr>
      <w:r>
        <w:rPr>
          <w:rFonts w:ascii="Courier New" w:hAnsi="Courier New" w:cs="Courier New"/>
          <w:sz w:val="20"/>
          <w:szCs w:val="20"/>
        </w:rPr>
        <w:t>│    │                           │                              │на гастролях │              │учреждения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│3.2 │Библиотечное,              │физические лица, юридические  │зарегистриро-│ОМСУ          │муниципальные        │</w:t>
      </w:r>
    </w:p>
    <w:p w:rsidR="00220854" w:rsidRDefault="00220854">
      <w:pPr>
        <w:pStyle w:val="ConsPlusCell"/>
        <w:rPr>
          <w:rFonts w:ascii="Courier New" w:hAnsi="Courier New" w:cs="Courier New"/>
          <w:sz w:val="20"/>
          <w:szCs w:val="20"/>
        </w:rPr>
      </w:pPr>
      <w:r>
        <w:rPr>
          <w:rFonts w:ascii="Courier New" w:hAnsi="Courier New" w:cs="Courier New"/>
          <w:sz w:val="20"/>
          <w:szCs w:val="20"/>
        </w:rPr>
        <w:t>│    │библиографическое и        │лица                          │ванных       │              │библиотеки,          │</w:t>
      </w:r>
    </w:p>
    <w:p w:rsidR="00220854" w:rsidRDefault="00220854">
      <w:pPr>
        <w:pStyle w:val="ConsPlusCell"/>
        <w:rPr>
          <w:rFonts w:ascii="Courier New" w:hAnsi="Courier New" w:cs="Courier New"/>
          <w:sz w:val="20"/>
          <w:szCs w:val="20"/>
        </w:rPr>
      </w:pPr>
      <w:r>
        <w:rPr>
          <w:rFonts w:ascii="Courier New" w:hAnsi="Courier New" w:cs="Courier New"/>
          <w:sz w:val="20"/>
          <w:szCs w:val="20"/>
        </w:rPr>
        <w:t>│    │информационное обслуживание│                              │пользователей│              │муниципальные        │</w:t>
      </w:r>
    </w:p>
    <w:p w:rsidR="00220854" w:rsidRDefault="00220854">
      <w:pPr>
        <w:pStyle w:val="ConsPlusCell"/>
        <w:rPr>
          <w:rFonts w:ascii="Courier New" w:hAnsi="Courier New" w:cs="Courier New"/>
          <w:sz w:val="20"/>
          <w:szCs w:val="20"/>
        </w:rPr>
      </w:pPr>
      <w:r>
        <w:rPr>
          <w:rFonts w:ascii="Courier New" w:hAnsi="Courier New" w:cs="Courier New"/>
          <w:sz w:val="20"/>
          <w:szCs w:val="20"/>
        </w:rPr>
        <w:t>│    │пользователей библиотеки   │                              │(человек)    │              │учреждения культуры,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│имеющие библиотеки в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│качестве структурных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│подразделений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│3.3 │Досуговая услуга на базе   │физические лица               │единиц       │ОМСУ          │учреждения клубного  │</w:t>
      </w:r>
    </w:p>
    <w:p w:rsidR="00220854" w:rsidRDefault="00220854">
      <w:pPr>
        <w:pStyle w:val="ConsPlusCell"/>
        <w:rPr>
          <w:rFonts w:ascii="Courier New" w:hAnsi="Courier New" w:cs="Courier New"/>
          <w:sz w:val="20"/>
          <w:szCs w:val="20"/>
        </w:rPr>
      </w:pPr>
      <w:r>
        <w:rPr>
          <w:rFonts w:ascii="Courier New" w:hAnsi="Courier New" w:cs="Courier New"/>
          <w:sz w:val="20"/>
          <w:szCs w:val="20"/>
        </w:rPr>
        <w:t>│    │клубных формирований       │                              │клубных      │              │типа (дома культуры, │</w:t>
      </w:r>
    </w:p>
    <w:p w:rsidR="00220854" w:rsidRDefault="00220854">
      <w:pPr>
        <w:pStyle w:val="ConsPlusCell"/>
        <w:rPr>
          <w:rFonts w:ascii="Courier New" w:hAnsi="Courier New" w:cs="Courier New"/>
          <w:sz w:val="20"/>
          <w:szCs w:val="20"/>
        </w:rPr>
      </w:pPr>
      <w:r>
        <w:rPr>
          <w:rFonts w:ascii="Courier New" w:hAnsi="Courier New" w:cs="Courier New"/>
          <w:sz w:val="20"/>
          <w:szCs w:val="20"/>
        </w:rPr>
        <w:t>│    │(творческих коллективов,   │                              │формирований/│              │дворцы культуры,     │</w:t>
      </w:r>
    </w:p>
    <w:p w:rsidR="00220854" w:rsidRDefault="00220854">
      <w:pPr>
        <w:pStyle w:val="ConsPlusCell"/>
        <w:rPr>
          <w:rFonts w:ascii="Courier New" w:hAnsi="Courier New" w:cs="Courier New"/>
          <w:sz w:val="20"/>
          <w:szCs w:val="20"/>
        </w:rPr>
      </w:pPr>
      <w:r>
        <w:rPr>
          <w:rFonts w:ascii="Courier New" w:hAnsi="Courier New" w:cs="Courier New"/>
          <w:sz w:val="20"/>
          <w:szCs w:val="20"/>
        </w:rPr>
        <w:t>│    │студий, кружков, секций,   │                              │человеко -   │              │дворцы молодежи, дома│</w:t>
      </w:r>
    </w:p>
    <w:p w:rsidR="00220854" w:rsidRDefault="00220854">
      <w:pPr>
        <w:pStyle w:val="ConsPlusCell"/>
        <w:rPr>
          <w:rFonts w:ascii="Courier New" w:hAnsi="Courier New" w:cs="Courier New"/>
          <w:sz w:val="20"/>
          <w:szCs w:val="20"/>
        </w:rPr>
      </w:pPr>
      <w:r>
        <w:rPr>
          <w:rFonts w:ascii="Courier New" w:hAnsi="Courier New" w:cs="Courier New"/>
          <w:sz w:val="20"/>
          <w:szCs w:val="20"/>
        </w:rPr>
        <w:t>│    │любительских объединений,  │                              │часов        │              │детского творчества, │</w:t>
      </w:r>
    </w:p>
    <w:p w:rsidR="00220854" w:rsidRDefault="00220854">
      <w:pPr>
        <w:pStyle w:val="ConsPlusCell"/>
        <w:rPr>
          <w:rFonts w:ascii="Courier New" w:hAnsi="Courier New" w:cs="Courier New"/>
          <w:sz w:val="20"/>
          <w:szCs w:val="20"/>
        </w:rPr>
      </w:pPr>
      <w:r>
        <w:rPr>
          <w:rFonts w:ascii="Courier New" w:hAnsi="Courier New" w:cs="Courier New"/>
          <w:sz w:val="20"/>
          <w:szCs w:val="20"/>
        </w:rPr>
        <w:t>│    │клубов по интересам)       │                              │             │              │учреждения спортивной│</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│направленности),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│культурно-досуговые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│учреждения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│3.4 │Услуги планетариев         │физические лица, юридические  │единиц       │ОМСУ          │муниципальные        │</w:t>
      </w:r>
    </w:p>
    <w:p w:rsidR="00220854" w:rsidRDefault="00220854">
      <w:pPr>
        <w:pStyle w:val="ConsPlusCell"/>
        <w:rPr>
          <w:rFonts w:ascii="Courier New" w:hAnsi="Courier New" w:cs="Courier New"/>
          <w:sz w:val="20"/>
          <w:szCs w:val="20"/>
        </w:rPr>
      </w:pPr>
      <w:r>
        <w:rPr>
          <w:rFonts w:ascii="Courier New" w:hAnsi="Courier New" w:cs="Courier New"/>
          <w:sz w:val="20"/>
          <w:szCs w:val="20"/>
        </w:rPr>
        <w:t>│    │                           │лица                          │сеансов      │              │культурно -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│просветительские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│учреждения           │</w:t>
      </w:r>
    </w:p>
    <w:p w:rsidR="00220854" w:rsidRDefault="00220854">
      <w:pPr>
        <w:pStyle w:val="ConsPlusCell"/>
        <w:rPr>
          <w:rFonts w:ascii="Courier New" w:hAnsi="Courier New" w:cs="Courier New"/>
          <w:sz w:val="20"/>
          <w:szCs w:val="20"/>
        </w:rPr>
      </w:pPr>
      <w:r>
        <w:rPr>
          <w:rFonts w:ascii="Courier New" w:hAnsi="Courier New" w:cs="Courier New"/>
          <w:sz w:val="20"/>
          <w:szCs w:val="20"/>
        </w:rPr>
        <w:t xml:space="preserve">│(п. 3.4 введен </w:t>
      </w:r>
      <w:hyperlink r:id="rId29" w:history="1">
        <w:r w:rsidRPr="00A811D7">
          <w:rPr>
            <w:rFonts w:ascii="Courier New" w:hAnsi="Courier New" w:cs="Courier New"/>
            <w:sz w:val="20"/>
            <w:szCs w:val="20"/>
          </w:rPr>
          <w:t>Постановлением</w:t>
        </w:r>
      </w:hyperlink>
      <w:r w:rsidRPr="00A811D7">
        <w:rPr>
          <w:rFonts w:ascii="Courier New" w:hAnsi="Courier New" w:cs="Courier New"/>
          <w:sz w:val="20"/>
          <w:szCs w:val="20"/>
        </w:rPr>
        <w:t xml:space="preserve"> Пр</w:t>
      </w:r>
      <w:r>
        <w:rPr>
          <w:rFonts w:ascii="Courier New" w:hAnsi="Courier New" w:cs="Courier New"/>
          <w:sz w:val="20"/>
          <w:szCs w:val="20"/>
        </w:rPr>
        <w:t>авительства ЯО от 27.06.2013 N 741-п)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bookmarkStart w:id="21" w:name="Par784"/>
      <w:bookmarkEnd w:id="21"/>
      <w:r>
        <w:rPr>
          <w:rFonts w:ascii="Courier New" w:hAnsi="Courier New" w:cs="Courier New"/>
          <w:sz w:val="20"/>
          <w:szCs w:val="20"/>
        </w:rPr>
        <w:t>│                                                 4. Архивный фонд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    │Исполнение запросов        │юридические и физические лица │зарегистриро-│ОМСУ          │муниципальные        │</w:t>
      </w:r>
    </w:p>
    <w:p w:rsidR="00220854" w:rsidRDefault="00220854">
      <w:pPr>
        <w:pStyle w:val="ConsPlusCell"/>
        <w:rPr>
          <w:rFonts w:ascii="Courier New" w:hAnsi="Courier New" w:cs="Courier New"/>
          <w:sz w:val="20"/>
          <w:szCs w:val="20"/>
        </w:rPr>
      </w:pPr>
      <w:r>
        <w:rPr>
          <w:rFonts w:ascii="Courier New" w:hAnsi="Courier New" w:cs="Courier New"/>
          <w:sz w:val="20"/>
          <w:szCs w:val="20"/>
        </w:rPr>
        <w:t>│    │пользователей - физических │                              │ванных       │              │архивные учреждения  │</w:t>
      </w:r>
    </w:p>
    <w:p w:rsidR="00220854" w:rsidRDefault="00220854">
      <w:pPr>
        <w:pStyle w:val="ConsPlusCell"/>
        <w:rPr>
          <w:rFonts w:ascii="Courier New" w:hAnsi="Courier New" w:cs="Courier New"/>
          <w:sz w:val="20"/>
          <w:szCs w:val="20"/>
        </w:rPr>
      </w:pPr>
      <w:r>
        <w:rPr>
          <w:rFonts w:ascii="Courier New" w:hAnsi="Courier New" w:cs="Courier New"/>
          <w:sz w:val="20"/>
          <w:szCs w:val="20"/>
        </w:rPr>
        <w:t>│    │и юридических лиц по       │                              │пользователей│              │                     │</w:t>
      </w:r>
    </w:p>
    <w:p w:rsidR="00220854" w:rsidRDefault="00220854">
      <w:pPr>
        <w:pStyle w:val="ConsPlusCell"/>
        <w:rPr>
          <w:rFonts w:ascii="Courier New" w:hAnsi="Courier New" w:cs="Courier New"/>
          <w:sz w:val="20"/>
          <w:szCs w:val="20"/>
        </w:rPr>
      </w:pPr>
      <w:r>
        <w:rPr>
          <w:rFonts w:ascii="Courier New" w:hAnsi="Courier New" w:cs="Courier New"/>
          <w:sz w:val="20"/>
          <w:szCs w:val="20"/>
        </w:rPr>
        <w:t>│    │архивным документам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bookmarkStart w:id="22" w:name="Par791"/>
      <w:bookmarkEnd w:id="22"/>
      <w:r>
        <w:rPr>
          <w:rFonts w:ascii="Courier New" w:hAnsi="Courier New" w:cs="Courier New"/>
          <w:sz w:val="20"/>
          <w:szCs w:val="20"/>
        </w:rPr>
        <w:t>│                                                    5. Прочие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│5.1 │Организация отдыха и       │граждане в возрасте от 6 до 30│человек      │ОМСУ          │муниципальные        │</w:t>
      </w:r>
    </w:p>
    <w:p w:rsidR="00220854" w:rsidRDefault="00220854">
      <w:pPr>
        <w:pStyle w:val="ConsPlusCell"/>
        <w:rPr>
          <w:rFonts w:ascii="Courier New" w:hAnsi="Courier New" w:cs="Courier New"/>
          <w:sz w:val="20"/>
          <w:szCs w:val="20"/>
        </w:rPr>
      </w:pPr>
      <w:r>
        <w:rPr>
          <w:rFonts w:ascii="Courier New" w:hAnsi="Courier New" w:cs="Courier New"/>
          <w:sz w:val="20"/>
          <w:szCs w:val="20"/>
        </w:rPr>
        <w:t>│    │оздоровления детей и       │лет                           │             │              │учреждения           │</w:t>
      </w:r>
    </w:p>
    <w:p w:rsidR="00220854" w:rsidRDefault="00220854">
      <w:pPr>
        <w:pStyle w:val="ConsPlusCell"/>
        <w:rPr>
          <w:rFonts w:ascii="Courier New" w:hAnsi="Courier New" w:cs="Courier New"/>
          <w:sz w:val="20"/>
          <w:szCs w:val="20"/>
        </w:rPr>
      </w:pPr>
      <w:r>
        <w:rPr>
          <w:rFonts w:ascii="Courier New" w:hAnsi="Courier New" w:cs="Courier New"/>
          <w:sz w:val="20"/>
          <w:szCs w:val="20"/>
        </w:rPr>
        <w:t>│    │молодежи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    │                           │                              │             │              │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pStyle w:val="ConsPlusCell"/>
        <w:rPr>
          <w:rFonts w:ascii="Courier New" w:hAnsi="Courier New" w:cs="Courier New"/>
          <w:sz w:val="20"/>
          <w:szCs w:val="20"/>
        </w:rPr>
      </w:pPr>
      <w:r>
        <w:rPr>
          <w:rFonts w:ascii="Courier New" w:hAnsi="Courier New" w:cs="Courier New"/>
          <w:sz w:val="20"/>
          <w:szCs w:val="20"/>
        </w:rPr>
        <w:t>│5.2 │Оказание санаторно -       │работники муниципальных       │койко-дней   │ОМСУ          │муниципальные        │</w:t>
      </w:r>
    </w:p>
    <w:p w:rsidR="00220854" w:rsidRDefault="00220854">
      <w:pPr>
        <w:pStyle w:val="ConsPlusCell"/>
        <w:rPr>
          <w:rFonts w:ascii="Courier New" w:hAnsi="Courier New" w:cs="Courier New"/>
          <w:sz w:val="20"/>
          <w:szCs w:val="20"/>
        </w:rPr>
      </w:pPr>
      <w:r>
        <w:rPr>
          <w:rFonts w:ascii="Courier New" w:hAnsi="Courier New" w:cs="Courier New"/>
          <w:sz w:val="20"/>
          <w:szCs w:val="20"/>
        </w:rPr>
        <w:t>│    │оздоровительной помощи     │учреждений, ОМСУ              │             │              │учреждения           │</w:t>
      </w:r>
    </w:p>
    <w:p w:rsidR="00220854" w:rsidRDefault="00220854">
      <w:pPr>
        <w:pStyle w:val="ConsPlusCell"/>
        <w:rPr>
          <w:rFonts w:ascii="Courier New" w:hAnsi="Courier New" w:cs="Courier New"/>
          <w:sz w:val="20"/>
          <w:szCs w:val="20"/>
        </w:rPr>
      </w:pPr>
      <w:r>
        <w:rPr>
          <w:rFonts w:ascii="Courier New" w:hAnsi="Courier New" w:cs="Courier New"/>
          <w:sz w:val="20"/>
          <w:szCs w:val="20"/>
        </w:rPr>
        <w:t>└────┴───────────────────────────┴──────────────────────────────┴─────────────┴──────────────┴─────────────────────┘</w:t>
      </w:r>
    </w:p>
    <w:p w:rsidR="00220854" w:rsidRDefault="00220854">
      <w:pPr>
        <w:widowControl w:val="0"/>
        <w:autoSpaceDE w:val="0"/>
        <w:autoSpaceDN w:val="0"/>
        <w:adjustRightInd w:val="0"/>
        <w:spacing w:after="0" w:line="240" w:lineRule="auto"/>
        <w:jc w:val="both"/>
        <w:rPr>
          <w:rFonts w:cs="Calibri"/>
        </w:rPr>
      </w:pPr>
    </w:p>
    <w:p w:rsidR="00220854" w:rsidRDefault="00220854">
      <w:pPr>
        <w:widowControl w:val="0"/>
        <w:autoSpaceDE w:val="0"/>
        <w:autoSpaceDN w:val="0"/>
        <w:adjustRightInd w:val="0"/>
        <w:spacing w:after="0" w:line="240" w:lineRule="auto"/>
        <w:jc w:val="right"/>
        <w:outlineLvl w:val="1"/>
        <w:rPr>
          <w:rFonts w:cs="Calibri"/>
        </w:rPr>
      </w:pPr>
      <w:bookmarkStart w:id="23" w:name="Par802"/>
      <w:bookmarkEnd w:id="23"/>
      <w:r>
        <w:rPr>
          <w:rFonts w:cs="Calibri"/>
        </w:rPr>
        <w:t>Таблица 2</w:t>
      </w:r>
    </w:p>
    <w:p w:rsidR="00220854" w:rsidRDefault="00220854">
      <w:pPr>
        <w:widowControl w:val="0"/>
        <w:autoSpaceDE w:val="0"/>
        <w:autoSpaceDN w:val="0"/>
        <w:adjustRightInd w:val="0"/>
        <w:spacing w:after="0" w:line="240" w:lineRule="auto"/>
        <w:jc w:val="both"/>
        <w:rPr>
          <w:rFonts w:cs="Calibri"/>
        </w:rPr>
      </w:pPr>
    </w:p>
    <w:p w:rsidR="00220854" w:rsidRDefault="00220854">
      <w:pPr>
        <w:widowControl w:val="0"/>
        <w:autoSpaceDE w:val="0"/>
        <w:autoSpaceDN w:val="0"/>
        <w:adjustRightInd w:val="0"/>
        <w:spacing w:after="0" w:line="240" w:lineRule="auto"/>
        <w:jc w:val="center"/>
        <w:rPr>
          <w:rFonts w:cs="Calibri"/>
        </w:rPr>
      </w:pPr>
      <w:r>
        <w:rPr>
          <w:rFonts w:cs="Calibri"/>
        </w:rPr>
        <w:t>Работы</w:t>
      </w:r>
    </w:p>
    <w:p w:rsidR="00220854" w:rsidRDefault="00220854">
      <w:pPr>
        <w:widowControl w:val="0"/>
        <w:autoSpaceDE w:val="0"/>
        <w:autoSpaceDN w:val="0"/>
        <w:adjustRightInd w:val="0"/>
        <w:spacing w:after="0" w:line="240" w:lineRule="auto"/>
        <w:jc w:val="center"/>
        <w:rPr>
          <w:rFonts w:cs="Calibri"/>
        </w:rPr>
        <w:sectPr w:rsidR="00220854">
          <w:pgSz w:w="16838" w:h="11905" w:orient="landscape"/>
          <w:pgMar w:top="1701" w:right="1134" w:bottom="850" w:left="1134" w:header="720" w:footer="720" w:gutter="0"/>
          <w:cols w:space="720"/>
          <w:noEndnote/>
        </w:sectPr>
      </w:pPr>
    </w:p>
    <w:p w:rsidR="00220854" w:rsidRDefault="00220854">
      <w:pPr>
        <w:widowControl w:val="0"/>
        <w:autoSpaceDE w:val="0"/>
        <w:autoSpaceDN w:val="0"/>
        <w:adjustRightInd w:val="0"/>
        <w:spacing w:after="0" w:line="240" w:lineRule="auto"/>
        <w:jc w:val="both"/>
        <w:rPr>
          <w:rFonts w:cs="Calibri"/>
        </w:rPr>
      </w:pPr>
    </w:p>
    <w:p w:rsidR="00220854" w:rsidRDefault="00220854">
      <w:pPr>
        <w:pStyle w:val="ConsPlusCell"/>
        <w:rPr>
          <w:rFonts w:ascii="Courier New" w:hAnsi="Courier New" w:cs="Courier New"/>
          <w:sz w:val="16"/>
          <w:szCs w:val="16"/>
        </w:rPr>
      </w:pPr>
      <w:r>
        <w:rPr>
          <w:rFonts w:ascii="Courier New" w:hAnsi="Courier New" w:cs="Courier New"/>
          <w:sz w:val="16"/>
          <w:szCs w:val="16"/>
        </w:rPr>
        <w:t>┌─────┬─────────────────────────────┬──────────────┬──────────────┬────────────────────────────┐</w:t>
      </w:r>
    </w:p>
    <w:p w:rsidR="00220854" w:rsidRDefault="00220854">
      <w:pPr>
        <w:pStyle w:val="ConsPlusCell"/>
        <w:rPr>
          <w:rFonts w:ascii="Courier New" w:hAnsi="Courier New" w:cs="Courier New"/>
          <w:sz w:val="16"/>
          <w:szCs w:val="16"/>
        </w:rPr>
      </w:pPr>
      <w:r>
        <w:rPr>
          <w:rFonts w:ascii="Courier New" w:hAnsi="Courier New" w:cs="Courier New"/>
          <w:sz w:val="16"/>
          <w:szCs w:val="16"/>
        </w:rPr>
        <w:t>│  N  │     Наименование работ      │   Единица    │     ОИВ,     │     Исполнитель работ      │</w:t>
      </w:r>
    </w:p>
    <w:p w:rsidR="00220854" w:rsidRDefault="00220854">
      <w:pPr>
        <w:pStyle w:val="ConsPlusCell"/>
        <w:rPr>
          <w:rFonts w:ascii="Courier New" w:hAnsi="Courier New" w:cs="Courier New"/>
          <w:sz w:val="16"/>
          <w:szCs w:val="16"/>
        </w:rPr>
      </w:pPr>
      <w:r>
        <w:rPr>
          <w:rFonts w:ascii="Courier New" w:hAnsi="Courier New" w:cs="Courier New"/>
          <w:sz w:val="16"/>
          <w:szCs w:val="16"/>
        </w:rPr>
        <w:t>│ п/п │                             │  измерения   │ответственный │                            │</w:t>
      </w:r>
    </w:p>
    <w:p w:rsidR="00220854" w:rsidRDefault="00220854">
      <w:pPr>
        <w:pStyle w:val="ConsPlusCell"/>
        <w:rPr>
          <w:rFonts w:ascii="Courier New" w:hAnsi="Courier New" w:cs="Courier New"/>
          <w:sz w:val="16"/>
          <w:szCs w:val="16"/>
        </w:rPr>
      </w:pPr>
      <w:r>
        <w:rPr>
          <w:rFonts w:ascii="Courier New" w:hAnsi="Courier New" w:cs="Courier New"/>
          <w:sz w:val="16"/>
          <w:szCs w:val="16"/>
        </w:rPr>
        <w:t>│     │                             │ объема работ │за организацию│                            │</w:t>
      </w:r>
    </w:p>
    <w:p w:rsidR="00220854" w:rsidRDefault="00220854">
      <w:pPr>
        <w:pStyle w:val="ConsPlusCell"/>
        <w:rPr>
          <w:rFonts w:ascii="Courier New" w:hAnsi="Courier New" w:cs="Courier New"/>
          <w:sz w:val="16"/>
          <w:szCs w:val="16"/>
        </w:rPr>
      </w:pPr>
      <w:r>
        <w:rPr>
          <w:rFonts w:ascii="Courier New" w:hAnsi="Courier New" w:cs="Courier New"/>
          <w:sz w:val="16"/>
          <w:szCs w:val="16"/>
        </w:rPr>
        <w:t>│     │                             │              │  выполнения  │                            │</w:t>
      </w:r>
    </w:p>
    <w:p w:rsidR="00220854" w:rsidRDefault="00220854">
      <w:pPr>
        <w:pStyle w:val="ConsPlusCell"/>
        <w:rPr>
          <w:rFonts w:ascii="Courier New" w:hAnsi="Courier New" w:cs="Courier New"/>
          <w:sz w:val="16"/>
          <w:szCs w:val="16"/>
        </w:rPr>
      </w:pPr>
      <w:r>
        <w:rPr>
          <w:rFonts w:ascii="Courier New" w:hAnsi="Courier New" w:cs="Courier New"/>
          <w:sz w:val="16"/>
          <w:szCs w:val="16"/>
        </w:rPr>
        <w:t>│     │                             │              │    работы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1  │              2              │      3       │      4       │             5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bookmarkStart w:id="24" w:name="Par815"/>
      <w:bookmarkEnd w:id="24"/>
      <w:r w:rsidRPr="00A811D7">
        <w:rPr>
          <w:rFonts w:ascii="Courier New" w:hAnsi="Courier New" w:cs="Courier New"/>
          <w:sz w:val="16"/>
          <w:szCs w:val="16"/>
        </w:rPr>
        <w:t>│                 I. Работы, выполняемые государственными учреждениями области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bookmarkStart w:id="25" w:name="Par817"/>
      <w:bookmarkEnd w:id="25"/>
      <w:r w:rsidRPr="00A811D7">
        <w:rPr>
          <w:rFonts w:ascii="Courier New" w:hAnsi="Courier New" w:cs="Courier New"/>
          <w:sz w:val="16"/>
          <w:szCs w:val="16"/>
        </w:rPr>
        <w:t>│                                      1. Здравоохранение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1.1 │Обеспечение донорской кровью │литров        │ДЗиФ ЯО       │ГУЗ ЯО - станции переливания│</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│и компонентами крови         │              │              │крови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1.2 │Экспертиза контроля качества │экспертиз     │ДЗиФ ЯО       │ГБУЗ ЯО "Центр контроля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│лекарственных средств        │              │              │качества и сертификации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│лекарственных средств"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1.3 │Хранение, обновление         │              │ДЗиФ ЯО       │ГКУЗ ЯО "Медицинский центр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│мобилизационных резервов     │              │              │мобилизационных резервов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│"Резерв"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1.4 │Мониторинг ресурсов и        │мониторингов  │ДЗиФ ЯО       │ГБУЗ ЯО "Медицинский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│мероприятий системы          │              │              │информационно-аналитический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│здравоохранения              │              │              │центр"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1.5 │Судебно-медицинская          │судебно -     │ДЗиФ ЯО       │ГУЗ ЯО "Ярославское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│экспертиза                   │медицинских   │              │областное бюро судебно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│экспертных    │              │медицинской экспертизы"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│исследований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1.6 │Отпуск бесплатных и льготных │отпущенных    │ДЗиФ ЯО       │ГУЗ ЯО "Аптека N 202"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│рецептов                     │рецептов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bookmarkStart w:id="26" w:name="Par842"/>
      <w:bookmarkEnd w:id="26"/>
      <w:r w:rsidRPr="00A811D7">
        <w:rPr>
          <w:rFonts w:ascii="Courier New" w:hAnsi="Courier New" w:cs="Courier New"/>
          <w:sz w:val="16"/>
          <w:szCs w:val="16"/>
        </w:rPr>
        <w:t>│                                        2. Образование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2.1 │Организационно-техническое и │              │ДО ЯО         │ГОАУ ЯО "Институт развития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│информационное сопровождение │              │              │образования", ГУ ЯО "Центр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│деятельности образовательных │              │              │телекоммуникаций 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│учреждений и ДО ЯО           │              │              │информационных систем в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│образовании", ГУ ЯО "Центр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│оценки и контроля качества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│образования", ГУ ЯО "Центр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│профессиональной ориентации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│и психологической поддержки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│"Ресурс"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2.2 │Организационно-техническое и │количество    │ДО ЯО         │ГУ ЯО "Центр оценки 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│информационно-аналитическое  │экспертиз     │              │контроля качества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│обеспечение аккредитационной │              │              │образования"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│экспертизы при проведении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│государственной аккредитации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│образовательной деятельности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xml:space="preserve">│(п. 2.2 в ред. </w:t>
      </w:r>
      <w:hyperlink r:id="rId30" w:history="1">
        <w:r w:rsidRPr="00A811D7">
          <w:rPr>
            <w:rFonts w:ascii="Courier New" w:hAnsi="Courier New" w:cs="Courier New"/>
            <w:sz w:val="16"/>
            <w:szCs w:val="16"/>
          </w:rPr>
          <w:t>Постановления</w:t>
        </w:r>
      </w:hyperlink>
      <w:r w:rsidRPr="00A811D7">
        <w:rPr>
          <w:rFonts w:ascii="Courier New" w:hAnsi="Courier New" w:cs="Courier New"/>
          <w:sz w:val="16"/>
          <w:szCs w:val="16"/>
        </w:rPr>
        <w:t xml:space="preserve"> Правительства ЯО от 31.12.2013 N 1787-п)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2.3 │Организационно -             │человек/      │ДО ЯО         │ГУ ЯО "Центр оценки 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│технологическое и            │экзаменов     │              │контроля качества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│инструктивно-методическое    │              │              │образования"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│обеспечение проведения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│государственной итоговой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│аттестации по образовательным│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│программам основного общего и│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│среднего общего образования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xml:space="preserve">│(п. 2.3 в ред. </w:t>
      </w:r>
      <w:hyperlink r:id="rId31" w:history="1">
        <w:r w:rsidRPr="00A811D7">
          <w:rPr>
            <w:rFonts w:ascii="Courier New" w:hAnsi="Courier New" w:cs="Courier New"/>
            <w:sz w:val="16"/>
            <w:szCs w:val="16"/>
          </w:rPr>
          <w:t>Постановления</w:t>
        </w:r>
      </w:hyperlink>
      <w:r w:rsidRPr="00A811D7">
        <w:rPr>
          <w:rFonts w:ascii="Courier New" w:hAnsi="Courier New" w:cs="Courier New"/>
          <w:sz w:val="16"/>
          <w:szCs w:val="16"/>
        </w:rPr>
        <w:t xml:space="preserve"> Правительства ЯО от 31.12.2013 N 1787-п)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2.4 │Формирование и актуализация  │              │ДО ЯО         │ГОУ ДОД ЯО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│информации банка данных по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│соответствующему направлению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2.5 │Информационно-методическое   │              │ДО ЯО         │ГУ ЯО "Центр по усыновлению,│</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│обеспечение деятельности     │              │              │опеке и попечительству"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│органов опеки и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│попечительства муниципальных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│районов и городских округов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│области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2.6 │Организация и сопровождение  │              │ДО ЯО         │ГУ ЯО "Центр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│телекоммуникационных         │              │              │телекоммуникаций 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│образовательных сервисов для │              │              │информационных систем в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│обучающихся и педагогических │              │              │образовании"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│работников области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2.7 │Проведение экспертиз в сфере │количество    │ДО ЯО         │ГУ ЯО "Санаторий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│образования                  │экспертиз     │              │профилакторий учреждений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│начального профессионального│</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│образования", ГУ ЯО "Центр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│оценки и контроля качества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│образования"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2.8 │Обеспечение проживания       │              │ДО ЯО         │ГОУ ПО ЯО, ГОАУ ЯО "Институт│</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│обучающихся в общежитии на   │              │              │развития образования"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│период обучения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xml:space="preserve">│(в ред. </w:t>
      </w:r>
      <w:hyperlink r:id="rId32" w:history="1">
        <w:r w:rsidRPr="00A811D7">
          <w:rPr>
            <w:rFonts w:ascii="Courier New" w:hAnsi="Courier New" w:cs="Courier New"/>
            <w:sz w:val="16"/>
            <w:szCs w:val="16"/>
          </w:rPr>
          <w:t>Постановления</w:t>
        </w:r>
      </w:hyperlink>
      <w:r w:rsidRPr="00A811D7">
        <w:rPr>
          <w:rFonts w:ascii="Courier New" w:hAnsi="Courier New" w:cs="Courier New"/>
          <w:sz w:val="16"/>
          <w:szCs w:val="16"/>
        </w:rPr>
        <w:t xml:space="preserve"> Правительства ЯО от 31.12.2013 N 1787-п)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2.9 │Оказание медико-психолого -  │              │ДО ЯО         │ГОУ ЯО "Центр помощи детям"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│педагогической помощи детям и│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│их родителям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2.10│Организация отдыха детей в   │человек       │ДО ЯО         │ГУ ЯО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│каникулярное время на базе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│государственных учреждений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2.11│Сопровождение семей опекунов │количество    │ДО ЯО         │ГОУ ЯО детский дом - центр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│(попечителей),               │семей         │              │комплексного сопровождения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│несовершеннолетних           │              │              │детей-сирот и детей,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│подопечных, родителей,       │              │              │оставшихся без попечения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│лишенных родительских прав   │              │              │родителей, "Солнечный"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│(ограниченных в родительских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│правах), но желающих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│восстановиться в родительских│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│правах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xml:space="preserve">│(п. 2.11 введен </w:t>
      </w:r>
      <w:hyperlink r:id="rId33" w:history="1">
        <w:r w:rsidRPr="00A811D7">
          <w:rPr>
            <w:rFonts w:ascii="Courier New" w:hAnsi="Courier New" w:cs="Courier New"/>
            <w:sz w:val="16"/>
            <w:szCs w:val="16"/>
          </w:rPr>
          <w:t>Постановлением</w:t>
        </w:r>
      </w:hyperlink>
      <w:r w:rsidRPr="00A811D7">
        <w:rPr>
          <w:rFonts w:ascii="Courier New" w:hAnsi="Courier New" w:cs="Courier New"/>
          <w:sz w:val="16"/>
          <w:szCs w:val="16"/>
        </w:rPr>
        <w:t xml:space="preserve"> Правительства ЯО от 08.05.2013 N 500-п)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2.12│Постинтернатное              │человек       │ДО ЯО         │ГОУ ЯО детский дом - центр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│сопровождение лиц из числа   │              │              │комплексного сопровождения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│детей-сирот и детей,         │              │              │детей-сирот и детей,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│оставшихся без попечения     │              │              │оставшихся без попечения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│родителей                    │              │              │родителей, "Солнечный",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│ГОУ ЯО Семибратовский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│детский дом "Центр Духовного│</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│Возрождения",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│ГОБУ ЯО специальная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│(коррекционная)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│общеобразовательная школа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│интернат N 6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xml:space="preserve">│(п. 2.12 введен </w:t>
      </w:r>
      <w:hyperlink r:id="rId34" w:history="1">
        <w:r w:rsidRPr="00A811D7">
          <w:rPr>
            <w:rFonts w:ascii="Courier New" w:hAnsi="Courier New" w:cs="Courier New"/>
            <w:sz w:val="16"/>
            <w:szCs w:val="16"/>
          </w:rPr>
          <w:t>Постановлением</w:t>
        </w:r>
      </w:hyperlink>
      <w:r w:rsidRPr="00A811D7">
        <w:rPr>
          <w:rFonts w:ascii="Courier New" w:hAnsi="Courier New" w:cs="Courier New"/>
          <w:sz w:val="16"/>
          <w:szCs w:val="16"/>
        </w:rPr>
        <w:t xml:space="preserve"> Правительства ЯО от 08.05.2013 N 500-п)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bookmarkStart w:id="27" w:name="Par935"/>
      <w:bookmarkEnd w:id="27"/>
      <w:r w:rsidRPr="00A811D7">
        <w:rPr>
          <w:rFonts w:ascii="Courier New" w:hAnsi="Courier New" w:cs="Courier New"/>
          <w:sz w:val="16"/>
          <w:szCs w:val="16"/>
        </w:rPr>
        <w:t>│                                     3. Социальная защита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3.1 │Выполнение измерений и оценок│              │ДТиСПН ЯО     │ГАУ ЯО "Ярославский центр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│опасных и вредных            │              │              │охраны труда и социального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│производственных факторов по │              │              │партнерства"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│поручению ДТиСПН ЯО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3.2 │Проведение обучения и        │              │ДТиСПН ЯО     │ГАУ ЯО "Ярославский центр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│проверки знаний требований   │              │              │охраны труда и социального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│охраны труда руководителей и │              │              │партнерства"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│специалистов организаций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│Ярославской области,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│финансируемых из областного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│бюджета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3.3 │Организация выплаты          │              │ДТиСПН ЯО     │ГАУ ЯО "Ярославский центр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│компенсации гражданам -      │              │              │охраны труда и социального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│жителям Ярославской области, │              │              │партнерства"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│которым причинен ущерб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│правонарушениями на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│финансовом и фондовом рынках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│Российской Федерации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│3.4  │Срочное социальное           │человек       │ДТиСПН ЯО     │ГБУ СО ЯО "Центр социального│</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│обслуживание                 │              │              │обслуживания граждан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│пожилого возраста 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│инвалидов"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xml:space="preserve">│(п. 3.4 введен </w:t>
      </w:r>
      <w:hyperlink r:id="rId35" w:history="1">
        <w:r w:rsidRPr="00A811D7">
          <w:rPr>
            <w:rFonts w:ascii="Courier New" w:hAnsi="Courier New" w:cs="Courier New"/>
            <w:sz w:val="16"/>
            <w:szCs w:val="16"/>
          </w:rPr>
          <w:t>Постановлением</w:t>
        </w:r>
      </w:hyperlink>
      <w:r w:rsidRPr="00A811D7">
        <w:rPr>
          <w:rFonts w:ascii="Courier New" w:hAnsi="Courier New" w:cs="Courier New"/>
          <w:sz w:val="16"/>
          <w:szCs w:val="16"/>
        </w:rPr>
        <w:t xml:space="preserve"> Правительства ЯО от 31.12.2013 N 1787-п)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bookmarkStart w:id="28" w:name="Par964"/>
      <w:bookmarkEnd w:id="28"/>
      <w:r w:rsidRPr="00A811D7">
        <w:rPr>
          <w:rFonts w:ascii="Courier New" w:hAnsi="Courier New" w:cs="Courier New"/>
          <w:sz w:val="16"/>
          <w:szCs w:val="16"/>
        </w:rPr>
        <w:t>│                                         4. Культура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4.1 │Создание спектаклей,         │              │ДК ЯО         │государственные театры,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│концертов, концертных        │              │              │концертные организации,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│программ, кинопрограмм и иных│              │              │кинозрелищные организации,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│зрелищных программ           │              │              │музеи, учреждения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4.2 │Создание культурно -         │              │ДК ЯО         │государственные культурно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│просветительских программ    │              │              │досуговые учреждения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4.3 │Сохранение нематериального   │              │ДК ЯО         │ГУК ЯО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│культурного наследия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│Ярославской области и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│традиционной народной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│культуры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4.4 │Формирование, учет,          │              │ДК ЯО         │государственные библиотеки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│обеспечение физического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│сохранения и безопасности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│фондов библиотеки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4.5 │Библиографическая обработка  │              │ДК ЯО         │государственные библиотеки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│документов и организация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│каталогов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4.6 │Публикация музейных          │единиц        │ДК ЯО         │государственные музеи,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│предметов, музейных          │              │              │выставочные залы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│коллекций, показ объектов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│историко-культурного наследия│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4.7 │Формирование, учет музейного │              │ДК ЯО         │государственные музеи,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│фонда, хранение, изучение и  │              │              │выставочные залы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│обеспечение сохранности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│музейных предметов, объектов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│историко-культурного наследия│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4.8 │Осуществление прикладных     │              │ДК ЯО         │государственные музеи,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│научных исследований         │              │              │ГАУК ЯО "Ярославская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│областная универсальная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│научная библиотека им.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│Н.А. Некрасова"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4.9 │Организация проведения работ │              │ДК ЯО         │ГУК ЯО "Общежитие учреждений│</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│по предоставлению общежития  │              │              │культуры Ярославской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│учащимся и работникам отрасли│              │              │области"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│культуры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4.10│Организация и проведение     │              │ДК ЯО         │ГКУК ЯО "Дирекция по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│мероприятий по сохранению,   │              │              │реставрации и реконструкции"│</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│популяризации и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│государственной охране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│объектов культурного наследия│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bookmarkStart w:id="29" w:name="Par1017"/>
      <w:bookmarkEnd w:id="29"/>
      <w:r w:rsidRPr="00A811D7">
        <w:rPr>
          <w:rFonts w:ascii="Courier New" w:hAnsi="Courier New" w:cs="Courier New"/>
          <w:sz w:val="16"/>
          <w:szCs w:val="16"/>
        </w:rPr>
        <w:t>│                                    5. Молодежная политика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5.1 │Организация сертифицированной│              │АДМ ЯО        │государственные учреждения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│переподготовки, повышения    │              │              │молодежи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│квалификации специалистов в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│области молодежной политики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5.2 │Ведение областного реестра   │              │АДМ ЯО        │государственные учреждения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│объектов работы молодежных   │              │              │молодежи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│(студенческих) отрядов и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│организация направления их на│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│объекты работ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5.3 │Доставка и сопровождение     │              │АДМ ЯО        │государственные учреждения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│детей, отправляющихся к месту│              │              │молодежи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│отдыха и обратно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bookmarkStart w:id="30" w:name="Par1034"/>
      <w:bookmarkEnd w:id="30"/>
      <w:r w:rsidRPr="00A811D7">
        <w:rPr>
          <w:rFonts w:ascii="Courier New" w:hAnsi="Courier New" w:cs="Courier New"/>
          <w:sz w:val="16"/>
          <w:szCs w:val="16"/>
        </w:rPr>
        <w:t>│                                6. Физическая культура и спорт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6.1 │Обеспечение участия          │              │АФКС ЯО       │ГУ ЯО ЦСП "ШВСМ"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│спортивных сборных команд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│Ярославской области во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│всероссийских спортивных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│соревнованиях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6.2 │Подготовка спортивного       │              │АФКС ЯО       │ГОУ ЯО спортивной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│резерва для спортивных       │              │              │направленности,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│сборных команд Российской    │              │              │ГУ ЯО ЦСП "ШВСМ"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│Федерации и Ярославской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│области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6.3 │Организация и проведение     │количество    │АФКС ЯО       │ГОУ ЯО спортивной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│физкультурно-оздоровительных,│мероприятий   │              │направленности,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│спортивных мероприятий       │              │              │ГУ ЯО ЦСП "ШВСМ"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│разного уровня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bookmarkStart w:id="31" w:name="Par1053"/>
      <w:bookmarkEnd w:id="31"/>
      <w:r w:rsidRPr="00A811D7">
        <w:rPr>
          <w:rFonts w:ascii="Courier New" w:hAnsi="Courier New" w:cs="Courier New"/>
          <w:sz w:val="16"/>
          <w:szCs w:val="16"/>
        </w:rPr>
        <w:t>│                                       7. Животный мир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│Работы по охране и           │              │ДОиИЖМ ЯО     │ГБУ ЯО "Управление по охране│</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│воспроизводству объектов     │              │              │животного мира"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│животного мира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bookmarkStart w:id="32" w:name="Par1059"/>
      <w:bookmarkEnd w:id="32"/>
      <w:r w:rsidRPr="00A811D7">
        <w:rPr>
          <w:rFonts w:ascii="Courier New" w:hAnsi="Courier New" w:cs="Courier New"/>
          <w:sz w:val="16"/>
          <w:szCs w:val="16"/>
        </w:rPr>
        <w:t>│                                       8. Архивный фонд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8.1 │Обеспечение сохранности и    │              │Правительство │ГКУ ЯО "Государственный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│учет архивных документов     │              │ЯО            │архив Ярославской области"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8.2 │Комплектование архивными     │              │Правительство │ГКУ ЯО "Государственный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│документами                  │              │ЯО            │архив Ярославской области"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8.3 │Научное описание архивных    │              │Правительство │ГКУ ЯО "Государственный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│документов, создание         │              │ЯО            │архив Ярославской области"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│справочно-поисковых средств к│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│ним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8.4 │Работы по защите сведений,   │              │Правительство │ГКУ ЯО "Государственный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│составляющих государственную │              │ЯО            │архив Ярославской области"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│тайну, других охраняемых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│законом тайн, содержащихся в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│документах архива, и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│организации в установленном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│порядке рассекречивания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│архивных документов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8.5 │Обеспечение доступа к        │              │Правительство │ГКУ ЯО "Государственный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│архивным документам (копиям) │              │ЯО            │архив Ярославской области"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│и справочно-поисковым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│средствам к ним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bookmarkStart w:id="33" w:name="Par1086"/>
      <w:bookmarkEnd w:id="33"/>
      <w:r w:rsidRPr="00A811D7">
        <w:rPr>
          <w:rFonts w:ascii="Courier New" w:hAnsi="Courier New" w:cs="Courier New"/>
          <w:sz w:val="16"/>
          <w:szCs w:val="16"/>
        </w:rPr>
        <w:t>│                          9. Агропромышленный комплекс и ветеринария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9.1 │Мониторинг сертифицированной │количество    │ДАПКиПР ЯО    │ГБУ ЯО "Ярославский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│продукции                    │проверок      │              │государственный институт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│качества сырья и пищевых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│продуктов"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9.2 │Организация и проведение     │              │ДВ ЯО         │ГБУ ЯО "Ярославская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│плановых                     │              │              │областная станция по борьбе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│противоэпизоотических        │              │              │с болезнями животных"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│мероприятий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bookmarkStart w:id="34" w:name="Par1098"/>
      <w:bookmarkEnd w:id="34"/>
      <w:r w:rsidRPr="00A811D7">
        <w:rPr>
          <w:rFonts w:ascii="Courier New" w:hAnsi="Courier New" w:cs="Courier New"/>
          <w:sz w:val="16"/>
          <w:szCs w:val="16"/>
        </w:rPr>
        <w:t>│                                      10. Строительство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xml:space="preserve">│(в ред. </w:t>
      </w:r>
      <w:hyperlink r:id="rId36" w:history="1">
        <w:r w:rsidRPr="00A811D7">
          <w:rPr>
            <w:rFonts w:ascii="Courier New" w:hAnsi="Courier New" w:cs="Courier New"/>
            <w:sz w:val="16"/>
            <w:szCs w:val="16"/>
          </w:rPr>
          <w:t>Постановления</w:t>
        </w:r>
      </w:hyperlink>
      <w:r w:rsidRPr="00A811D7">
        <w:rPr>
          <w:rFonts w:ascii="Courier New" w:hAnsi="Courier New" w:cs="Courier New"/>
          <w:sz w:val="16"/>
          <w:szCs w:val="16"/>
        </w:rPr>
        <w:t xml:space="preserve"> Правительства ЯО от 27.06.2013 N 741-п)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│10.1 │Организация строительства    │              │ДС ЯО         │ГКУ ЯО "Единая служба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│и реконструкции объектов     │              │              │заказчика"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│областной собственности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│10.2 │Исполнение функций           │              │ДС ЯО         │ГКУ ЯО "Единая служба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│технического заказчика при   │              │              │заказчика"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│строительстве объектов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│социальной сферы, находящихся│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│в собственности Ярославской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│области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│10.3 │Осуществление контроля за    │              │ДС ЯО         │ГКУ ЯО "Единая служба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│ходом строительства объектов │              │              │заказчика"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│муниципальной собственности в│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│рамках реализации адресной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│инвестиционной программы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│Ярославской области на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│соответствующий год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│10.4 │Осуществление мониторинга    │              │ДС ЯО         │ГКУ ЯО "Единая служба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│реализации пилотного проекта │              │              │заказчика"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│по строительству детских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│дошкольных учреждений в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│муниципальных образованиях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│Ярославской области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│10.5 │Архивирование технической    │              │ДС ЯО         │ГКУ ЯО "Единая служба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│документации на объекты      │              │              │заказчика"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│капитального строительства,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│находящиеся в собственности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│Ярославской области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bookmarkStart w:id="35" w:name="Par1134"/>
      <w:bookmarkEnd w:id="35"/>
      <w:r w:rsidRPr="00A811D7">
        <w:rPr>
          <w:rFonts w:ascii="Courier New" w:hAnsi="Courier New" w:cs="Courier New"/>
          <w:sz w:val="16"/>
          <w:szCs w:val="16"/>
        </w:rPr>
        <w:t>│      11. Защита населения и территорий, пожарная безопасность, охрана лесов от пожаров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│11.1 │Организация выездов на       │              │ДРБ ЯО        │отряды противопожарной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│дорожно-транспортные         │              │              │службы, ГКУ ЯО "Центр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│происшествия                 │              │              │обеспечения действий по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│гражданской обороне 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│чрезвычайным ситуациям"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│11.2 │Организация тушения пожаров  │              │ДРБ ЯО        │отряды противопожарной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│службы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│11.3 │Организация выездов на       │              │ДРБ ЯО        │ГКУ ЯО "Центр обеспечения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│поисково-спасательные работы │              │              │действий по гражданской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│обороне и чрезвычайным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│ситуациям"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│11.4 │Организация спасения на водах│              │ДРБ ЯО        │ГКУ ЯО "Центр обеспечения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│действий по гражданской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│обороне и чрезвычайным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│ситуациям"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│11.5 │Осуществление мер пожарной   │              │ДЛХ ЯО        │СГБУ ЯО "Лесная охрана"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│безопасности в лесах и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│тушение лесных пожаров на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│землях лесного фонда на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│территории Ярославской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│области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xml:space="preserve">│(п. 11.5 в ред. </w:t>
      </w:r>
      <w:hyperlink r:id="rId37" w:history="1">
        <w:r w:rsidRPr="00A811D7">
          <w:rPr>
            <w:rFonts w:ascii="Courier New" w:hAnsi="Courier New" w:cs="Courier New"/>
            <w:sz w:val="16"/>
            <w:szCs w:val="16"/>
          </w:rPr>
          <w:t>Постановления</w:t>
        </w:r>
      </w:hyperlink>
      <w:r w:rsidRPr="00A811D7">
        <w:rPr>
          <w:rFonts w:ascii="Courier New" w:hAnsi="Courier New" w:cs="Courier New"/>
          <w:sz w:val="16"/>
          <w:szCs w:val="16"/>
        </w:rPr>
        <w:t xml:space="preserve"> Правительства ЯО от 24.09.2013 N 1301-п)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xml:space="preserve">│11.6 - 11.8. Исключены  с 1 февраля 2014 года. - </w:t>
      </w:r>
      <w:hyperlink r:id="rId38" w:history="1">
        <w:r w:rsidRPr="00A811D7">
          <w:rPr>
            <w:rFonts w:ascii="Courier New" w:hAnsi="Courier New" w:cs="Courier New"/>
            <w:sz w:val="16"/>
            <w:szCs w:val="16"/>
          </w:rPr>
          <w:t>Постановление</w:t>
        </w:r>
      </w:hyperlink>
      <w:r w:rsidRPr="00A811D7">
        <w:rPr>
          <w:rFonts w:ascii="Courier New" w:hAnsi="Courier New" w:cs="Courier New"/>
          <w:sz w:val="16"/>
          <w:szCs w:val="16"/>
        </w:rPr>
        <w:t xml:space="preserve"> Правительства ЯО  от 24.09.2013│</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│N 1301-п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bookmarkStart w:id="36" w:name="Par1166"/>
      <w:bookmarkEnd w:id="36"/>
      <w:r w:rsidRPr="00A811D7">
        <w:rPr>
          <w:rFonts w:ascii="Courier New" w:hAnsi="Courier New" w:cs="Courier New"/>
          <w:sz w:val="16"/>
          <w:szCs w:val="16"/>
        </w:rPr>
        <w:t>│                               12. Средства массовой информации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│12.1 │Издательская деятельность    │              │Правительство │ГАУ ЯО "Информационное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│ЯО            │агентство "Верхняя Волга"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│12.2 │Создание и разработка сайтов,│              │Правительство │ГАУ ЯО "Информационное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│концепций, контента средств  │              │ЯО            │агентство "Верхняя Волга"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│массовой информации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│12.3 │Информационное обеспечение   │              │Правительство │ГАУ ЯО "Информационное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│ОИВ                          │              │ЯО            │агентство "Верхняя Волга"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bookmarkStart w:id="37" w:name="Par1178"/>
      <w:bookmarkEnd w:id="37"/>
      <w:r w:rsidRPr="00A811D7">
        <w:rPr>
          <w:rFonts w:ascii="Courier New" w:hAnsi="Courier New" w:cs="Courier New"/>
          <w:sz w:val="16"/>
          <w:szCs w:val="16"/>
        </w:rPr>
        <w:t>│                                        13. Транспорт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xml:space="preserve">│(в ред. </w:t>
      </w:r>
      <w:hyperlink r:id="rId39" w:history="1">
        <w:r w:rsidRPr="00A811D7">
          <w:rPr>
            <w:rFonts w:ascii="Courier New" w:hAnsi="Courier New" w:cs="Courier New"/>
            <w:sz w:val="16"/>
            <w:szCs w:val="16"/>
          </w:rPr>
          <w:t>Постановления</w:t>
        </w:r>
      </w:hyperlink>
      <w:r w:rsidRPr="00A811D7">
        <w:rPr>
          <w:rFonts w:ascii="Courier New" w:hAnsi="Courier New" w:cs="Courier New"/>
          <w:sz w:val="16"/>
          <w:szCs w:val="16"/>
        </w:rPr>
        <w:t xml:space="preserve"> Правительства ЯО от 08.05.2013 N 500-п)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│13.1 │Выявление нарушений          │              │АТ ЯО         │ГБУ ЯО "Яроблтранском"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│требований к организации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│регулярных перевозок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│пассажиров и багажа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│и обследование маршрутов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│регулярных перевозок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│пассажиров на интенсивность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│пассажиропотока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│13.2 │Обеспечение деятельности     │              │АТ ЯО         │ГБУ ЯО "Яроблтранском"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│региональной навигационно -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│информационной системы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│13.3 │Транспортное обслуживание    │машино-часов  │Правительство │ГКУ ЯО "Транспортная служба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│органов государственной      │              │ЯО,           │Правительства Ярославской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│власти, государственных      │              │ДЗиФ ЯО       │области",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│учреждений здравоохранения   │              │              │ГУ ЯО "Рыбинсктранс"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bookmarkStart w:id="38" w:name="Par1200"/>
      <w:bookmarkEnd w:id="38"/>
      <w:r w:rsidRPr="00A811D7">
        <w:rPr>
          <w:rFonts w:ascii="Courier New" w:hAnsi="Courier New" w:cs="Courier New"/>
          <w:sz w:val="16"/>
          <w:szCs w:val="16"/>
        </w:rPr>
        <w:t>│                                          14. Прочие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xml:space="preserve">│(в ред. </w:t>
      </w:r>
      <w:hyperlink r:id="rId40" w:history="1">
        <w:r w:rsidRPr="00A811D7">
          <w:rPr>
            <w:rFonts w:ascii="Courier New" w:hAnsi="Courier New" w:cs="Courier New"/>
            <w:sz w:val="16"/>
            <w:szCs w:val="16"/>
          </w:rPr>
          <w:t>Постановления</w:t>
        </w:r>
      </w:hyperlink>
      <w:r w:rsidRPr="00A811D7">
        <w:rPr>
          <w:rFonts w:ascii="Courier New" w:hAnsi="Courier New" w:cs="Courier New"/>
          <w:sz w:val="16"/>
          <w:szCs w:val="16"/>
        </w:rPr>
        <w:t xml:space="preserve"> Правительства ЯО от 08.05.2013 N 500-п)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│14.1 │Сопровождение программ       │количество    │ДК ЯО, ДО ЯО, │ГУ ЯО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│(проектов) в установленной   │программ      │ДЗиФ ЯО,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│сфере деятельности           │(проектов)    │ДТиСПН ЯО,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│АФКС ЯО,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│АДМ ЯО,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│ДАПКиПР ЯО,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│ДОиИЖМ ЯО,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│Правительство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│ЯО, ДВ ЯО,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│ДИП ЯО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xml:space="preserve">│(п. 14.1 в ред. </w:t>
      </w:r>
      <w:hyperlink r:id="rId41" w:history="1">
        <w:r w:rsidRPr="00A811D7">
          <w:rPr>
            <w:rFonts w:ascii="Courier New" w:hAnsi="Courier New" w:cs="Courier New"/>
            <w:sz w:val="16"/>
            <w:szCs w:val="16"/>
          </w:rPr>
          <w:t>Постановления</w:t>
        </w:r>
      </w:hyperlink>
      <w:r w:rsidRPr="00A811D7">
        <w:rPr>
          <w:rFonts w:ascii="Courier New" w:hAnsi="Courier New" w:cs="Courier New"/>
          <w:sz w:val="16"/>
          <w:szCs w:val="16"/>
        </w:rPr>
        <w:t xml:space="preserve"> Правительства ЯО от 31.05.2013 N 617-п)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│14.2 │Организация и проведение     │количество    │ДК ЯО,        │ГУ ЯО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│общественно значимых         │мероприятий   │ДО ЯО,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│мероприятий в установленной  │              │ДЗиФ ЯО,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│сфере деятельности           │              │ДТиСПН ЯО,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│АФКС ЯО,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│АДМ ЯО,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│ДАПКиПР ЯО,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│ДОиИЖМ ЯО,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│Правительство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│ЯО, ДВ ЯО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│14.3 │Организация предоставления   │единиц/       │Правительство │ГАУ ЯО "Многофункциональный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│государственных и            │человек/часов │ЯО            │центр предоставления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│муниципальных услуг (в       │              │              │государственных 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│соответствии с требованиями  │              │              │муниципальных услуг"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xml:space="preserve">│     │Федерального </w:t>
      </w:r>
      <w:hyperlink r:id="rId42" w:history="1">
        <w:r w:rsidRPr="00A811D7">
          <w:rPr>
            <w:rFonts w:ascii="Courier New" w:hAnsi="Courier New" w:cs="Courier New"/>
            <w:sz w:val="16"/>
            <w:szCs w:val="16"/>
          </w:rPr>
          <w:t>закона</w:t>
        </w:r>
      </w:hyperlink>
      <w:r w:rsidRPr="00A811D7">
        <w:rPr>
          <w:rFonts w:ascii="Courier New" w:hAnsi="Courier New" w:cs="Courier New"/>
          <w:sz w:val="16"/>
          <w:szCs w:val="16"/>
        </w:rPr>
        <w:t xml:space="preserve"> от 27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│июля 2010 года N 210-ФЗ "Об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│организации предоставления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│государственных и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│муниципальных услуг")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│14.4 │Организация обучения и       │единиц/человек│Правительство │ГАУ ЯО "Многофункциональный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│повышения квалификации       │              │ЯО            │центр предоставления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│государственных 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│муниципальных услуг"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│14.5 │Проведение прикладных научных│единиц/человек│Правительство │ГАУ ЯО "Многофункциональный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│исследований и осуществление │              │ЯО            │центр предоставления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│экспериментальных разработок │              │              │государственных 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│муниципальных услуг"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│14.6 │Централизованная приемка,    │тонн          │ДГЗ ЯО        │ГБУ ЯО "Содействие"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│хранение и доставка продуктов│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│питания для учреждений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│социальной сферы Ярославской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│области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│14.7 │Ведение бухгалтерского учета │количество    │ДЗиФ ЯО       │ГУ ЯО "Централизованная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│договоров     │              │бухгалтерия государственных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│учреждений здравоохранения"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│14.8 │Организационно-методическое и│              │ДК ЯО,        │ГУ ЯО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│информационное сопровождение │              │ДО ЯО,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│деятельности государственных │              │ДЗиФ ЯО,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│и иных учреждений, населения │              │ДТиСПН ЯО,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│АФКС ЯО,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│АДМ ЯО,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│ДАПКиПР ЯО,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│ДОиИЖМ ЯО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│14.9 │Оказание методической и      │              │ДК ЯО,        │ГУ ЯО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│консультационной помощи      │              │ДО ЯО,        │ГАУ ЯО "Многофункциональный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│субъектам в установленной    │              │ДЗиФ ЯО,      │центр предоставления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│сфере деятельности           │              │ДТиСПН ЯО,    │государственных 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│АФКС ЯО,      │муниципальных услуг"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│АДМ ЯО,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│ДАПКиПР ЯО,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│ДОиИЖМ ЯО,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│ДВ ЯО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│Правительство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│ЯО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│14.10│Проведение социологических и │количество    │ДК ЯО,        │ГУ ЯО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│мониторинговых исследований  │исследований  │ДО ЯО,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│ДЗиФ ЯО,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│ДТиСПН ЯО,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│АФКС ЯО,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│АДМ ЯО,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│ДАПКиПР ЯО,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│ДОиИЖМ ЯО,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│ДВ ЯО,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│Правительство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│ЯО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│14.11│Содержание иностранных       │человек       │ДРБ ЯО        │ГСКУ ЯО "Центр временного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│граждан, подлежащих          │              │              │содержания иностранных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│депортации либо              │              │              │граждан, подлежащих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│административному выдворению │              │              │депортации либо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│за пределы Российской        │              │              │административному выдворению│</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│Федерации                    │              │              │за пределы Российской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│Федерации"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│14.12│Организация                  │количество    │Правительство │ГБУ ЯО "Центр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│выставочно-конгрессных и     │мероприятий   │ЯО            │выставочно-конгрессно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│культурно-массовых           │              │              │й деятельности"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│мероприятий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xml:space="preserve">│(п. 14.12 введен </w:t>
      </w:r>
      <w:hyperlink r:id="rId43" w:history="1">
        <w:r w:rsidRPr="00A811D7">
          <w:rPr>
            <w:rFonts w:ascii="Courier New" w:hAnsi="Courier New" w:cs="Courier New"/>
            <w:sz w:val="16"/>
            <w:szCs w:val="16"/>
          </w:rPr>
          <w:t>Постановлением</w:t>
        </w:r>
      </w:hyperlink>
      <w:r w:rsidRPr="00A811D7">
        <w:rPr>
          <w:rFonts w:ascii="Courier New" w:hAnsi="Courier New" w:cs="Courier New"/>
          <w:sz w:val="16"/>
          <w:szCs w:val="16"/>
        </w:rPr>
        <w:t xml:space="preserve"> Правительства ЯО от 31.12.2013 N 1787-п)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bookmarkStart w:id="39" w:name="Par1304"/>
      <w:bookmarkEnd w:id="39"/>
      <w:r w:rsidRPr="00A811D7">
        <w:rPr>
          <w:rFonts w:ascii="Courier New" w:hAnsi="Courier New" w:cs="Courier New"/>
          <w:sz w:val="16"/>
          <w:szCs w:val="16"/>
        </w:rPr>
        <w:t>│                 II. Работы, выполняемые муниципальными учреждениями области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bookmarkStart w:id="40" w:name="Par1306"/>
      <w:bookmarkEnd w:id="40"/>
      <w:r w:rsidRPr="00A811D7">
        <w:rPr>
          <w:rFonts w:ascii="Courier New" w:hAnsi="Courier New" w:cs="Courier New"/>
          <w:sz w:val="16"/>
          <w:szCs w:val="16"/>
        </w:rPr>
        <w:t>│                                        1. Образование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1.1 │Организационно-техническое   │              │ОМСУ          │муниципальные учреждения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│обеспечение выполнения       │              │              │Ярославской области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│функций ОМСУ, оказания услуг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│ОМСУ и муниципальных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│образовательных учреждений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1.2 │Создание условий для         │              │ОМСУ          │межшкольные учебные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│обеспечения трудовой и       │              │              │комбинаты Ярославской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│профессиональной подготовки  │              │              │области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│обучающихся на базе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│межшкольных учебных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│комбинатов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1.3 │Создание условий для отдыха и│              │ОМСУ          │муниципальные загородные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│оздоровления детей на базе   │              │              │детские оздоровительные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│загородных оздоровительных   │              │              │центры (лагеря) Ярославской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│центров (лагерей)            │              │              │области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1.4 │Оказание медико-психолого -  │человек       │ОМСУ          │муниципальные учреждения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│педагогической помощи детям и│              │              │Ярославской области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│их родителям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bookmarkStart w:id="41" w:name="Par1330"/>
      <w:bookmarkEnd w:id="41"/>
      <w:r w:rsidRPr="00A811D7">
        <w:rPr>
          <w:rFonts w:ascii="Courier New" w:hAnsi="Courier New" w:cs="Courier New"/>
          <w:sz w:val="16"/>
          <w:szCs w:val="16"/>
        </w:rPr>
        <w:t>│                                    2. Молодежная политика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2.1 │Профилактика социальных      │              │ОМСУ          │социальные учреждения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│дезадаптаций в молодежной    │              │              │молодежи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│среде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2.2 │Ведение муниципального       │              │ОМСУ          │социальные учреждения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│реестра объектов работы      │              │              │молодежи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│молодежных (студенческих)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│отрядов и организация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│направления их на объекты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│работ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2.3 │Организация досуговой        │человек       │ОМСУ          │социальные учреждения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│деятельности детей и молодежи│              │              │молодежи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│по интересам в установленной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│сфере деятельности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2.4 │Обеспечение доступа к        │              │ОМСУ          │социальные учреждения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│культурно-досуговым          │              │              │молодежи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│учреждениям, осуществляющим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│работу с детьми и молодежью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2.5 │Вовлечение молодежи в        │человек/      │ОМСУ          │социальные учреждения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│волонтерскую                 │мероприятий   │              │молодежи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│(добровольческую)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│деятельность и развитие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│волонтерского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│(добровольческого) движения в│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│молодежной среде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2.6 │Содействие профессиональному │человек/      │ОМСУ          │социальные учреждения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│самоопределению молодежи     │мероприятий   │              │молодежи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2.7 │Проведение социологических   │количество    │ОМСУ          │социальные учреждения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│исследований молодежной сферы│исследований  │              │молодежи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2.8 │Содействие социальной        │человек/семей │ОМСУ          │социальные учреждения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│адаптации молодых семей,     │              │              │молодежи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│подготовка молодежи к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│семейной жизни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bookmarkStart w:id="42" w:name="Par1372"/>
      <w:bookmarkEnd w:id="42"/>
      <w:r w:rsidRPr="00A811D7">
        <w:rPr>
          <w:rFonts w:ascii="Courier New" w:hAnsi="Courier New" w:cs="Courier New"/>
          <w:sz w:val="16"/>
          <w:szCs w:val="16"/>
        </w:rPr>
        <w:t>│                                3. Физическая культура и спорт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3.1 │Организация и проведение     │количество    │ОМСУ          │центры спортивной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│физкультурно-оздоровительных,│мероприятий   │              │подготовки, центры развития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│спортивных мероприятий       │              │              │спорта, спортивные 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│разного уровня               │              │              │культурно-спортивные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│комплексы, в том числе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│учреждения на базе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│бассейнов, стадионов, тиров,│</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│кортов и других спортивных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│объектов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3.2 │Обеспечение доступа к        │часов/человек │ОМСУ          │спортивные и культурно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│открытым и закрытым          │              │              │спортивные комплексы, в том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│спортивным объектам для      │              │              │числе муниципальные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│свободного пользования       │              │              │учреждения на базе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│стадионов, тиров, кортов 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│других открытых спортивных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│объектов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3.3 │Обеспечение участия команд   │количество    │ОМСУ          │спортивные клубы, спортивные│</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│муниципального образования   │мероприятий   │              │и культурно-спортивные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│области в областных          │              │              │комплексы, в том числе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│соревнованиях по различным   │              │              │муниципальные учреждения на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│видам спорта                 │              │              │базе стадионов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bookmarkStart w:id="43" w:name="Par1398"/>
      <w:bookmarkEnd w:id="43"/>
      <w:r w:rsidRPr="00A811D7">
        <w:rPr>
          <w:rFonts w:ascii="Courier New" w:hAnsi="Courier New" w:cs="Courier New"/>
          <w:sz w:val="16"/>
          <w:szCs w:val="16"/>
        </w:rPr>
        <w:t>│                                         4. Культура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4.1 │Создание спектаклей,         │              │ОМСУ          │муниципальные театры,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│концертов, концертных        │              │              │концертные организации,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│программ, кинопрограмм и иных│              │              │музеи, культурно-досуговые,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│зрелищных программ           │              │              │кинозрелищные учреждения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4.2 │Создание и осуществление     │              │ОМСУ          │муниципальные учреждения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│культурно-просветительских   │              │              │культуры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│программ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4.3 │Сохранение нематериального   │              │ОМСУ          │муниципальные учреждения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│культурного наследия         │              │              │культуры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│Ярославской области и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│традиционной народной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│культуры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4.4 │Формирование, учет,          │              │ОМСУ          │муниципальные библиотеки,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│обеспечение физического      │              │              │муниципальные учреждения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│сохранения и безопасности    │              │              │культуры, имеющие библиотеки│</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│фондов библиотеки            │              │              │в качестве структурных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│подразделений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4.5 │Библиографическая обработка  │              │ОМСУ          │муниципальные библиотеки,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│документов и организация     │              │              │муниципальные учреждения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│каталогов                    │              │              │культуры, имеющие библиотеки│</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│в качестве структурных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│подразделений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4.6 │Публикация музейных          │              │ОМСУ          │муниципальные музеи,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│предметов, музейных коллекций│              │              │выставочные залы,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│муниципальные учреждения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│культуры, имеющие музеи 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│выставочные залы в качестве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│структурных подразделений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4.7 │Формирование, учет, хранение,│              │ОМСУ          │муниципальные музеи,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│изучение и обеспечение       │              │              │муниципальные учреждения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│сохранности музейного фонда  │              │              │культуры, имеющие музеи 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│выставочные залы в качестве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│структурных подразделений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4.8 │Формирование, сохранение,    │              │ОМСУ          │зоопарки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│содержание и учет коллекции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│диких и домашних животных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bookmarkStart w:id="44" w:name="Par1444"/>
      <w:bookmarkEnd w:id="44"/>
      <w:r w:rsidRPr="00A811D7">
        <w:rPr>
          <w:rFonts w:ascii="Courier New" w:hAnsi="Courier New" w:cs="Courier New"/>
          <w:sz w:val="16"/>
          <w:szCs w:val="16"/>
        </w:rPr>
        <w:t>│                                       5. Архивный фонд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5.1 │Обеспечение сохранности и    │              │ОМСУ          │муниципальные архивные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│учет архивных документов     │              │              │учреждения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5.2 │Комплектование архивными     │              │ОМСУ          │муниципальные архивные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│документами                  │              │              │учреждения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5.3 │Научное описание архивных    │              │ОМСУ          │муниципальные архивные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│документов, создание         │              │              │учреждения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│справочно-поисковых средств к│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│ним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5.4 │Обеспечение доступа к        │              │ОМСУ          │муниципальные архивные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│архивным документам (копиям) │              │              │учреждения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│и справочно-поисковым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│средствам к ним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bookmarkStart w:id="45" w:name="Par1462"/>
      <w:bookmarkEnd w:id="45"/>
      <w:r w:rsidRPr="00A811D7">
        <w:rPr>
          <w:rFonts w:ascii="Courier New" w:hAnsi="Courier New" w:cs="Courier New"/>
          <w:sz w:val="16"/>
          <w:szCs w:val="16"/>
        </w:rPr>
        <w:t>│                                     6. Социальная защита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6.1 │Срочное социальное           │человек       │ДТиСПН ЯО     │комплексные центры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│обслуживание                 │              │              │социального обслуживания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│населения городских округов,│</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│муниципальных районов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│области, имеющие в своей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│структуре отделения срочного│</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│социального обслуживания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6.2 │Работы по оказанию           │человек       │ДТиСПН ЯО     │комплексные центры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│социально-консультационной   │              │              │социального обслуживания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│помощи                       │              │              │населения городских округов,│</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│муниципальных районов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│области, имеющие в своей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│структуре отделения помощи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│женщинам, оказавшимся в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│трудной жизненной ситуации;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│консультационные отделения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6.3 │Работы по социальному        │человек       │ДТиСПН ЯО     │комплексные центры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│обслуживанию в отделениях    │              │              │социального обслуживания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│торгового обслуживания       │              │              │населения городских округов,│</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│малообеспеченных граждан     │              │              │муниципальных районов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│области, имеющие в своей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│структуре отделения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│торгового обслуживания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│малообеспеченных граждан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6.4 │Организация и предоставление │человек       │ДТиСПН ЯО     │комплексные центры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│питания гражданам,           │              │              │социального обслуживания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│находящимся в трудной        │              │              │населения городских округов,│</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│жизненной ситуации, в рамках │              │              │муниципальных районов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│работы "социальных столовых" │              │              │области, имеющие "социальные│</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│столовые"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bookmarkStart w:id="46" w:name="Par1498"/>
      <w:bookmarkEnd w:id="46"/>
      <w:r w:rsidRPr="00A811D7">
        <w:rPr>
          <w:rFonts w:ascii="Courier New" w:hAnsi="Courier New" w:cs="Courier New"/>
          <w:sz w:val="16"/>
          <w:szCs w:val="16"/>
        </w:rPr>
        <w:t>│      7. Архитектура и градостроительство, городское хозяйство и охрана окружающей среды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7.1 │Подготовка и выдача          │              │ОМСУ          │муниципальные казенные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│документов (разрешений,      │              │              │учреждения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│сведений, выписок, ордеров,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│документов ГПЗУ,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│градостроительного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│заключения, обоснования,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│решений, документов на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│присвоение адресов объектам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│недвижимости, документов к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│расчетам платы за негативное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│воздействие на окружающую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│среду)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7.2 │Заключение договоров         │количество    │ОМСУ          │муниципальные казенные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│социального и                │заключенных   │              │учреждения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│специализированного найма    │договоров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│жилых помещений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7.3 │Обеспечение проведения       │              │ОМСУ          │муниципальные казенные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│плановых (внеплановых)       │              │              │учреждения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│рейдовых проверок объектов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│природопользования,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│строительства, рекламных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│объектов и объектов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│благоустройства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7.4 │Выполнение функций           │              │ОМСУ          │муниципальные казенные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│"заказчика-застройщика" на   │              │              │учреждения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│объектах капитального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│строительства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7.5 │Обеспечение реализации       │              │ОМСУ          │муниципальные казенные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│мероприятий плана работ по   │              │              │учреждения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│капитальному ремонту, сносу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│многоквартирных аварийных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│домов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7.6 │Содержание объектов          │количество    │ОМСУ          │муниципальные учреждения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│озеленения                   │объектов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│озеленения,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│площадь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│территории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│озеленения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7.7 │Содержание малых             │количество    │ОМСУ          │муниципальные учреждения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│архитектурных форм, элементов│объектов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│внешнего благоустройства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7.8 │Организация строительства и  │              │ОМСУ          │муниципальные учреждения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│реконструкции объектов       │              │              │Ярославской области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│муниципальной собственности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bookmarkStart w:id="47" w:name="Par1552"/>
      <w:bookmarkEnd w:id="47"/>
      <w:r w:rsidRPr="00A811D7">
        <w:rPr>
          <w:rFonts w:ascii="Courier New" w:hAnsi="Courier New" w:cs="Courier New"/>
          <w:sz w:val="16"/>
          <w:szCs w:val="16"/>
        </w:rPr>
        <w:t>│                               8. Средства массовой информации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8.1 │Издательская деятельность    │              │ОМСУ          │муниципальные учреждения,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│относящиеся к средствам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│массовой информации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8.2 │Создание и разработка сайтов │              │ОМСУ          │муниципальные учреждения,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│относящиеся к средствам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│массовой информации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8.3 │Информационное обеспечение   │              │ОМСУ          │муниципальные учреждения,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│ОМСУ                         │              │              │относящиеся к средствам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              │              │массовой информации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bookmarkStart w:id="48" w:name="Par1566"/>
      <w:bookmarkEnd w:id="48"/>
      <w:r w:rsidRPr="00A811D7">
        <w:rPr>
          <w:rFonts w:ascii="Courier New" w:hAnsi="Courier New" w:cs="Courier New"/>
          <w:sz w:val="16"/>
          <w:szCs w:val="16"/>
        </w:rPr>
        <w:t>│                                          9. Прочие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9.1 │Сопровождение программ       │количество    │ОМСУ          │муниципальные учреждения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│(проектов) в установленной   │программ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│сфере деятельности           │(проектов)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9.2 │Организационно-методическое и│              │ОМСУ          │муниципальные учреждения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│информационное сопровождение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│деятельности муниципальных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│учреждений и ОМСУ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9.3 │Оказание методической и      │              │ОМСУ          │муниципальные учреждения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│консультационной помощи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│субъектам в установленной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│сфере деятельности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9.4 │Организация и проведение     │количество    │ОМСУ          │муниципальные учреждения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│общественно значимых         │мероприятий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│мероприятий в установленной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│сфере деятельности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9.5 │Проведение аналитических и   │количество    │ОМСУ          │муниципальные учреждения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│социологических исследований │исследований,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                             │работ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widowControl w:val="0"/>
        <w:pBdr>
          <w:bottom w:val="single" w:sz="6" w:space="0" w:color="auto"/>
        </w:pBdr>
        <w:autoSpaceDE w:val="0"/>
        <w:autoSpaceDN w:val="0"/>
        <w:adjustRightInd w:val="0"/>
        <w:spacing w:after="0" w:line="240" w:lineRule="auto"/>
        <w:rPr>
          <w:rFonts w:cs="Calibri"/>
          <w:sz w:val="5"/>
          <w:szCs w:val="5"/>
        </w:rPr>
      </w:pP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xml:space="preserve">    КонсультантПлюс: примечание.</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xml:space="preserve">    Нумерация  пунктов  дана в соответствии с официальным  текстом</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документа.</w:t>
      </w:r>
    </w:p>
    <w:p w:rsidR="00220854" w:rsidRPr="00A811D7" w:rsidRDefault="00220854">
      <w:pPr>
        <w:widowControl w:val="0"/>
        <w:pBdr>
          <w:bottom w:val="single" w:sz="6" w:space="0" w:color="auto"/>
        </w:pBdr>
        <w:autoSpaceDE w:val="0"/>
        <w:autoSpaceDN w:val="0"/>
        <w:adjustRightInd w:val="0"/>
        <w:spacing w:after="0" w:line="240" w:lineRule="auto"/>
        <w:rPr>
          <w:rFonts w:cs="Calibri"/>
          <w:sz w:val="5"/>
          <w:szCs w:val="5"/>
        </w:rPr>
      </w:pP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9.5 │Транспортное обслуживание    │              │ОМСУ          │муниципальные учреждения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     │ОМСУ                         │              │              │                            │</w:t>
      </w:r>
    </w:p>
    <w:p w:rsidR="00220854" w:rsidRPr="00A811D7" w:rsidRDefault="00220854">
      <w:pPr>
        <w:pStyle w:val="ConsPlusCell"/>
        <w:rPr>
          <w:rFonts w:ascii="Courier New" w:hAnsi="Courier New" w:cs="Courier New"/>
          <w:sz w:val="16"/>
          <w:szCs w:val="16"/>
        </w:rPr>
      </w:pPr>
      <w:r w:rsidRPr="00A811D7">
        <w:rPr>
          <w:rFonts w:ascii="Courier New" w:hAnsi="Courier New" w:cs="Courier New"/>
          <w:sz w:val="16"/>
          <w:szCs w:val="16"/>
        </w:rPr>
        <w:t>└─────┴─────────────────────────────┴──────────────┴──────────────┴────────────────────────────┘</w:t>
      </w:r>
    </w:p>
    <w:p w:rsidR="00220854" w:rsidRPr="00A811D7" w:rsidRDefault="00220854">
      <w:pPr>
        <w:widowControl w:val="0"/>
        <w:autoSpaceDE w:val="0"/>
        <w:autoSpaceDN w:val="0"/>
        <w:adjustRightInd w:val="0"/>
        <w:spacing w:after="0" w:line="240" w:lineRule="auto"/>
        <w:jc w:val="both"/>
        <w:rPr>
          <w:rFonts w:cs="Calibri"/>
        </w:rPr>
      </w:pPr>
    </w:p>
    <w:p w:rsidR="00220854" w:rsidRPr="00A811D7" w:rsidRDefault="00220854">
      <w:pPr>
        <w:widowControl w:val="0"/>
        <w:autoSpaceDE w:val="0"/>
        <w:autoSpaceDN w:val="0"/>
        <w:adjustRightInd w:val="0"/>
        <w:spacing w:after="0" w:line="240" w:lineRule="auto"/>
        <w:jc w:val="center"/>
        <w:outlineLvl w:val="1"/>
        <w:rPr>
          <w:rFonts w:cs="Calibri"/>
        </w:rPr>
      </w:pPr>
      <w:bookmarkStart w:id="49" w:name="Par1600"/>
      <w:bookmarkEnd w:id="49"/>
      <w:r w:rsidRPr="00A811D7">
        <w:rPr>
          <w:rFonts w:cs="Calibri"/>
        </w:rPr>
        <w:t>Список используемых сокращений</w:t>
      </w:r>
    </w:p>
    <w:p w:rsidR="00220854" w:rsidRPr="00A811D7" w:rsidRDefault="00220854">
      <w:pPr>
        <w:widowControl w:val="0"/>
        <w:autoSpaceDE w:val="0"/>
        <w:autoSpaceDN w:val="0"/>
        <w:adjustRightInd w:val="0"/>
        <w:spacing w:after="0" w:line="240" w:lineRule="auto"/>
        <w:jc w:val="both"/>
        <w:rPr>
          <w:rFonts w:cs="Calibri"/>
        </w:rPr>
      </w:pP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АДМ ЯО - агентство по делам молодежи Ярославской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АТ ЯО - агентство транспорта Ярославской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АФКС ЯО - агентство по физической культуре и спорту Ярославской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В(С)ОШ - вечерняя (сменная) общеобразовательная школа</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ГАУ ЯО - государственное автономное учреждение Ярославской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ГАУК ЯО - государственное автономное учреждение культуры Ярославской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ГБУЗ ЯО - государственное бюджетное учреждение здравоохранения Ярославской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ГБУ ЯО - государственное бюджетное учреждение Ярославской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ГКОУ ЯО - государственное казенное образовательное учреждение Ярославской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ГКУ СО ЯО - государственное казенное учреждение социального обслуживания Ярославской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ГКУ ЯО - государственное казенное учреждение Ярославской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ГКУ ЯО ЦЗН - государственные казенные учреждения Ярославской области центры занятости населения</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ГКУЗ ЯО - государственное казенное учреждение здравоохранения Ярославской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ГКУК ЯО - государственное казенное учреждение культуры Ярославской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ГОАУ ЯО - государственное образовательное автономное учреждение Ярославской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ГОАУ СПО ЯО - государственное образовательное автономное учреждение среднего профессионального образования Ярославской области</w:t>
      </w:r>
    </w:p>
    <w:p w:rsidR="00220854" w:rsidRPr="00A811D7" w:rsidRDefault="00220854">
      <w:pPr>
        <w:widowControl w:val="0"/>
        <w:autoSpaceDE w:val="0"/>
        <w:autoSpaceDN w:val="0"/>
        <w:adjustRightInd w:val="0"/>
        <w:spacing w:after="0" w:line="240" w:lineRule="auto"/>
        <w:jc w:val="both"/>
        <w:rPr>
          <w:rFonts w:cs="Calibri"/>
        </w:rPr>
      </w:pPr>
      <w:r w:rsidRPr="00A811D7">
        <w:rPr>
          <w:rFonts w:cs="Calibri"/>
        </w:rPr>
        <w:t xml:space="preserve">(в ред. </w:t>
      </w:r>
      <w:hyperlink r:id="rId44" w:history="1">
        <w:r w:rsidRPr="00A811D7">
          <w:rPr>
            <w:rFonts w:cs="Calibri"/>
          </w:rPr>
          <w:t>Постановления</w:t>
        </w:r>
      </w:hyperlink>
      <w:r w:rsidRPr="00A811D7">
        <w:rPr>
          <w:rFonts w:cs="Calibri"/>
        </w:rPr>
        <w:t xml:space="preserve"> Правительства ЯО от 24.09.2013 N 1301-п)</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ГОБУ ЯО - государственное образовательное автономное учреждение Ярославской области</w:t>
      </w:r>
    </w:p>
    <w:p w:rsidR="00220854" w:rsidRPr="00A811D7" w:rsidRDefault="00220854">
      <w:pPr>
        <w:widowControl w:val="0"/>
        <w:autoSpaceDE w:val="0"/>
        <w:autoSpaceDN w:val="0"/>
        <w:adjustRightInd w:val="0"/>
        <w:spacing w:after="0" w:line="240" w:lineRule="auto"/>
        <w:jc w:val="both"/>
        <w:rPr>
          <w:rFonts w:cs="Calibri"/>
        </w:rPr>
      </w:pPr>
      <w:r w:rsidRPr="00A811D7">
        <w:rPr>
          <w:rFonts w:cs="Calibri"/>
        </w:rPr>
        <w:t xml:space="preserve">(абзац введен </w:t>
      </w:r>
      <w:hyperlink r:id="rId45" w:history="1">
        <w:r w:rsidRPr="00A811D7">
          <w:rPr>
            <w:rFonts w:cs="Calibri"/>
          </w:rPr>
          <w:t>Постановлением</w:t>
        </w:r>
      </w:hyperlink>
      <w:r w:rsidRPr="00A811D7">
        <w:rPr>
          <w:rFonts w:cs="Calibri"/>
        </w:rPr>
        <w:t xml:space="preserve"> Правительства ЯО от 08.05.2013 N 500-п)</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ГОУ ДОД ЯО - государственное образовательное учреждение дополнительного образования детей Ярославской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 xml:space="preserve">Абзацы девятнадцатый - двадцатый исключены. - </w:t>
      </w:r>
      <w:hyperlink r:id="rId46" w:history="1">
        <w:r w:rsidRPr="00A811D7">
          <w:rPr>
            <w:rFonts w:cs="Calibri"/>
          </w:rPr>
          <w:t>Постановление</w:t>
        </w:r>
      </w:hyperlink>
      <w:r w:rsidRPr="00A811D7">
        <w:rPr>
          <w:rFonts w:cs="Calibri"/>
        </w:rPr>
        <w:t xml:space="preserve"> Правительства ЯО от 31.12.2013 N 1787-п</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ГОУ ПО ЯО - государственное профессиональное образовательное учреждение Ярославской области</w:t>
      </w:r>
    </w:p>
    <w:p w:rsidR="00220854" w:rsidRPr="00A811D7" w:rsidRDefault="00220854">
      <w:pPr>
        <w:widowControl w:val="0"/>
        <w:autoSpaceDE w:val="0"/>
        <w:autoSpaceDN w:val="0"/>
        <w:adjustRightInd w:val="0"/>
        <w:spacing w:after="0" w:line="240" w:lineRule="auto"/>
        <w:jc w:val="both"/>
        <w:rPr>
          <w:rFonts w:cs="Calibri"/>
        </w:rPr>
      </w:pPr>
      <w:r w:rsidRPr="00A811D7">
        <w:rPr>
          <w:rFonts w:cs="Calibri"/>
        </w:rPr>
        <w:t xml:space="preserve">(абзац введен </w:t>
      </w:r>
      <w:hyperlink r:id="rId47" w:history="1">
        <w:r w:rsidRPr="00A811D7">
          <w:rPr>
            <w:rFonts w:cs="Calibri"/>
          </w:rPr>
          <w:t>Постановлением</w:t>
        </w:r>
      </w:hyperlink>
      <w:r w:rsidRPr="00A811D7">
        <w:rPr>
          <w:rFonts w:cs="Calibri"/>
        </w:rPr>
        <w:t xml:space="preserve"> Правительства ЯО от 31.12.2013 N 1787-п)</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ГОУ ЯО - государственное образовательное учреждение Ярославской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ГПЗУ - градостроительный план земельного участка</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ГСКУ ЯО - государственное специальное казенное учреждение Ярославской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ГУЗ ЯО - государственное учреждение здравоохранения Ярославской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ГУК ЯО - государственное учреждение культуры Ярославской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ГУ ЯО - государственное учреждение Ярославской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ДАПКиПР ЯО - департамент агропромышленного комплекса и потребительского рынка Ярославской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ДВ ЯО - департамент ветеринарии Ярославской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ДГЗ ЯО - департамент государственного заказа Ярославской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ДГСЗН ЯО - департамент государственной службы занятости населения Ярославской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ДДХ ЯО - департамент дорожного хозяйства Ярославской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ДЗиФ ЯО - департамент здравоохранения и фармации Ярославской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ДИП ЯО - департамент инвестиционной политики Ярославской области</w:t>
      </w:r>
    </w:p>
    <w:p w:rsidR="00220854" w:rsidRPr="00A811D7" w:rsidRDefault="00220854">
      <w:pPr>
        <w:widowControl w:val="0"/>
        <w:autoSpaceDE w:val="0"/>
        <w:autoSpaceDN w:val="0"/>
        <w:adjustRightInd w:val="0"/>
        <w:spacing w:after="0" w:line="240" w:lineRule="auto"/>
        <w:jc w:val="both"/>
        <w:rPr>
          <w:rFonts w:cs="Calibri"/>
        </w:rPr>
      </w:pPr>
      <w:r w:rsidRPr="00A811D7">
        <w:rPr>
          <w:rFonts w:cs="Calibri"/>
        </w:rPr>
        <w:t xml:space="preserve">(абзац введен </w:t>
      </w:r>
      <w:hyperlink r:id="rId48" w:history="1">
        <w:r w:rsidRPr="00A811D7">
          <w:rPr>
            <w:rFonts w:cs="Calibri"/>
          </w:rPr>
          <w:t>Постановлением</w:t>
        </w:r>
      </w:hyperlink>
      <w:r w:rsidRPr="00A811D7">
        <w:rPr>
          <w:rFonts w:cs="Calibri"/>
        </w:rPr>
        <w:t xml:space="preserve"> Правительства ЯО от 31.05.2013 N 617-п)</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ДК ЯО - департамент культуры Ярославской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ДЛХ ЯО - департамент лесного хозяйства Ярославской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ДОиИЖМ ЯО - департамент по охране и использованию животного мира Ярославской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ДО ЯО - департамент образования Ярославской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ДРБ ЯО - департамент региональной безопасности Ярославской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ДС ЯО - департамент строительства Ярославской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ДТиСПН ЯО - департамент труда и социальной поддержки населения Ярославской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ОИВ - органы исполнительной власти Ярославской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ОМСУ - органы местного самоуправления муниципальных образований Ярославской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Правительство ЯО - Правительство Ярославской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СПП - структурные подразделения аппарата Правительства Ярославской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СГБУ ЯО - специализированное государственное бюджетное учреждение Ярославской области</w:t>
      </w:r>
    </w:p>
    <w:p w:rsidR="00220854" w:rsidRPr="00A811D7" w:rsidRDefault="00220854">
      <w:pPr>
        <w:widowControl w:val="0"/>
        <w:autoSpaceDE w:val="0"/>
        <w:autoSpaceDN w:val="0"/>
        <w:adjustRightInd w:val="0"/>
        <w:spacing w:after="0" w:line="240" w:lineRule="auto"/>
        <w:jc w:val="both"/>
        <w:rPr>
          <w:rFonts w:cs="Calibri"/>
        </w:rPr>
      </w:pPr>
      <w:r w:rsidRPr="00A811D7">
        <w:rPr>
          <w:rFonts w:cs="Calibri"/>
        </w:rPr>
        <w:t xml:space="preserve">(абзац введен </w:t>
      </w:r>
      <w:hyperlink r:id="rId49" w:history="1">
        <w:r w:rsidRPr="00A811D7">
          <w:rPr>
            <w:rFonts w:cs="Calibri"/>
          </w:rPr>
          <w:t>Постановлением</w:t>
        </w:r>
      </w:hyperlink>
      <w:r w:rsidRPr="00A811D7">
        <w:rPr>
          <w:rFonts w:cs="Calibri"/>
        </w:rPr>
        <w:t xml:space="preserve"> Правительства ЯО от 08.05.2013 N 500-п)</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УСДП ЯО - управление по социальной и демографической политике Правительства Ярославской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ЦСП - центр спортивной подготовки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ШВСМ - школа высшего спортивного мастерства</w:t>
      </w:r>
    </w:p>
    <w:p w:rsidR="00220854" w:rsidRPr="00A811D7" w:rsidRDefault="00220854">
      <w:pPr>
        <w:widowControl w:val="0"/>
        <w:autoSpaceDE w:val="0"/>
        <w:autoSpaceDN w:val="0"/>
        <w:adjustRightInd w:val="0"/>
        <w:spacing w:after="0" w:line="240" w:lineRule="auto"/>
        <w:jc w:val="both"/>
        <w:rPr>
          <w:rFonts w:cs="Calibri"/>
        </w:rPr>
      </w:pPr>
    </w:p>
    <w:p w:rsidR="00220854" w:rsidRPr="00A811D7" w:rsidRDefault="00220854">
      <w:pPr>
        <w:widowControl w:val="0"/>
        <w:autoSpaceDE w:val="0"/>
        <w:autoSpaceDN w:val="0"/>
        <w:adjustRightInd w:val="0"/>
        <w:spacing w:after="0" w:line="240" w:lineRule="auto"/>
        <w:jc w:val="both"/>
        <w:rPr>
          <w:rFonts w:cs="Calibri"/>
        </w:rPr>
      </w:pPr>
    </w:p>
    <w:p w:rsidR="00220854" w:rsidRPr="00A811D7" w:rsidRDefault="00220854">
      <w:pPr>
        <w:widowControl w:val="0"/>
        <w:autoSpaceDE w:val="0"/>
        <w:autoSpaceDN w:val="0"/>
        <w:adjustRightInd w:val="0"/>
        <w:spacing w:after="0" w:line="240" w:lineRule="auto"/>
        <w:jc w:val="both"/>
        <w:rPr>
          <w:rFonts w:cs="Calibri"/>
        </w:rPr>
      </w:pPr>
    </w:p>
    <w:p w:rsidR="00220854" w:rsidRPr="00A811D7" w:rsidRDefault="00220854">
      <w:pPr>
        <w:widowControl w:val="0"/>
        <w:autoSpaceDE w:val="0"/>
        <w:autoSpaceDN w:val="0"/>
        <w:adjustRightInd w:val="0"/>
        <w:spacing w:after="0" w:line="240" w:lineRule="auto"/>
        <w:jc w:val="both"/>
        <w:rPr>
          <w:rFonts w:cs="Calibri"/>
        </w:rPr>
      </w:pPr>
    </w:p>
    <w:p w:rsidR="00220854" w:rsidRPr="00A811D7" w:rsidRDefault="00220854">
      <w:pPr>
        <w:widowControl w:val="0"/>
        <w:autoSpaceDE w:val="0"/>
        <w:autoSpaceDN w:val="0"/>
        <w:adjustRightInd w:val="0"/>
        <w:spacing w:after="0" w:line="240" w:lineRule="auto"/>
        <w:jc w:val="both"/>
        <w:rPr>
          <w:rFonts w:cs="Calibri"/>
        </w:rPr>
      </w:pPr>
    </w:p>
    <w:p w:rsidR="00220854" w:rsidRPr="00A811D7" w:rsidRDefault="00220854">
      <w:pPr>
        <w:widowControl w:val="0"/>
        <w:autoSpaceDE w:val="0"/>
        <w:autoSpaceDN w:val="0"/>
        <w:adjustRightInd w:val="0"/>
        <w:spacing w:after="0" w:line="240" w:lineRule="auto"/>
        <w:jc w:val="right"/>
        <w:outlineLvl w:val="0"/>
        <w:rPr>
          <w:rFonts w:cs="Calibri"/>
        </w:rPr>
      </w:pPr>
      <w:bookmarkStart w:id="50" w:name="Par1660"/>
      <w:bookmarkEnd w:id="50"/>
      <w:r w:rsidRPr="00A811D7">
        <w:rPr>
          <w:rFonts w:cs="Calibri"/>
        </w:rPr>
        <w:t>Утвержден</w:t>
      </w:r>
    </w:p>
    <w:p w:rsidR="00220854" w:rsidRPr="00A811D7" w:rsidRDefault="00220854">
      <w:pPr>
        <w:widowControl w:val="0"/>
        <w:autoSpaceDE w:val="0"/>
        <w:autoSpaceDN w:val="0"/>
        <w:adjustRightInd w:val="0"/>
        <w:spacing w:after="0" w:line="240" w:lineRule="auto"/>
        <w:jc w:val="right"/>
        <w:rPr>
          <w:rFonts w:cs="Calibri"/>
        </w:rPr>
      </w:pPr>
      <w:r w:rsidRPr="00A811D7">
        <w:rPr>
          <w:rFonts w:cs="Calibri"/>
        </w:rPr>
        <w:t>постановлением</w:t>
      </w:r>
    </w:p>
    <w:p w:rsidR="00220854" w:rsidRPr="00A811D7" w:rsidRDefault="00220854">
      <w:pPr>
        <w:widowControl w:val="0"/>
        <w:autoSpaceDE w:val="0"/>
        <w:autoSpaceDN w:val="0"/>
        <w:adjustRightInd w:val="0"/>
        <w:spacing w:after="0" w:line="240" w:lineRule="auto"/>
        <w:jc w:val="right"/>
        <w:rPr>
          <w:rFonts w:cs="Calibri"/>
        </w:rPr>
      </w:pPr>
      <w:r w:rsidRPr="00A811D7">
        <w:rPr>
          <w:rFonts w:cs="Calibri"/>
        </w:rPr>
        <w:t>Правительства области</w:t>
      </w:r>
    </w:p>
    <w:p w:rsidR="00220854" w:rsidRPr="00A811D7" w:rsidRDefault="00220854">
      <w:pPr>
        <w:widowControl w:val="0"/>
        <w:autoSpaceDE w:val="0"/>
        <w:autoSpaceDN w:val="0"/>
        <w:adjustRightInd w:val="0"/>
        <w:spacing w:after="0" w:line="240" w:lineRule="auto"/>
        <w:jc w:val="right"/>
        <w:rPr>
          <w:rFonts w:cs="Calibri"/>
        </w:rPr>
      </w:pPr>
      <w:r w:rsidRPr="00A811D7">
        <w:rPr>
          <w:rFonts w:cs="Calibri"/>
        </w:rPr>
        <w:t>от 13.07.2011 N 513-п</w:t>
      </w:r>
    </w:p>
    <w:p w:rsidR="00220854" w:rsidRPr="00A811D7" w:rsidRDefault="00220854">
      <w:pPr>
        <w:widowControl w:val="0"/>
        <w:autoSpaceDE w:val="0"/>
        <w:autoSpaceDN w:val="0"/>
        <w:adjustRightInd w:val="0"/>
        <w:spacing w:after="0" w:line="240" w:lineRule="auto"/>
        <w:jc w:val="both"/>
        <w:rPr>
          <w:rFonts w:cs="Calibri"/>
        </w:rPr>
      </w:pPr>
    </w:p>
    <w:p w:rsidR="00220854" w:rsidRPr="00A811D7" w:rsidRDefault="00220854">
      <w:pPr>
        <w:widowControl w:val="0"/>
        <w:autoSpaceDE w:val="0"/>
        <w:autoSpaceDN w:val="0"/>
        <w:adjustRightInd w:val="0"/>
        <w:spacing w:after="0" w:line="240" w:lineRule="auto"/>
        <w:jc w:val="center"/>
        <w:rPr>
          <w:rFonts w:cs="Calibri"/>
          <w:b/>
          <w:bCs/>
        </w:rPr>
      </w:pPr>
      <w:bookmarkStart w:id="51" w:name="Par1665"/>
      <w:bookmarkEnd w:id="51"/>
      <w:r w:rsidRPr="00A811D7">
        <w:rPr>
          <w:rFonts w:cs="Calibri"/>
          <w:b/>
          <w:bCs/>
        </w:rPr>
        <w:t>ПОРЯДОК</w:t>
      </w:r>
    </w:p>
    <w:p w:rsidR="00220854" w:rsidRPr="00A811D7" w:rsidRDefault="00220854">
      <w:pPr>
        <w:widowControl w:val="0"/>
        <w:autoSpaceDE w:val="0"/>
        <w:autoSpaceDN w:val="0"/>
        <w:adjustRightInd w:val="0"/>
        <w:spacing w:after="0" w:line="240" w:lineRule="auto"/>
        <w:jc w:val="center"/>
        <w:rPr>
          <w:rFonts w:cs="Calibri"/>
          <w:b/>
          <w:bCs/>
        </w:rPr>
      </w:pPr>
      <w:r w:rsidRPr="00A811D7">
        <w:rPr>
          <w:rFonts w:cs="Calibri"/>
          <w:b/>
          <w:bCs/>
        </w:rPr>
        <w:t>ФОРМИРОВАНИЯ И ВЕДЕНИЯ СВОДНОГО ОТРАСЛЕВОГО ПЕРЕЧНЯ</w:t>
      </w:r>
    </w:p>
    <w:p w:rsidR="00220854" w:rsidRPr="00A811D7" w:rsidRDefault="00220854">
      <w:pPr>
        <w:widowControl w:val="0"/>
        <w:autoSpaceDE w:val="0"/>
        <w:autoSpaceDN w:val="0"/>
        <w:adjustRightInd w:val="0"/>
        <w:spacing w:after="0" w:line="240" w:lineRule="auto"/>
        <w:jc w:val="center"/>
        <w:rPr>
          <w:rFonts w:cs="Calibri"/>
          <w:b/>
          <w:bCs/>
        </w:rPr>
      </w:pPr>
      <w:r w:rsidRPr="00A811D7">
        <w:rPr>
          <w:rFonts w:cs="Calibri"/>
          <w:b/>
          <w:bCs/>
        </w:rPr>
        <w:t>ГОСУДАРСТВЕННЫХ И МУНИЦИПАЛЬНЫХ УСЛУГ (РАБОТ), ОКАЗЫВАЕМЫХ</w:t>
      </w:r>
    </w:p>
    <w:p w:rsidR="00220854" w:rsidRPr="00A811D7" w:rsidRDefault="00220854">
      <w:pPr>
        <w:widowControl w:val="0"/>
        <w:autoSpaceDE w:val="0"/>
        <w:autoSpaceDN w:val="0"/>
        <w:adjustRightInd w:val="0"/>
        <w:spacing w:after="0" w:line="240" w:lineRule="auto"/>
        <w:jc w:val="center"/>
        <w:rPr>
          <w:rFonts w:cs="Calibri"/>
          <w:b/>
          <w:bCs/>
        </w:rPr>
      </w:pPr>
      <w:r w:rsidRPr="00A811D7">
        <w:rPr>
          <w:rFonts w:cs="Calibri"/>
          <w:b/>
          <w:bCs/>
        </w:rPr>
        <w:t>(ВЫПОЛНЯЕМЫХ) ГОСУДАРСТВЕННЫМИ И МУНИЦИПАЛЬНЫМИ</w:t>
      </w:r>
    </w:p>
    <w:p w:rsidR="00220854" w:rsidRPr="00A811D7" w:rsidRDefault="00220854">
      <w:pPr>
        <w:widowControl w:val="0"/>
        <w:autoSpaceDE w:val="0"/>
        <w:autoSpaceDN w:val="0"/>
        <w:adjustRightInd w:val="0"/>
        <w:spacing w:after="0" w:line="240" w:lineRule="auto"/>
        <w:jc w:val="center"/>
        <w:rPr>
          <w:rFonts w:cs="Calibri"/>
          <w:b/>
          <w:bCs/>
        </w:rPr>
      </w:pPr>
      <w:r w:rsidRPr="00A811D7">
        <w:rPr>
          <w:rFonts w:cs="Calibri"/>
          <w:b/>
          <w:bCs/>
        </w:rPr>
        <w:t>УЧРЕЖДЕНИЯМИ ЯРОСЛАВСКОЙ ОБЛАСТИ ЗА СЧЕТ БЮДЖЕТНЫХ СРЕДСТВ</w:t>
      </w:r>
    </w:p>
    <w:p w:rsidR="00220854" w:rsidRPr="00A811D7" w:rsidRDefault="00220854">
      <w:pPr>
        <w:widowControl w:val="0"/>
        <w:autoSpaceDE w:val="0"/>
        <w:autoSpaceDN w:val="0"/>
        <w:adjustRightInd w:val="0"/>
        <w:spacing w:after="0" w:line="240" w:lineRule="auto"/>
        <w:jc w:val="both"/>
        <w:rPr>
          <w:rFonts w:cs="Calibri"/>
        </w:rPr>
      </w:pPr>
    </w:p>
    <w:p w:rsidR="00220854" w:rsidRPr="00A811D7" w:rsidRDefault="00220854">
      <w:pPr>
        <w:widowControl w:val="0"/>
        <w:autoSpaceDE w:val="0"/>
        <w:autoSpaceDN w:val="0"/>
        <w:adjustRightInd w:val="0"/>
        <w:spacing w:after="0" w:line="240" w:lineRule="auto"/>
        <w:ind w:firstLine="540"/>
        <w:jc w:val="both"/>
        <w:outlineLvl w:val="1"/>
        <w:rPr>
          <w:rFonts w:cs="Calibri"/>
        </w:rPr>
      </w:pPr>
      <w:bookmarkStart w:id="52" w:name="Par1671"/>
      <w:bookmarkEnd w:id="52"/>
      <w:r w:rsidRPr="00A811D7">
        <w:rPr>
          <w:rFonts w:cs="Calibri"/>
        </w:rPr>
        <w:t>I. ОБЩИЕ ПОЛОЖЕНИЯ</w:t>
      </w:r>
    </w:p>
    <w:p w:rsidR="00220854" w:rsidRPr="00A811D7" w:rsidRDefault="00220854">
      <w:pPr>
        <w:widowControl w:val="0"/>
        <w:autoSpaceDE w:val="0"/>
        <w:autoSpaceDN w:val="0"/>
        <w:adjustRightInd w:val="0"/>
        <w:spacing w:after="0" w:line="240" w:lineRule="auto"/>
        <w:jc w:val="both"/>
        <w:rPr>
          <w:rFonts w:cs="Calibri"/>
        </w:rPr>
      </w:pP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1. Настоящий Порядок определяет процесс формирования и ведения сводного отраслевого перечня государственных и муниципальных услуг (работ), оказываемых (выполняемых) государственными и муниципальными учреждениями Ярославской области за счет бюджетных средств (далее - Сводный отраслевой перечень).</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2. Сводный отраслевой перечень - исчерпывающий агрегированный перечень государственных и муниципальных услуг и работ, оказываемых (выполняемых) государственными и муниципальными учреждениями физическим и юридическим лицам в соответствии с предусмотренными законодательством полномочиями, составленный по определенной форме и содержащий информацию об услугах и работах.</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Сводный отраслевой перечень является основой для формирования ведомственных перечней государственных услуг и работ, а также муниципальных перечней муниципальных услуг и работ.</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3. Для целей настоящего Порядка применяются следующие понятия:</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государственная (муниципальная) услуга, оказываемая государственными (муниципальными) учреждениями (далее - государственная (муниципальная) услуга), - виды и результаты деятельности государственных и муниципальных учреждений, не принимающие материально-вещественной формы, удовлетворяющие потребности физических и юридических лиц;</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работа - виды и результаты деятельности государственных и муниципальных учреждений, осуществляемые в интересах органов государственной власти области, органов местного самоуправления муниципальных образований области, других государственных и муниципальных учреждений, а также общества в целом;</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поставщик государственной (муниципальной) услуги (работы) - государственное или муниципальное учреждение, созданное для оказания государственных (муниципальных) услуг и выполнения работ в целях обеспечения реализации полномочий органов государственной власти (органов местного самоуправления муниципальных образований области), предусмотренных законодательством Российской Федерации или Ярославской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потребитель государственной (муниципальной) услуги - физическое или юридическое лицо, имеющее право в соответствии с законодательством Российской Федерации и (или) Ярославской области на ее получение на территории Ярославской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потребитель работы - орган государственной власти, орган местного самоуправления муниципального образования области, государственное (муниципальное) учреждение или общество в целом.</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4. Критериями государственной (муниципальной) услуги (работы) являются:</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 наличие у органа государственной власти области (органа местного самоуправления муниципального образования области) соответствующих полномочий на организацию предоставления данной государственной (муниципальной) услуги (работы);</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 наличие нормативных правовых актов, устанавливающих права потребителей (юридических и физических лиц) на получение государственной (муниципальной) услуги (работы), критерии качества предоставления государственной (муниципальной) услуги (работы);</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 финансирование государственной (муниципальной) услуги (работы) из соответствующего бюджета, а также внебюджетных фондов (из бюджета территориального фонда обязательного медицинского страхования Ярославской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5. В Сводный отраслевой перечень не включаются услуги (работы), которые оказываются (выполняются) для граждан и юридических лиц за плату, за исключением установленных федеральным законом случаев оказания государственным (муниципальным) учреждением области государственных (муниципальных) услуг (работ) гражданам и юридическим лицам за плату в пределах установленного государственного (муниципального) задания.</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6. Целью ведения Сводного отраслевого перечня является обеспечение физических и юридических лиц, заинтересованных органов государственной власти, органов местного самоуправления муниципальных образований области достоверной информацией о государственных (муниципальных) услугах и работах.</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7. Сводный отраслевой перечень используется для решения следующих задач:</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 формирование ведомственных перечней государственных услуг (работ), оказываемых (выполняемых) государственными учреждениями области за счет бюджетных средств;</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 формирование муниципальных перечней муниципальных услуг (работ), оказываемых (выполняемых) муниципальными учреждениями области за счет бюджетных средств;</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 внесение сведений о государственных (муниципальных) услугах (работах) в региональную информационную систему - электронный региональный реестр государственных и муниципальных услуг (функций) Ярославской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 организация мониторинга потребности в государственных услугах (работах);</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 разработка (доработка) базовых требований к качеству предоставления государственных (муниципальных) услуг;</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 формирование государственных заданий на предоставление государственных (муниципальных) услуг (работ);</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 расчет нормативов затрат на оказание государственных (муниципальных) услуг и выполнение работ;</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 планирование бюджетных ассигнований на предоставление государственных (муниципальных) услуг и выполнение работ;</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 размещение информации на портале государственных и муниципальных услуг Ярославской области.</w:t>
      </w:r>
    </w:p>
    <w:p w:rsidR="00220854" w:rsidRPr="00A811D7" w:rsidRDefault="00220854">
      <w:pPr>
        <w:widowControl w:val="0"/>
        <w:autoSpaceDE w:val="0"/>
        <w:autoSpaceDN w:val="0"/>
        <w:adjustRightInd w:val="0"/>
        <w:spacing w:after="0" w:line="240" w:lineRule="auto"/>
        <w:jc w:val="both"/>
        <w:rPr>
          <w:rFonts w:cs="Calibri"/>
        </w:rPr>
      </w:pPr>
    </w:p>
    <w:p w:rsidR="00220854" w:rsidRPr="00A811D7" w:rsidRDefault="00220854">
      <w:pPr>
        <w:widowControl w:val="0"/>
        <w:autoSpaceDE w:val="0"/>
        <w:autoSpaceDN w:val="0"/>
        <w:adjustRightInd w:val="0"/>
        <w:spacing w:after="0" w:line="240" w:lineRule="auto"/>
        <w:ind w:firstLine="540"/>
        <w:jc w:val="both"/>
        <w:outlineLvl w:val="1"/>
        <w:rPr>
          <w:rFonts w:cs="Calibri"/>
        </w:rPr>
      </w:pPr>
      <w:bookmarkStart w:id="53" w:name="Par1699"/>
      <w:bookmarkEnd w:id="53"/>
      <w:r w:rsidRPr="00A811D7">
        <w:rPr>
          <w:rFonts w:cs="Calibri"/>
        </w:rPr>
        <w:t>II. ФУНКЦИИ ОРГАНОВ ИСПОЛНИТЕЛЬНОЙ ВЛАСТИ ЯРОСЛАВСКОЙ ОБЛАСТИ, ОБЕСПЕЧИВАЮЩИХ ФОРМИРОВАНИЕ И ВЕДЕНИЕ СВОДНОГО ОТРАСЛЕВОГО ПЕРЕЧНЯ</w:t>
      </w:r>
    </w:p>
    <w:p w:rsidR="00220854" w:rsidRPr="00A811D7" w:rsidRDefault="00220854">
      <w:pPr>
        <w:widowControl w:val="0"/>
        <w:autoSpaceDE w:val="0"/>
        <w:autoSpaceDN w:val="0"/>
        <w:adjustRightInd w:val="0"/>
        <w:spacing w:after="0" w:line="240" w:lineRule="auto"/>
        <w:jc w:val="both"/>
        <w:rPr>
          <w:rFonts w:cs="Calibri"/>
        </w:rPr>
      </w:pP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1. Департамент финансов Ярославской области осуществляет функцию держателя Сводного отраслевого перечня, включающую в себя:</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 организацию и координацию работ по формированию и ведению Сводного отраслевого перечня;</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 подготовку проектов постановлений Правительства области о внесении изменений в Сводный отраслевой перечень.</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2. Органы государственной власти Ярославской области, ответственные за организацию предоставления государственных (муниципальных) услуг и выполнения работ, представляют держателю Сводного отраслевого перечня информацию для актуализации Сводного отраслевого перечня по мере необходимости.</w:t>
      </w:r>
    </w:p>
    <w:p w:rsidR="00220854" w:rsidRPr="00A811D7" w:rsidRDefault="00220854">
      <w:pPr>
        <w:widowControl w:val="0"/>
        <w:autoSpaceDE w:val="0"/>
        <w:autoSpaceDN w:val="0"/>
        <w:adjustRightInd w:val="0"/>
        <w:spacing w:after="0" w:line="240" w:lineRule="auto"/>
        <w:jc w:val="both"/>
        <w:rPr>
          <w:rFonts w:cs="Calibri"/>
        </w:rPr>
      </w:pPr>
    </w:p>
    <w:p w:rsidR="00220854" w:rsidRPr="00A811D7" w:rsidRDefault="00220854">
      <w:pPr>
        <w:widowControl w:val="0"/>
        <w:autoSpaceDE w:val="0"/>
        <w:autoSpaceDN w:val="0"/>
        <w:adjustRightInd w:val="0"/>
        <w:spacing w:after="0" w:line="240" w:lineRule="auto"/>
        <w:ind w:firstLine="540"/>
        <w:jc w:val="both"/>
        <w:outlineLvl w:val="1"/>
        <w:rPr>
          <w:rFonts w:cs="Calibri"/>
        </w:rPr>
      </w:pPr>
      <w:bookmarkStart w:id="54" w:name="Par1706"/>
      <w:bookmarkEnd w:id="54"/>
      <w:r w:rsidRPr="00A811D7">
        <w:rPr>
          <w:rFonts w:cs="Calibri"/>
        </w:rPr>
        <w:t>III. ПОРЯДОК ФОРМИРОВАНИЯ И ВЕДЕНИЯ СВОДНОГО ОТРАСЛЕВОГО ПЕРЕЧНЯ</w:t>
      </w:r>
    </w:p>
    <w:p w:rsidR="00220854" w:rsidRPr="00A811D7" w:rsidRDefault="00220854">
      <w:pPr>
        <w:widowControl w:val="0"/>
        <w:autoSpaceDE w:val="0"/>
        <w:autoSpaceDN w:val="0"/>
        <w:adjustRightInd w:val="0"/>
        <w:spacing w:after="0" w:line="240" w:lineRule="auto"/>
        <w:jc w:val="both"/>
        <w:rPr>
          <w:rFonts w:cs="Calibri"/>
        </w:rPr>
      </w:pP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1. Основанием для включения в Сводный отраслевой перечень государственной (муниципальной) услуги (работы), а также для внесения изменений в Сводный отраслевой перечень являются федеральные законы, указы Президента Российской Федерации, постановления Правительства Российской Федерации, нормативные правовые акты Ярославской области, устанавливающие полномочия органов государственной власти Ярославской области по организации предоставления государственных услуг.</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2. Сводный отраслевой перечень актуализируется не реже одного раза в год при наличии предложений для внесения изменений от органов государственной власти области путем подготовки соответствующего проекта постановления Правительства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3. Сводный отраслевой перечень и вносимые в него изменения размещаются на портале государственных и муниципальных услуг Ярославской области и официальном портале органов государственной власти Ярославской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4. Сводный отраслевой перечень содержит две части: государственные (муниципальные) услуги и работы.</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5. Таблица 1 "Государственные (муниципальные) услуги" содержит четыре раздела:</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раздел I "Государственные услуги, оказываемые государственными учреждениями в рамках федеральных полномочий, переданных на уровень Ярославской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раздел II "Государственные услуги, оказываемые государственными учреждениями в рамках полномочий Ярославской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раздел III "Государственные услуги, оказываемые муниципальными учреждениями в рамках полномочий Ярославской области, переданных на уровень муниципальных образований Ярославской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раздел IV "Муниципальные услуги, оказываемые муниципальными учреждениями в рамках полномочий муниципальных образований Ярославской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6. По каждой услуге указывается:</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 наименование услуги (группы услуг);</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 категория потребителей услуги;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 единица измерения объема государственной услуги;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 орган исполнительной власти, ответственный за организацию предоставления услуги;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 поставщик(и) услуги.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7. Каждый раздел имеет подразделы, наименования которых соответствуют наименованиям отраслей предоставления государственных (муниципальных) услуг.</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8. Таблица 2 "Работы" содержит два раздела:</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раздел I "Работы, выполняемые государственными учреждениями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раздел II "Работы, выполняемые муниципальными учреждениями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9. По каждой работе указывается:</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 наименование работы;</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 единица измерения объема работы;</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 орган исполнительной власти, ответственный за организацию выполнения работы;</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 исполнитель работы.</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Каждый раздел имеет подразделы, наименования которых соответствуют наименованиям отраслей выполнения работ.</w:t>
      </w:r>
    </w:p>
    <w:p w:rsidR="00220854" w:rsidRPr="00A811D7" w:rsidRDefault="00220854">
      <w:pPr>
        <w:widowControl w:val="0"/>
        <w:autoSpaceDE w:val="0"/>
        <w:autoSpaceDN w:val="0"/>
        <w:adjustRightInd w:val="0"/>
        <w:spacing w:after="0" w:line="240" w:lineRule="auto"/>
        <w:jc w:val="both"/>
        <w:rPr>
          <w:rFonts w:cs="Calibri"/>
        </w:rPr>
      </w:pPr>
    </w:p>
    <w:p w:rsidR="00220854" w:rsidRPr="00A811D7" w:rsidRDefault="00220854">
      <w:pPr>
        <w:widowControl w:val="0"/>
        <w:autoSpaceDE w:val="0"/>
        <w:autoSpaceDN w:val="0"/>
        <w:adjustRightInd w:val="0"/>
        <w:spacing w:after="0" w:line="240" w:lineRule="auto"/>
        <w:ind w:firstLine="540"/>
        <w:jc w:val="both"/>
        <w:outlineLvl w:val="1"/>
        <w:rPr>
          <w:rFonts w:cs="Calibri"/>
        </w:rPr>
      </w:pPr>
      <w:bookmarkStart w:id="55" w:name="Par1734"/>
      <w:bookmarkEnd w:id="55"/>
      <w:r w:rsidRPr="00A811D7">
        <w:rPr>
          <w:rFonts w:cs="Calibri"/>
        </w:rPr>
        <w:t>IV. ПОРЯДОК ЗАПОЛНЕНИЯ ФОРМЫ СВОДНОГО ОТРАСЛЕВОГО ПЕРЕЧНЯ</w:t>
      </w:r>
    </w:p>
    <w:p w:rsidR="00220854" w:rsidRPr="00A811D7" w:rsidRDefault="00220854">
      <w:pPr>
        <w:widowControl w:val="0"/>
        <w:autoSpaceDE w:val="0"/>
        <w:autoSpaceDN w:val="0"/>
        <w:adjustRightInd w:val="0"/>
        <w:spacing w:after="0" w:line="240" w:lineRule="auto"/>
        <w:jc w:val="both"/>
        <w:rPr>
          <w:rFonts w:cs="Calibri"/>
        </w:rPr>
      </w:pP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1. Формирование таблицы 1 Сводного отраслевого перечня.</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1.1. В графе 2 "Наименование услуги (группы услуг)" указывается общее наименование государственной (муниципальной) услуги.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1.2. В графе 3 "Категория получателей услуги" указываются потребители государственной (муниципальной) услуги с описанием их существенных признаков. Потенциальными потребителями государственной (муниципальной) услуги может выступать неограниченный круг лиц (физические и юридические лица), социальная (социально-демографическая) группа населения, любое физическое лицо, определенная категория юридических лиц, любое юридическое лицо.</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1.3. В графе 4 "Единица измерения объема услуги" указывается наименование единицы измерения показателя.</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1.4. В графе 5 "Орган исполнительной власти, ответственный за организацию предоставления услуги" указывается орган исполнительной власти области, ответственный за организацию предоставления государственной (муниципальной) услуги.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1.5. В графе 6 "Поставщик(и) услуги" указывается непосредственный поставщик государственной (муниципальной) услуги: государственные и (или) муниципальные учреждения или типы учреждений.</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2. Формирование таблицы 2 Сводного отраслевого перечня.</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2.1. В графе 2 "Наименование работ" указывается общее наименование работы.</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2.2. В графе 3 "Единица измерения объема работ" указывается наименование показателя, характеризующего количественно измеримый объем конечного результата выполненной работы. В случае если показатель, характеризующий количественно измеримый объем работы, отсутствует, графа не заполняется.</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2.3. В графе 4 "Орган исполнительной власти, ответственный за организацию выполнения работы" указывается орган исполнительной власти области, ответственный за организацию выполнения работы.</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2.4. В графе 5 "Исполнитель работ" указывается непосредственный исполнитель работы (государственное или муниципальное учреждение).</w:t>
      </w:r>
    </w:p>
    <w:p w:rsidR="00220854" w:rsidRPr="00A811D7" w:rsidRDefault="00220854">
      <w:pPr>
        <w:widowControl w:val="0"/>
        <w:autoSpaceDE w:val="0"/>
        <w:autoSpaceDN w:val="0"/>
        <w:adjustRightInd w:val="0"/>
        <w:spacing w:after="0" w:line="240" w:lineRule="auto"/>
        <w:jc w:val="both"/>
        <w:rPr>
          <w:rFonts w:cs="Calibri"/>
        </w:rPr>
      </w:pPr>
    </w:p>
    <w:p w:rsidR="00220854" w:rsidRPr="00A811D7" w:rsidRDefault="00220854">
      <w:pPr>
        <w:widowControl w:val="0"/>
        <w:autoSpaceDE w:val="0"/>
        <w:autoSpaceDN w:val="0"/>
        <w:adjustRightInd w:val="0"/>
        <w:spacing w:after="0" w:line="240" w:lineRule="auto"/>
        <w:jc w:val="both"/>
        <w:rPr>
          <w:rFonts w:cs="Calibri"/>
        </w:rPr>
      </w:pPr>
    </w:p>
    <w:p w:rsidR="00220854" w:rsidRPr="00A811D7" w:rsidRDefault="00220854">
      <w:pPr>
        <w:widowControl w:val="0"/>
        <w:autoSpaceDE w:val="0"/>
        <w:autoSpaceDN w:val="0"/>
        <w:adjustRightInd w:val="0"/>
        <w:spacing w:after="0" w:line="240" w:lineRule="auto"/>
        <w:jc w:val="both"/>
        <w:rPr>
          <w:rFonts w:cs="Calibri"/>
        </w:rPr>
      </w:pPr>
    </w:p>
    <w:p w:rsidR="00220854" w:rsidRPr="00A811D7" w:rsidRDefault="00220854">
      <w:pPr>
        <w:widowControl w:val="0"/>
        <w:autoSpaceDE w:val="0"/>
        <w:autoSpaceDN w:val="0"/>
        <w:adjustRightInd w:val="0"/>
        <w:spacing w:after="0" w:line="240" w:lineRule="auto"/>
        <w:jc w:val="both"/>
        <w:rPr>
          <w:rFonts w:cs="Calibri"/>
        </w:rPr>
      </w:pPr>
    </w:p>
    <w:p w:rsidR="00220854" w:rsidRPr="00A811D7" w:rsidRDefault="00220854">
      <w:pPr>
        <w:widowControl w:val="0"/>
        <w:autoSpaceDE w:val="0"/>
        <w:autoSpaceDN w:val="0"/>
        <w:adjustRightInd w:val="0"/>
        <w:spacing w:after="0" w:line="240" w:lineRule="auto"/>
        <w:jc w:val="both"/>
        <w:rPr>
          <w:rFonts w:cs="Calibri"/>
        </w:rPr>
      </w:pPr>
    </w:p>
    <w:p w:rsidR="00220854" w:rsidRPr="00A811D7" w:rsidRDefault="00220854">
      <w:pPr>
        <w:widowControl w:val="0"/>
        <w:autoSpaceDE w:val="0"/>
        <w:autoSpaceDN w:val="0"/>
        <w:adjustRightInd w:val="0"/>
        <w:spacing w:after="0" w:line="240" w:lineRule="auto"/>
        <w:jc w:val="right"/>
        <w:outlineLvl w:val="0"/>
        <w:rPr>
          <w:rFonts w:cs="Calibri"/>
        </w:rPr>
      </w:pPr>
      <w:bookmarkStart w:id="56" w:name="Par1752"/>
      <w:bookmarkEnd w:id="56"/>
      <w:r w:rsidRPr="00A811D7">
        <w:rPr>
          <w:rFonts w:cs="Calibri"/>
        </w:rPr>
        <w:t>Утверждены</w:t>
      </w:r>
    </w:p>
    <w:p w:rsidR="00220854" w:rsidRPr="00A811D7" w:rsidRDefault="00220854">
      <w:pPr>
        <w:widowControl w:val="0"/>
        <w:autoSpaceDE w:val="0"/>
        <w:autoSpaceDN w:val="0"/>
        <w:adjustRightInd w:val="0"/>
        <w:spacing w:after="0" w:line="240" w:lineRule="auto"/>
        <w:jc w:val="right"/>
        <w:rPr>
          <w:rFonts w:cs="Calibri"/>
        </w:rPr>
      </w:pPr>
      <w:r w:rsidRPr="00A811D7">
        <w:rPr>
          <w:rFonts w:cs="Calibri"/>
        </w:rPr>
        <w:t>постановлением</w:t>
      </w:r>
    </w:p>
    <w:p w:rsidR="00220854" w:rsidRPr="00A811D7" w:rsidRDefault="00220854">
      <w:pPr>
        <w:widowControl w:val="0"/>
        <w:autoSpaceDE w:val="0"/>
        <w:autoSpaceDN w:val="0"/>
        <w:adjustRightInd w:val="0"/>
        <w:spacing w:after="0" w:line="240" w:lineRule="auto"/>
        <w:jc w:val="right"/>
        <w:rPr>
          <w:rFonts w:cs="Calibri"/>
        </w:rPr>
      </w:pPr>
      <w:r w:rsidRPr="00A811D7">
        <w:rPr>
          <w:rFonts w:cs="Calibri"/>
        </w:rPr>
        <w:t>Правительства области</w:t>
      </w:r>
    </w:p>
    <w:p w:rsidR="00220854" w:rsidRPr="00A811D7" w:rsidRDefault="00220854">
      <w:pPr>
        <w:widowControl w:val="0"/>
        <w:autoSpaceDE w:val="0"/>
        <w:autoSpaceDN w:val="0"/>
        <w:adjustRightInd w:val="0"/>
        <w:spacing w:after="0" w:line="240" w:lineRule="auto"/>
        <w:jc w:val="right"/>
        <w:rPr>
          <w:rFonts w:cs="Calibri"/>
        </w:rPr>
      </w:pPr>
      <w:r w:rsidRPr="00A811D7">
        <w:rPr>
          <w:rFonts w:cs="Calibri"/>
        </w:rPr>
        <w:t>от 13.07.2011 N 513-п</w:t>
      </w:r>
    </w:p>
    <w:p w:rsidR="00220854" w:rsidRPr="00A811D7" w:rsidRDefault="00220854">
      <w:pPr>
        <w:widowControl w:val="0"/>
        <w:autoSpaceDE w:val="0"/>
        <w:autoSpaceDN w:val="0"/>
        <w:adjustRightInd w:val="0"/>
        <w:spacing w:after="0" w:line="240" w:lineRule="auto"/>
        <w:jc w:val="both"/>
        <w:rPr>
          <w:rFonts w:cs="Calibri"/>
        </w:rPr>
      </w:pPr>
    </w:p>
    <w:p w:rsidR="00220854" w:rsidRPr="00A811D7" w:rsidRDefault="00220854">
      <w:pPr>
        <w:widowControl w:val="0"/>
        <w:autoSpaceDE w:val="0"/>
        <w:autoSpaceDN w:val="0"/>
        <w:adjustRightInd w:val="0"/>
        <w:spacing w:after="0" w:line="240" w:lineRule="auto"/>
        <w:jc w:val="center"/>
        <w:rPr>
          <w:rFonts w:cs="Calibri"/>
          <w:b/>
          <w:bCs/>
        </w:rPr>
      </w:pPr>
      <w:bookmarkStart w:id="57" w:name="Par1757"/>
      <w:bookmarkEnd w:id="57"/>
      <w:r w:rsidRPr="00A811D7">
        <w:rPr>
          <w:rFonts w:cs="Calibri"/>
          <w:b/>
          <w:bCs/>
        </w:rPr>
        <w:t>МЕТОДИЧЕСКИЕ РЕКОМЕНДАЦИИ</w:t>
      </w:r>
    </w:p>
    <w:p w:rsidR="00220854" w:rsidRPr="00A811D7" w:rsidRDefault="00220854">
      <w:pPr>
        <w:widowControl w:val="0"/>
        <w:autoSpaceDE w:val="0"/>
        <w:autoSpaceDN w:val="0"/>
        <w:adjustRightInd w:val="0"/>
        <w:spacing w:after="0" w:line="240" w:lineRule="auto"/>
        <w:jc w:val="center"/>
        <w:rPr>
          <w:rFonts w:cs="Calibri"/>
          <w:b/>
          <w:bCs/>
        </w:rPr>
      </w:pPr>
      <w:r w:rsidRPr="00A811D7">
        <w:rPr>
          <w:rFonts w:cs="Calibri"/>
          <w:b/>
          <w:bCs/>
        </w:rPr>
        <w:t>ПО СОСТАВЛЕНИЮ ВЕДОМСТВЕННЫХ ПЕРЕЧНЕЙ ГОСУДАРСТВЕННЫХ УСЛУГ</w:t>
      </w:r>
    </w:p>
    <w:p w:rsidR="00220854" w:rsidRPr="00A811D7" w:rsidRDefault="00220854">
      <w:pPr>
        <w:widowControl w:val="0"/>
        <w:autoSpaceDE w:val="0"/>
        <w:autoSpaceDN w:val="0"/>
        <w:adjustRightInd w:val="0"/>
        <w:spacing w:after="0" w:line="240" w:lineRule="auto"/>
        <w:jc w:val="center"/>
        <w:rPr>
          <w:rFonts w:cs="Calibri"/>
          <w:b/>
          <w:bCs/>
        </w:rPr>
      </w:pPr>
      <w:r w:rsidRPr="00A811D7">
        <w:rPr>
          <w:rFonts w:cs="Calibri"/>
          <w:b/>
          <w:bCs/>
        </w:rPr>
        <w:t>(РАБОТ), ОКАЗЫВАЕМЫХ (ВЫПОЛНЯЕМЫХ) ГОСУДАРСТВЕННЫМИ</w:t>
      </w:r>
    </w:p>
    <w:p w:rsidR="00220854" w:rsidRPr="00A811D7" w:rsidRDefault="00220854">
      <w:pPr>
        <w:widowControl w:val="0"/>
        <w:autoSpaceDE w:val="0"/>
        <w:autoSpaceDN w:val="0"/>
        <w:adjustRightInd w:val="0"/>
        <w:spacing w:after="0" w:line="240" w:lineRule="auto"/>
        <w:jc w:val="center"/>
        <w:rPr>
          <w:rFonts w:cs="Calibri"/>
          <w:b/>
          <w:bCs/>
        </w:rPr>
      </w:pPr>
      <w:r w:rsidRPr="00A811D7">
        <w:rPr>
          <w:rFonts w:cs="Calibri"/>
          <w:b/>
          <w:bCs/>
        </w:rPr>
        <w:t>УЧРЕЖДЕНИЯМИ ЯРОСЛАВСКОЙ ОБЛАСТИ ЗА СЧЕТ БЮДЖЕТНЫХ СРЕДСТВ</w:t>
      </w:r>
    </w:p>
    <w:p w:rsidR="00220854" w:rsidRPr="00A811D7" w:rsidRDefault="00220854">
      <w:pPr>
        <w:widowControl w:val="0"/>
        <w:autoSpaceDE w:val="0"/>
        <w:autoSpaceDN w:val="0"/>
        <w:adjustRightInd w:val="0"/>
        <w:spacing w:after="0" w:line="240" w:lineRule="auto"/>
        <w:jc w:val="center"/>
        <w:rPr>
          <w:rFonts w:cs="Calibri"/>
        </w:rPr>
      </w:pPr>
    </w:p>
    <w:p w:rsidR="00220854" w:rsidRPr="00A811D7" w:rsidRDefault="00220854">
      <w:pPr>
        <w:widowControl w:val="0"/>
        <w:autoSpaceDE w:val="0"/>
        <w:autoSpaceDN w:val="0"/>
        <w:adjustRightInd w:val="0"/>
        <w:spacing w:after="0" w:line="240" w:lineRule="auto"/>
        <w:jc w:val="center"/>
        <w:rPr>
          <w:rFonts w:cs="Calibri"/>
        </w:rPr>
      </w:pPr>
      <w:r w:rsidRPr="00A811D7">
        <w:rPr>
          <w:rFonts w:cs="Calibri"/>
        </w:rPr>
        <w:t xml:space="preserve">(в ред. </w:t>
      </w:r>
      <w:hyperlink r:id="rId50" w:history="1">
        <w:r w:rsidRPr="00A811D7">
          <w:rPr>
            <w:rFonts w:cs="Calibri"/>
          </w:rPr>
          <w:t>Постановления</w:t>
        </w:r>
      </w:hyperlink>
      <w:r w:rsidRPr="00A811D7">
        <w:rPr>
          <w:rFonts w:cs="Calibri"/>
        </w:rPr>
        <w:t xml:space="preserve"> Правительства ЯО от 05.02.2013 N 77-п)</w:t>
      </w:r>
    </w:p>
    <w:p w:rsidR="00220854" w:rsidRPr="00A811D7" w:rsidRDefault="00220854">
      <w:pPr>
        <w:widowControl w:val="0"/>
        <w:autoSpaceDE w:val="0"/>
        <w:autoSpaceDN w:val="0"/>
        <w:adjustRightInd w:val="0"/>
        <w:spacing w:after="0" w:line="240" w:lineRule="auto"/>
        <w:jc w:val="both"/>
        <w:rPr>
          <w:rFonts w:cs="Calibri"/>
        </w:rPr>
      </w:pP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1. Настоящие методические рекомендации содержат описание рекомендуемых подходов к организации работы по формированию ведомственных перечней государственных услуг (работ), оказываемых (выполняемых) в качестве основных видов деятельности государственными учреждениями Ярославской области, находящимися в ведении органов исполнительной власти Ярославской области, за счет бюджетных средств (далее - ведомственные перечни государственных услуг (работ)).</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2. Целью ведения ведомственных перечней государственных услуг (работ) является обеспечение физических и юридических лиц, заинтересованных органов государственной власти, органов местного самоуправления муниципальных образований области достоверной информацией о государственных (муниципальных) услугах и работах в Ярославской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Ведомственные перечни государственных услуг (работ) ведутся для целей формирования государственных заданий государственным бюджетным и автономным учреждениям Ярославской области, а также казенным учреждениям в случаях, если им устанавливаются государственные задания.</w:t>
      </w:r>
    </w:p>
    <w:p w:rsidR="00220854" w:rsidRPr="00A811D7" w:rsidRDefault="00220854">
      <w:pPr>
        <w:widowControl w:val="0"/>
        <w:autoSpaceDE w:val="0"/>
        <w:autoSpaceDN w:val="0"/>
        <w:adjustRightInd w:val="0"/>
        <w:spacing w:after="0" w:line="240" w:lineRule="auto"/>
        <w:ind w:firstLine="540"/>
        <w:jc w:val="both"/>
        <w:rPr>
          <w:rFonts w:cs="Calibri"/>
        </w:rPr>
      </w:pPr>
      <w:bookmarkStart w:id="58" w:name="Par1767"/>
      <w:bookmarkEnd w:id="58"/>
      <w:r w:rsidRPr="00A811D7">
        <w:rPr>
          <w:rFonts w:cs="Calibri"/>
        </w:rPr>
        <w:t>3. Ведомственные перечни государственных услуг (работ) утверждаются органами исполнительной власти Ярославской области, осуществляющими функции и полномочия учредителя государственных учреждений Ярославской области, по согласованию с департаментом финансов Ярославской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 xml:space="preserve">4. Ведомственные перечни государственных услуг (работ) утверждаются правовыми актами органов исполнительной власти Ярославской области, указанных в </w:t>
      </w:r>
      <w:hyperlink w:anchor="Par1767" w:history="1">
        <w:r w:rsidRPr="00A811D7">
          <w:rPr>
            <w:rFonts w:cs="Calibri"/>
          </w:rPr>
          <w:t>пункте 3</w:t>
        </w:r>
      </w:hyperlink>
      <w:r w:rsidRPr="00A811D7">
        <w:rPr>
          <w:rFonts w:cs="Calibri"/>
        </w:rPr>
        <w:t xml:space="preserve"> настоящих методических рекомендаций, и подлежат размещению в сети Интернет на официальном портале органов государственной власти Ярославской области и на портале государственных и муниципальных услуг Ярославской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5. Основой для составления ведомственных перечней государственных услуг (работ) является Сводный отраслевой перечень государственных и муниципальных услуг и работ Ярославской области, оказываемых государственными и муниципальными учреждениями области за счет бюджетных средств, утверждаемый постановлением Правительства области (далее - Сводный отраслевой перечень).</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6. В ведомственный перечень государственных услуг (работ) включаются все государственные услуги (работы), оказываемые (выполняемые) в качестве основных видов деятельности государственными учреждениями Ярославской области, находящимися в ведении органа исполнительной власти Ярославской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7. В ведомственный перечень государственных услуг (работ) не включаются услуги (работы), которые оказываются (выполняются) гражданам и юридическим лицам за плату, за исключением установленных федеральным законом случаев оказания государственным бюджетным учреждением области или государственным автономным учреждением области государственных услуг (выполнения работ) гражданам и юридическим лицам за плату в пределах установленного государственного задания.</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8. При формировании ведомственных перечней государственных услуг (работ) отдельно определяются государственные услуги (виды деятельности учреждения, которые направлены в адрес конкретного потребителя), работы (виды деятельности учреждения, которые направлены на удовлетворение потребности неопределенного количества потребителей, органов исполнительной власти или общества в целом).</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 xml:space="preserve">9. Ведомственные </w:t>
      </w:r>
      <w:hyperlink w:anchor="Par1836" w:history="1">
        <w:r w:rsidRPr="00A811D7">
          <w:rPr>
            <w:rFonts w:cs="Calibri"/>
          </w:rPr>
          <w:t>перечни</w:t>
        </w:r>
      </w:hyperlink>
      <w:r w:rsidRPr="00A811D7">
        <w:rPr>
          <w:rFonts w:cs="Calibri"/>
        </w:rPr>
        <w:t xml:space="preserve"> государственных услуг (работ) составляются по форме согласно приложению к настоящим методическим рекомендациям.</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10. Ведомственный перечень государственных услуг (работ) состоит из 2 частей:</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10.1. Таблица 1 "Государственные услуги" делится на два раздела:</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 раздел I "Государственные услуги, оказываемые государственными учреждениями в рамках федеральных полномочий, переданных на уровень Ярославской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 раздел II "Государственные услуги, оказываемые государственными учреждениями в рамках полномочий Ярославской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Каждый раздел заполняется следующим образом:</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 в наименовании каждого подраздела указываются номер и наименование государственной услуги из соответствующего раздела Сводного отраслевого перечня;</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 в графе 2 "Наименование услуги (группы услуг)" указывается детализированное наименование услуги;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 в графе 3 "Категория потребителей услуги" указываются потребители услуг - физические и/или юридические лица и их характеристика (например, для физических лиц - возраст, состояние здоровья, образование, гражданство; для юридических лиц - виды деятельности, отношение к субъектам малого предпринимательства). В случае предоставления услуг в интересах органов исполнительной власти области указывается орган исполнительной власти области, в интересах неограниченного круга лиц - указывается категория граждан (например: население области, граждане пенсионного возраста, трудоспособного возраста и т.д.);</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 в графе 4 "Единица измерения объема услуги" указывается показатель, которым может быть измерен объем оказания государственной услуги, например: число посетителей (тыс. чел.), число обучающихся (чел.), число воспитанников (чел.), количество койкодней, клиентодней, детодней, количество вызовов (ед.);</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 xml:space="preserve">- в графе 5 "Наименование показателя качества услуги" указываются показатели, характеризующие качество государственной услуги, с учетом рекомендаций, указанных в </w:t>
      </w:r>
      <w:hyperlink w:anchor="Par1798" w:history="1">
        <w:r w:rsidRPr="00A811D7">
          <w:rPr>
            <w:rFonts w:cs="Calibri"/>
          </w:rPr>
          <w:t>пунктах 12</w:t>
        </w:r>
      </w:hyperlink>
      <w:r w:rsidRPr="00A811D7">
        <w:rPr>
          <w:rFonts w:cs="Calibri"/>
        </w:rPr>
        <w:t xml:space="preserve"> - </w:t>
      </w:r>
      <w:hyperlink w:anchor="Par1804" w:history="1">
        <w:r w:rsidRPr="00A811D7">
          <w:rPr>
            <w:rFonts w:cs="Calibri"/>
          </w:rPr>
          <w:t>14</w:t>
        </w:r>
      </w:hyperlink>
      <w:r w:rsidRPr="00A811D7">
        <w:rPr>
          <w:rFonts w:cs="Calibri"/>
        </w:rPr>
        <w:t xml:space="preserve"> настоящих методических рекомендаций;</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 в графе 6 "Поставщик(и) услуги" указываются наименования государственных учреждений (групп учреждений), оказывающих государственную услугу, либо конкретные учреждения.</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10.2. Таблица 2 "Работы".</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В наименовании подраздела указываются номер и наименование работы из соответствующего раздела Сводного отраслевого перечня.</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В графе 2 "Наименование работ" указывается детализированное наименование работы.</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В графе 3 "Единица измерения объема работ" указывается наименование показателя, характеризующего количественно измеримый объем конечного результата выполненной работы (например, число проведенных мероприятий (ед.), количество единиц хранения (ед.), площадь помещений (кв. м), число восстановленных (отремонтированных, отреставрированных) сооружений (объектов), количество театральных постановок (ед.)).</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В графе 4 "Наименование показателя качества (результата) работ" указываются важнейшие показатели для обеспечения качества выполняемой учреждением работы.</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В графе 5 "Исполнитель работ" указывается непосредственный исполнитель работы (государственное учреждение либо группа учреждений).</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11. Органы исполнительной власти Ярославской области, осуществляющие функции и полномочия учредителя государственных учреждений Ярославской области, вправе вносить изменения в утвержденные ведомственные перечни государственных услуг (работ).</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Основаниями для внесения изменений являются:</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 изменение федерального и регионального законодательства, регулирующего правовые основы оказания государственных услуг и выполнения работ;</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 внесение изменений в Сводный отраслевой перечень;</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 изменение состава и содержания государственной услуги (работы);</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 изменение состава или наименований подведомственных учреждений.</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Изменения в ведомственные перечни государственных услуг (работ) утверждаются и размещаются в сети Интернет в том же порядке, что и сами ведомственные перечни государственных услуг (работ).</w:t>
      </w:r>
    </w:p>
    <w:p w:rsidR="00220854" w:rsidRPr="00A811D7" w:rsidRDefault="00220854">
      <w:pPr>
        <w:widowControl w:val="0"/>
        <w:autoSpaceDE w:val="0"/>
        <w:autoSpaceDN w:val="0"/>
        <w:adjustRightInd w:val="0"/>
        <w:spacing w:after="0" w:line="240" w:lineRule="auto"/>
        <w:ind w:firstLine="540"/>
        <w:jc w:val="both"/>
        <w:rPr>
          <w:rFonts w:cs="Calibri"/>
        </w:rPr>
      </w:pPr>
      <w:bookmarkStart w:id="59" w:name="Par1798"/>
      <w:bookmarkEnd w:id="59"/>
      <w:r w:rsidRPr="00A811D7">
        <w:rPr>
          <w:rFonts w:cs="Calibri"/>
        </w:rPr>
        <w:t>12. Определение показателей, характеризующих качество государственной услуги (далее - показатели качества), осуществляется органами исполнительной власти Ярославской области, осуществляющими функции и полномочия учредителя государственных учреждений Ярославской области.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При установлении состава показателей, характеризующих качество услуги (работы), рекомендуется соблюдать следующие требования:</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 показатель должен быть направленным на достижение целей, реализацию задач, мероприятий, достижение целевых индикаторов и показателей государственных программ, иных программ в соответствующей сфере;</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 показатель должен быть направлен на оценку осуществления учреждением предусмотренных его учредительными документами основных видов деятельности;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 показатель должен быть достижим в рамках деятельности соответствующего учреждения.</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13. Не рекомендуется устанавливать показатели качества, создающие стимулы для осуществления государственным учреждением экономически неэффективных, социально неответственных действий, являющихся основанием для ухудшения положения потребителей государственной услуги, а также создающие у сотрудников государственного учреждения "ложные стимулы" (ориентированные на достижение целей и задач "любой ценой", в том числе с помощью "приписок", например, не рекомендуется использовать в качестве показателя количество выявленных правонарушений).</w:t>
      </w:r>
    </w:p>
    <w:p w:rsidR="00220854" w:rsidRPr="00A811D7" w:rsidRDefault="00220854">
      <w:pPr>
        <w:widowControl w:val="0"/>
        <w:autoSpaceDE w:val="0"/>
        <w:autoSpaceDN w:val="0"/>
        <w:adjustRightInd w:val="0"/>
        <w:spacing w:after="0" w:line="240" w:lineRule="auto"/>
        <w:ind w:firstLine="540"/>
        <w:jc w:val="both"/>
        <w:rPr>
          <w:rFonts w:cs="Calibri"/>
        </w:rPr>
      </w:pPr>
      <w:bookmarkStart w:id="60" w:name="Par1804"/>
      <w:bookmarkEnd w:id="60"/>
      <w:r w:rsidRPr="00A811D7">
        <w:rPr>
          <w:rFonts w:cs="Calibri"/>
        </w:rPr>
        <w:t>14. Для государственных услуг рекомендуется устанавливать следующие показатели качества:</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 показатели качества, характеризующие результат предоставления государственной услуги, например:</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для государственной услуги "Комплектование и хранение библиотечного фонда" - доля удовлетворенных запросов читателей (по категориям запросов);</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для государственной услуги "Демонстрация музейной коллекции" - процент ежегодно экспонируемых музейных предметов и музейных коллекций;</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для государственной услуги "Подготовка спортсменов к участию в соревнованиях" - количество призеров соревнований различного уровня;</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для всех государственных услуг - доля потребителей, удовлетворенных качеством оказания государственной услуги, определяемая на основе опросов потребителей государственной услуги;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 показатели качества, характеризующие процесс оказания государственной услуги и условия ее оказания, например:</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требования к квалификации персонала;</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требования к качеству используемых в процессе оказания государственной услуги материальных запасов;</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требования к качеству оборудования, с использованием которого оказывается государственная услуга;</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требования к качеству зданий и сооружений, в которых осуществляется оказание государственной услуги.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Примерами таких показателей могут служить:</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 для государственной услуги "Организация досуговых мероприятий" - периодичность проведения мероприятий, количество познавательных и развлекательных игр;</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 для государственной услуги "Оказание стационарной медицинской помощи" - требования к мерам профилактики внутрибольничных инфекций (требования к регулярности дезинфекции и кварцевания помещений, влажной уборки, средствам дезинфекции);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 для государственной услуги "Оказание амбулаторно-поликлинической медицинской помощи" - среднее время ожидания приема врача;</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 для государственной услуги "Оказание скорой медицинской помощи" - среднее время ожидания бригады скорой медицинской помощи;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 для государственной услуги "Охрана природных заказников" - протяженность оборудованных экологических троп; доля площади лесов, охваченных санитарно-оздоровительными мероприятиями;</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 для государственной услуги "Пополнение и хранение музейного фонда" - процент музейных предметов, внесенных в электронный каталог;</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 для государственных услуг, оказываемых по заявкам (обращениям) потребителей, - среднее время ожидания оказания услуги с момента поступления заявки (обращения) потребителя;</w:t>
      </w:r>
    </w:p>
    <w:p w:rsidR="00220854" w:rsidRPr="00A811D7" w:rsidRDefault="00220854">
      <w:pPr>
        <w:widowControl w:val="0"/>
        <w:autoSpaceDE w:val="0"/>
        <w:autoSpaceDN w:val="0"/>
        <w:adjustRightInd w:val="0"/>
        <w:spacing w:after="0" w:line="240" w:lineRule="auto"/>
        <w:ind w:firstLine="540"/>
        <w:jc w:val="both"/>
        <w:rPr>
          <w:rFonts w:cs="Calibri"/>
        </w:rPr>
      </w:pPr>
      <w:r w:rsidRPr="00A811D7">
        <w:rPr>
          <w:rFonts w:cs="Calibri"/>
        </w:rPr>
        <w:t>- для государственных услуг, оказываемых потребителям в электронной форме, - формат ответа на обращение (дополнительный показатель).</w:t>
      </w:r>
    </w:p>
    <w:p w:rsidR="00220854" w:rsidRPr="00A811D7" w:rsidRDefault="00220854">
      <w:pPr>
        <w:widowControl w:val="0"/>
        <w:autoSpaceDE w:val="0"/>
        <w:autoSpaceDN w:val="0"/>
        <w:adjustRightInd w:val="0"/>
        <w:spacing w:after="0" w:line="240" w:lineRule="auto"/>
        <w:jc w:val="both"/>
        <w:rPr>
          <w:rFonts w:cs="Calibri"/>
        </w:rPr>
      </w:pPr>
    </w:p>
    <w:p w:rsidR="00220854" w:rsidRPr="00A811D7" w:rsidRDefault="00220854">
      <w:pPr>
        <w:widowControl w:val="0"/>
        <w:autoSpaceDE w:val="0"/>
        <w:autoSpaceDN w:val="0"/>
        <w:adjustRightInd w:val="0"/>
        <w:spacing w:after="0" w:line="240" w:lineRule="auto"/>
        <w:jc w:val="both"/>
        <w:rPr>
          <w:rFonts w:cs="Calibri"/>
        </w:rPr>
      </w:pPr>
    </w:p>
    <w:p w:rsidR="00220854" w:rsidRDefault="00220854">
      <w:pPr>
        <w:widowControl w:val="0"/>
        <w:autoSpaceDE w:val="0"/>
        <w:autoSpaceDN w:val="0"/>
        <w:adjustRightInd w:val="0"/>
        <w:spacing w:after="0" w:line="240" w:lineRule="auto"/>
        <w:jc w:val="both"/>
        <w:rPr>
          <w:rFonts w:cs="Calibri"/>
          <w:lang w:val="en-US"/>
        </w:rPr>
      </w:pPr>
    </w:p>
    <w:p w:rsidR="00220854" w:rsidRDefault="00220854">
      <w:pPr>
        <w:widowControl w:val="0"/>
        <w:autoSpaceDE w:val="0"/>
        <w:autoSpaceDN w:val="0"/>
        <w:adjustRightInd w:val="0"/>
        <w:spacing w:after="0" w:line="240" w:lineRule="auto"/>
        <w:jc w:val="both"/>
        <w:rPr>
          <w:rFonts w:cs="Calibri"/>
          <w:lang w:val="en-US"/>
        </w:rPr>
      </w:pPr>
    </w:p>
    <w:p w:rsidR="00220854" w:rsidRDefault="00220854">
      <w:pPr>
        <w:widowControl w:val="0"/>
        <w:autoSpaceDE w:val="0"/>
        <w:autoSpaceDN w:val="0"/>
        <w:adjustRightInd w:val="0"/>
        <w:spacing w:after="0" w:line="240" w:lineRule="auto"/>
        <w:jc w:val="both"/>
        <w:rPr>
          <w:rFonts w:cs="Calibri"/>
          <w:lang w:val="en-US"/>
        </w:rPr>
      </w:pPr>
    </w:p>
    <w:p w:rsidR="00220854" w:rsidRDefault="00220854">
      <w:pPr>
        <w:widowControl w:val="0"/>
        <w:autoSpaceDE w:val="0"/>
        <w:autoSpaceDN w:val="0"/>
        <w:adjustRightInd w:val="0"/>
        <w:spacing w:after="0" w:line="240" w:lineRule="auto"/>
        <w:jc w:val="both"/>
        <w:rPr>
          <w:rFonts w:cs="Calibri"/>
          <w:lang w:val="en-US"/>
        </w:rPr>
      </w:pPr>
    </w:p>
    <w:p w:rsidR="00220854" w:rsidRDefault="00220854">
      <w:pPr>
        <w:widowControl w:val="0"/>
        <w:autoSpaceDE w:val="0"/>
        <w:autoSpaceDN w:val="0"/>
        <w:adjustRightInd w:val="0"/>
        <w:spacing w:after="0" w:line="240" w:lineRule="auto"/>
        <w:jc w:val="both"/>
        <w:rPr>
          <w:rFonts w:cs="Calibri"/>
          <w:lang w:val="en-US"/>
        </w:rPr>
      </w:pPr>
    </w:p>
    <w:p w:rsidR="00220854" w:rsidRDefault="00220854">
      <w:pPr>
        <w:widowControl w:val="0"/>
        <w:autoSpaceDE w:val="0"/>
        <w:autoSpaceDN w:val="0"/>
        <w:adjustRightInd w:val="0"/>
        <w:spacing w:after="0" w:line="240" w:lineRule="auto"/>
        <w:jc w:val="both"/>
        <w:rPr>
          <w:rFonts w:cs="Calibri"/>
          <w:lang w:val="en-US"/>
        </w:rPr>
      </w:pPr>
    </w:p>
    <w:p w:rsidR="00220854" w:rsidRDefault="00220854">
      <w:pPr>
        <w:widowControl w:val="0"/>
        <w:autoSpaceDE w:val="0"/>
        <w:autoSpaceDN w:val="0"/>
        <w:adjustRightInd w:val="0"/>
        <w:spacing w:after="0" w:line="240" w:lineRule="auto"/>
        <w:jc w:val="both"/>
        <w:rPr>
          <w:rFonts w:cs="Calibri"/>
          <w:lang w:val="en-US"/>
        </w:rPr>
      </w:pPr>
    </w:p>
    <w:p w:rsidR="00220854" w:rsidRDefault="00220854">
      <w:pPr>
        <w:widowControl w:val="0"/>
        <w:autoSpaceDE w:val="0"/>
        <w:autoSpaceDN w:val="0"/>
        <w:adjustRightInd w:val="0"/>
        <w:spacing w:after="0" w:line="240" w:lineRule="auto"/>
        <w:jc w:val="both"/>
        <w:rPr>
          <w:rFonts w:cs="Calibri"/>
          <w:lang w:val="en-US"/>
        </w:rPr>
      </w:pPr>
    </w:p>
    <w:p w:rsidR="00220854" w:rsidRDefault="00220854">
      <w:pPr>
        <w:widowControl w:val="0"/>
        <w:autoSpaceDE w:val="0"/>
        <w:autoSpaceDN w:val="0"/>
        <w:adjustRightInd w:val="0"/>
        <w:spacing w:after="0" w:line="240" w:lineRule="auto"/>
        <w:jc w:val="both"/>
        <w:rPr>
          <w:rFonts w:cs="Calibri"/>
          <w:lang w:val="en-US"/>
        </w:rPr>
      </w:pPr>
    </w:p>
    <w:p w:rsidR="00220854" w:rsidRDefault="00220854">
      <w:pPr>
        <w:widowControl w:val="0"/>
        <w:autoSpaceDE w:val="0"/>
        <w:autoSpaceDN w:val="0"/>
        <w:adjustRightInd w:val="0"/>
        <w:spacing w:after="0" w:line="240" w:lineRule="auto"/>
        <w:jc w:val="both"/>
        <w:rPr>
          <w:rFonts w:cs="Calibri"/>
          <w:lang w:val="en-US"/>
        </w:rPr>
      </w:pPr>
    </w:p>
    <w:p w:rsidR="00220854" w:rsidRDefault="00220854">
      <w:pPr>
        <w:widowControl w:val="0"/>
        <w:autoSpaceDE w:val="0"/>
        <w:autoSpaceDN w:val="0"/>
        <w:adjustRightInd w:val="0"/>
        <w:spacing w:after="0" w:line="240" w:lineRule="auto"/>
        <w:jc w:val="both"/>
        <w:rPr>
          <w:rFonts w:cs="Calibri"/>
          <w:lang w:val="en-US"/>
        </w:rPr>
      </w:pPr>
    </w:p>
    <w:p w:rsidR="00220854" w:rsidRPr="00A811D7" w:rsidRDefault="00220854">
      <w:pPr>
        <w:widowControl w:val="0"/>
        <w:autoSpaceDE w:val="0"/>
        <w:autoSpaceDN w:val="0"/>
        <w:adjustRightInd w:val="0"/>
        <w:spacing w:after="0" w:line="240" w:lineRule="auto"/>
        <w:jc w:val="both"/>
        <w:rPr>
          <w:rFonts w:cs="Calibri"/>
          <w:lang w:val="en-US"/>
        </w:rPr>
      </w:pPr>
    </w:p>
    <w:p w:rsidR="00220854" w:rsidRPr="00A811D7" w:rsidRDefault="00220854">
      <w:pPr>
        <w:widowControl w:val="0"/>
        <w:autoSpaceDE w:val="0"/>
        <w:autoSpaceDN w:val="0"/>
        <w:adjustRightInd w:val="0"/>
        <w:spacing w:after="0" w:line="240" w:lineRule="auto"/>
        <w:jc w:val="both"/>
        <w:rPr>
          <w:rFonts w:cs="Calibri"/>
        </w:rPr>
      </w:pPr>
    </w:p>
    <w:p w:rsidR="00220854" w:rsidRPr="00A811D7" w:rsidRDefault="00220854">
      <w:pPr>
        <w:widowControl w:val="0"/>
        <w:autoSpaceDE w:val="0"/>
        <w:autoSpaceDN w:val="0"/>
        <w:adjustRightInd w:val="0"/>
        <w:spacing w:after="0" w:line="240" w:lineRule="auto"/>
        <w:jc w:val="both"/>
        <w:rPr>
          <w:rFonts w:cs="Calibri"/>
        </w:rPr>
      </w:pPr>
    </w:p>
    <w:p w:rsidR="00220854" w:rsidRPr="00A811D7" w:rsidRDefault="00220854">
      <w:pPr>
        <w:widowControl w:val="0"/>
        <w:autoSpaceDE w:val="0"/>
        <w:autoSpaceDN w:val="0"/>
        <w:adjustRightInd w:val="0"/>
        <w:spacing w:after="0" w:line="240" w:lineRule="auto"/>
        <w:jc w:val="right"/>
        <w:outlineLvl w:val="1"/>
        <w:rPr>
          <w:rFonts w:cs="Calibri"/>
        </w:rPr>
      </w:pPr>
      <w:bookmarkStart w:id="61" w:name="Par1829"/>
      <w:bookmarkEnd w:id="61"/>
      <w:r w:rsidRPr="00A811D7">
        <w:rPr>
          <w:rFonts w:cs="Calibri"/>
        </w:rPr>
        <w:t>Приложение</w:t>
      </w:r>
    </w:p>
    <w:p w:rsidR="00220854" w:rsidRPr="00A811D7" w:rsidRDefault="00220854">
      <w:pPr>
        <w:widowControl w:val="0"/>
        <w:autoSpaceDE w:val="0"/>
        <w:autoSpaceDN w:val="0"/>
        <w:adjustRightInd w:val="0"/>
        <w:spacing w:after="0" w:line="240" w:lineRule="auto"/>
        <w:jc w:val="right"/>
        <w:rPr>
          <w:rFonts w:cs="Calibri"/>
        </w:rPr>
      </w:pPr>
      <w:r w:rsidRPr="00A811D7">
        <w:rPr>
          <w:rFonts w:cs="Calibri"/>
        </w:rPr>
        <w:t xml:space="preserve">к Методическим </w:t>
      </w:r>
      <w:hyperlink w:anchor="Par1757" w:history="1">
        <w:r w:rsidRPr="00A811D7">
          <w:rPr>
            <w:rFonts w:cs="Calibri"/>
          </w:rPr>
          <w:t>рекомендациям</w:t>
        </w:r>
      </w:hyperlink>
    </w:p>
    <w:p w:rsidR="00220854" w:rsidRPr="00A811D7" w:rsidRDefault="00220854">
      <w:pPr>
        <w:widowControl w:val="0"/>
        <w:autoSpaceDE w:val="0"/>
        <w:autoSpaceDN w:val="0"/>
        <w:adjustRightInd w:val="0"/>
        <w:spacing w:after="0" w:line="240" w:lineRule="auto"/>
        <w:jc w:val="center"/>
        <w:rPr>
          <w:rFonts w:cs="Calibri"/>
        </w:rPr>
      </w:pPr>
    </w:p>
    <w:p w:rsidR="00220854" w:rsidRPr="00A811D7" w:rsidRDefault="00220854">
      <w:pPr>
        <w:widowControl w:val="0"/>
        <w:autoSpaceDE w:val="0"/>
        <w:autoSpaceDN w:val="0"/>
        <w:adjustRightInd w:val="0"/>
        <w:spacing w:after="0" w:line="240" w:lineRule="auto"/>
        <w:jc w:val="center"/>
        <w:rPr>
          <w:rFonts w:cs="Calibri"/>
        </w:rPr>
      </w:pPr>
      <w:r w:rsidRPr="00A811D7">
        <w:rPr>
          <w:rFonts w:cs="Calibri"/>
        </w:rPr>
        <w:t xml:space="preserve">(в ред. </w:t>
      </w:r>
      <w:hyperlink r:id="rId51" w:history="1">
        <w:r w:rsidRPr="00A811D7">
          <w:rPr>
            <w:rFonts w:cs="Calibri"/>
          </w:rPr>
          <w:t>Постановления</w:t>
        </w:r>
      </w:hyperlink>
      <w:r w:rsidRPr="00A811D7">
        <w:rPr>
          <w:rFonts w:cs="Calibri"/>
        </w:rPr>
        <w:t xml:space="preserve"> Правительства ЯО от 05.02.2013 N 77-п)</w:t>
      </w:r>
    </w:p>
    <w:p w:rsidR="00220854" w:rsidRPr="00A811D7" w:rsidRDefault="00220854">
      <w:pPr>
        <w:widowControl w:val="0"/>
        <w:autoSpaceDE w:val="0"/>
        <w:autoSpaceDN w:val="0"/>
        <w:adjustRightInd w:val="0"/>
        <w:spacing w:after="0" w:line="240" w:lineRule="auto"/>
        <w:jc w:val="both"/>
        <w:rPr>
          <w:rFonts w:cs="Calibri"/>
        </w:rPr>
      </w:pPr>
    </w:p>
    <w:p w:rsidR="00220854" w:rsidRPr="00A811D7" w:rsidRDefault="00220854">
      <w:pPr>
        <w:widowControl w:val="0"/>
        <w:autoSpaceDE w:val="0"/>
        <w:autoSpaceDN w:val="0"/>
        <w:adjustRightInd w:val="0"/>
        <w:spacing w:after="0" w:line="240" w:lineRule="auto"/>
        <w:jc w:val="right"/>
        <w:rPr>
          <w:rFonts w:cs="Calibri"/>
        </w:rPr>
      </w:pPr>
      <w:r w:rsidRPr="00A811D7">
        <w:rPr>
          <w:rFonts w:cs="Calibri"/>
        </w:rPr>
        <w:t>Форма</w:t>
      </w:r>
    </w:p>
    <w:p w:rsidR="00220854" w:rsidRPr="00A811D7" w:rsidRDefault="00220854">
      <w:pPr>
        <w:widowControl w:val="0"/>
        <w:autoSpaceDE w:val="0"/>
        <w:autoSpaceDN w:val="0"/>
        <w:adjustRightInd w:val="0"/>
        <w:spacing w:after="0" w:line="240" w:lineRule="auto"/>
        <w:jc w:val="both"/>
        <w:rPr>
          <w:rFonts w:cs="Calibri"/>
        </w:rPr>
      </w:pPr>
    </w:p>
    <w:p w:rsidR="00220854" w:rsidRPr="00A811D7" w:rsidRDefault="00220854">
      <w:pPr>
        <w:pStyle w:val="ConsPlusNonformat"/>
      </w:pPr>
      <w:bookmarkStart w:id="62" w:name="Par1836"/>
      <w:bookmarkEnd w:id="62"/>
      <w:r w:rsidRPr="00A811D7">
        <w:t xml:space="preserve">                          ВЕДОМСТВЕННЫЙ ПЕРЕЧЕНЬ</w:t>
      </w:r>
    </w:p>
    <w:p w:rsidR="00220854" w:rsidRPr="00A811D7" w:rsidRDefault="00220854">
      <w:pPr>
        <w:pStyle w:val="ConsPlusNonformat"/>
      </w:pPr>
      <w:r w:rsidRPr="00A811D7">
        <w:t xml:space="preserve">         государственных услуг (работ), оказываемых (выполняемых)</w:t>
      </w:r>
    </w:p>
    <w:p w:rsidR="00220854" w:rsidRPr="00A811D7" w:rsidRDefault="00220854">
      <w:pPr>
        <w:pStyle w:val="ConsPlusNonformat"/>
      </w:pPr>
      <w:r w:rsidRPr="00A811D7">
        <w:t xml:space="preserve">             государственными учреждениями Ярославской области</w:t>
      </w:r>
    </w:p>
    <w:p w:rsidR="00220854" w:rsidRPr="00A811D7" w:rsidRDefault="00220854">
      <w:pPr>
        <w:pStyle w:val="ConsPlusNonformat"/>
      </w:pPr>
      <w:r w:rsidRPr="00A811D7">
        <w:t xml:space="preserve">            в сфере _________________________________________,</w:t>
      </w:r>
    </w:p>
    <w:p w:rsidR="00220854" w:rsidRPr="00A811D7" w:rsidRDefault="00220854">
      <w:pPr>
        <w:pStyle w:val="ConsPlusNonformat"/>
      </w:pPr>
      <w:r w:rsidRPr="00A811D7">
        <w:t xml:space="preserve">        находящимися в функциональном подчинении _________________</w:t>
      </w:r>
    </w:p>
    <w:p w:rsidR="00220854" w:rsidRPr="00A811D7" w:rsidRDefault="00220854">
      <w:pPr>
        <w:pStyle w:val="ConsPlusNonformat"/>
      </w:pPr>
    </w:p>
    <w:p w:rsidR="00220854" w:rsidRPr="00A811D7" w:rsidRDefault="00220854">
      <w:pPr>
        <w:pStyle w:val="ConsPlusNonformat"/>
      </w:pPr>
      <w:bookmarkStart w:id="63" w:name="Par1842"/>
      <w:bookmarkEnd w:id="63"/>
      <w:r w:rsidRPr="00A811D7">
        <w:t xml:space="preserve">                                                                  Таблица 1</w:t>
      </w:r>
    </w:p>
    <w:p w:rsidR="00220854" w:rsidRPr="00A811D7" w:rsidRDefault="00220854">
      <w:pPr>
        <w:pStyle w:val="ConsPlusNonformat"/>
      </w:pPr>
    </w:p>
    <w:p w:rsidR="00220854" w:rsidRPr="00A811D7" w:rsidRDefault="00220854">
      <w:pPr>
        <w:pStyle w:val="ConsPlusNonformat"/>
      </w:pPr>
      <w:r w:rsidRPr="00A811D7">
        <w:t xml:space="preserve">                          Государственные услуги</w:t>
      </w:r>
    </w:p>
    <w:p w:rsidR="00220854" w:rsidRPr="00A811D7" w:rsidRDefault="00220854">
      <w:pPr>
        <w:widowControl w:val="0"/>
        <w:autoSpaceDE w:val="0"/>
        <w:autoSpaceDN w:val="0"/>
        <w:adjustRightInd w:val="0"/>
        <w:spacing w:after="0" w:line="240" w:lineRule="auto"/>
        <w:jc w:val="both"/>
        <w:rPr>
          <w:rFonts w:cs="Calibri"/>
        </w:rPr>
      </w:pPr>
    </w:p>
    <w:tbl>
      <w:tblPr>
        <w:tblW w:w="0" w:type="auto"/>
        <w:tblCellSpacing w:w="5" w:type="nil"/>
        <w:tblInd w:w="75" w:type="dxa"/>
        <w:tblLayout w:type="fixed"/>
        <w:tblCellMar>
          <w:left w:w="75" w:type="dxa"/>
          <w:right w:w="75" w:type="dxa"/>
        </w:tblCellMar>
        <w:tblLook w:val="0000"/>
      </w:tblPr>
      <w:tblGrid>
        <w:gridCol w:w="600"/>
        <w:gridCol w:w="1920"/>
        <w:gridCol w:w="1680"/>
        <w:gridCol w:w="1800"/>
        <w:gridCol w:w="1920"/>
        <w:gridCol w:w="1680"/>
      </w:tblGrid>
      <w:tr w:rsidR="00220854" w:rsidRPr="00A811D7">
        <w:trPr>
          <w:trHeight w:val="1200"/>
          <w:tblCellSpacing w:w="5" w:type="nil"/>
        </w:trPr>
        <w:tc>
          <w:tcPr>
            <w:tcW w:w="600" w:type="dxa"/>
            <w:tcBorders>
              <w:top w:val="single" w:sz="8" w:space="0" w:color="auto"/>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 N </w:t>
            </w:r>
          </w:p>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п/п</w:t>
            </w:r>
          </w:p>
        </w:tc>
        <w:tc>
          <w:tcPr>
            <w:tcW w:w="1920" w:type="dxa"/>
            <w:tcBorders>
              <w:top w:val="single" w:sz="8" w:space="0" w:color="auto"/>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 Наименование </w:t>
            </w:r>
          </w:p>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    услуги    </w:t>
            </w:r>
          </w:p>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(группы услуг)</w:t>
            </w:r>
          </w:p>
        </w:tc>
        <w:tc>
          <w:tcPr>
            <w:tcW w:w="1680" w:type="dxa"/>
            <w:tcBorders>
              <w:top w:val="single" w:sz="8" w:space="0" w:color="auto"/>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 Категория  </w:t>
            </w:r>
          </w:p>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потребителей</w:t>
            </w:r>
          </w:p>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   услуги   </w:t>
            </w:r>
          </w:p>
        </w:tc>
        <w:tc>
          <w:tcPr>
            <w:tcW w:w="1800" w:type="dxa"/>
            <w:tcBorders>
              <w:top w:val="single" w:sz="8" w:space="0" w:color="auto"/>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Наименование </w:t>
            </w:r>
          </w:p>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 показателя  </w:t>
            </w:r>
          </w:p>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   объема    </w:t>
            </w:r>
          </w:p>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   услуги,   </w:t>
            </w:r>
          </w:p>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   единица   </w:t>
            </w:r>
          </w:p>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  измерения  </w:t>
            </w:r>
          </w:p>
        </w:tc>
        <w:tc>
          <w:tcPr>
            <w:tcW w:w="1920" w:type="dxa"/>
            <w:tcBorders>
              <w:top w:val="single" w:sz="8" w:space="0" w:color="auto"/>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 Наименование </w:t>
            </w:r>
          </w:p>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  показателя  </w:t>
            </w:r>
          </w:p>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   качества   </w:t>
            </w:r>
          </w:p>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   услуги,    </w:t>
            </w:r>
          </w:p>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   единица    </w:t>
            </w:r>
          </w:p>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  измерения   </w:t>
            </w:r>
          </w:p>
        </w:tc>
        <w:tc>
          <w:tcPr>
            <w:tcW w:w="1680" w:type="dxa"/>
            <w:tcBorders>
              <w:top w:val="single" w:sz="8" w:space="0" w:color="auto"/>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Поставщик(и)</w:t>
            </w:r>
          </w:p>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   услуги   </w:t>
            </w:r>
          </w:p>
        </w:tc>
      </w:tr>
      <w:tr w:rsidR="00220854" w:rsidRPr="00A811D7">
        <w:trPr>
          <w:tblCellSpacing w:w="5" w:type="nil"/>
        </w:trPr>
        <w:tc>
          <w:tcPr>
            <w:tcW w:w="600" w:type="dxa"/>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 1 </w:t>
            </w:r>
          </w:p>
        </w:tc>
        <w:tc>
          <w:tcPr>
            <w:tcW w:w="1920" w:type="dxa"/>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      2       </w:t>
            </w:r>
          </w:p>
        </w:tc>
        <w:tc>
          <w:tcPr>
            <w:tcW w:w="1680" w:type="dxa"/>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     3      </w:t>
            </w:r>
          </w:p>
        </w:tc>
        <w:tc>
          <w:tcPr>
            <w:tcW w:w="1800" w:type="dxa"/>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      4      </w:t>
            </w:r>
          </w:p>
        </w:tc>
        <w:tc>
          <w:tcPr>
            <w:tcW w:w="1920" w:type="dxa"/>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      5       </w:t>
            </w:r>
          </w:p>
        </w:tc>
        <w:tc>
          <w:tcPr>
            <w:tcW w:w="1680" w:type="dxa"/>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     6      </w:t>
            </w:r>
          </w:p>
        </w:tc>
      </w:tr>
      <w:tr w:rsidR="00220854" w:rsidRPr="00A811D7">
        <w:trPr>
          <w:trHeight w:val="400"/>
          <w:tblCellSpacing w:w="5" w:type="nil"/>
        </w:trPr>
        <w:tc>
          <w:tcPr>
            <w:tcW w:w="9600" w:type="dxa"/>
            <w:gridSpan w:val="6"/>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outlineLvl w:val="3"/>
              <w:rPr>
                <w:rFonts w:ascii="Courier New" w:hAnsi="Courier New" w:cs="Courier New"/>
                <w:sz w:val="20"/>
                <w:szCs w:val="20"/>
              </w:rPr>
            </w:pPr>
            <w:bookmarkStart w:id="64" w:name="Par1856"/>
            <w:bookmarkEnd w:id="64"/>
            <w:r w:rsidRPr="00A811D7">
              <w:rPr>
                <w:rFonts w:ascii="Courier New" w:hAnsi="Courier New" w:cs="Courier New"/>
                <w:sz w:val="20"/>
                <w:szCs w:val="20"/>
              </w:rPr>
              <w:t xml:space="preserve"> I. Государственные услуги, оказываемые государственными учреждениями в  </w:t>
            </w:r>
          </w:p>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рамках федеральных полномочий, переданных на уровень Ярославской области </w:t>
            </w:r>
          </w:p>
        </w:tc>
      </w:tr>
      <w:tr w:rsidR="00220854" w:rsidRPr="00A811D7">
        <w:trPr>
          <w:trHeight w:val="800"/>
          <w:tblCellSpacing w:w="5" w:type="nil"/>
        </w:trPr>
        <w:tc>
          <w:tcPr>
            <w:tcW w:w="9600" w:type="dxa"/>
            <w:gridSpan w:val="6"/>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 Номер и наименование государственной услуги из соответствующего раздела </w:t>
            </w:r>
          </w:p>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   Сводного отраслевого перечня государственных и муниципальных услуг    </w:t>
            </w:r>
          </w:p>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  (работ), оказываемых (выполняемых) государственными и муниципальными   </w:t>
            </w:r>
          </w:p>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       учреждениями Ярославской области за счет бюджетных средств        </w:t>
            </w:r>
          </w:p>
        </w:tc>
      </w:tr>
      <w:tr w:rsidR="00220854" w:rsidRPr="00A811D7">
        <w:trPr>
          <w:tblCellSpacing w:w="5" w:type="nil"/>
        </w:trPr>
        <w:tc>
          <w:tcPr>
            <w:tcW w:w="600" w:type="dxa"/>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jc w:val="both"/>
              <w:rPr>
                <w:rFonts w:cs="Calibri"/>
              </w:rPr>
            </w:pPr>
          </w:p>
        </w:tc>
        <w:tc>
          <w:tcPr>
            <w:tcW w:w="1920" w:type="dxa"/>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jc w:val="both"/>
              <w:rPr>
                <w:rFonts w:cs="Calibri"/>
              </w:rPr>
            </w:pPr>
          </w:p>
        </w:tc>
        <w:tc>
          <w:tcPr>
            <w:tcW w:w="1680" w:type="dxa"/>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jc w:val="both"/>
              <w:rPr>
                <w:rFonts w:cs="Calibri"/>
              </w:rPr>
            </w:pPr>
          </w:p>
        </w:tc>
        <w:tc>
          <w:tcPr>
            <w:tcW w:w="1800" w:type="dxa"/>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jc w:val="both"/>
              <w:rPr>
                <w:rFonts w:cs="Calibri"/>
              </w:rPr>
            </w:pPr>
          </w:p>
        </w:tc>
        <w:tc>
          <w:tcPr>
            <w:tcW w:w="1920" w:type="dxa"/>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jc w:val="both"/>
              <w:rPr>
                <w:rFonts w:cs="Calibri"/>
              </w:rPr>
            </w:pPr>
          </w:p>
        </w:tc>
        <w:tc>
          <w:tcPr>
            <w:tcW w:w="1680" w:type="dxa"/>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jc w:val="both"/>
              <w:rPr>
                <w:rFonts w:cs="Calibri"/>
              </w:rPr>
            </w:pPr>
          </w:p>
        </w:tc>
      </w:tr>
      <w:tr w:rsidR="00220854" w:rsidRPr="00A811D7">
        <w:trPr>
          <w:tblCellSpacing w:w="5" w:type="nil"/>
        </w:trPr>
        <w:tc>
          <w:tcPr>
            <w:tcW w:w="600" w:type="dxa"/>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jc w:val="both"/>
              <w:rPr>
                <w:rFonts w:cs="Calibri"/>
              </w:rPr>
            </w:pPr>
          </w:p>
        </w:tc>
        <w:tc>
          <w:tcPr>
            <w:tcW w:w="1920" w:type="dxa"/>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jc w:val="both"/>
              <w:rPr>
                <w:rFonts w:cs="Calibri"/>
              </w:rPr>
            </w:pPr>
          </w:p>
        </w:tc>
        <w:tc>
          <w:tcPr>
            <w:tcW w:w="1680" w:type="dxa"/>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jc w:val="both"/>
              <w:rPr>
                <w:rFonts w:cs="Calibri"/>
              </w:rPr>
            </w:pPr>
          </w:p>
        </w:tc>
        <w:tc>
          <w:tcPr>
            <w:tcW w:w="1800" w:type="dxa"/>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jc w:val="both"/>
              <w:rPr>
                <w:rFonts w:cs="Calibri"/>
              </w:rPr>
            </w:pPr>
          </w:p>
        </w:tc>
        <w:tc>
          <w:tcPr>
            <w:tcW w:w="1920" w:type="dxa"/>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jc w:val="both"/>
              <w:rPr>
                <w:rFonts w:cs="Calibri"/>
              </w:rPr>
            </w:pPr>
          </w:p>
        </w:tc>
        <w:tc>
          <w:tcPr>
            <w:tcW w:w="1680" w:type="dxa"/>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jc w:val="both"/>
              <w:rPr>
                <w:rFonts w:cs="Calibri"/>
              </w:rPr>
            </w:pPr>
          </w:p>
        </w:tc>
      </w:tr>
      <w:tr w:rsidR="00220854" w:rsidRPr="00A811D7">
        <w:trPr>
          <w:trHeight w:val="400"/>
          <w:tblCellSpacing w:w="5" w:type="nil"/>
        </w:trPr>
        <w:tc>
          <w:tcPr>
            <w:tcW w:w="9600" w:type="dxa"/>
            <w:gridSpan w:val="6"/>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outlineLvl w:val="3"/>
              <w:rPr>
                <w:rFonts w:ascii="Courier New" w:hAnsi="Courier New" w:cs="Courier New"/>
                <w:sz w:val="20"/>
                <w:szCs w:val="20"/>
              </w:rPr>
            </w:pPr>
            <w:bookmarkStart w:id="65" w:name="Par1868"/>
            <w:bookmarkEnd w:id="65"/>
            <w:r w:rsidRPr="00A811D7">
              <w:rPr>
                <w:rFonts w:ascii="Courier New" w:hAnsi="Courier New" w:cs="Courier New"/>
                <w:sz w:val="20"/>
                <w:szCs w:val="20"/>
              </w:rPr>
              <w:t xml:space="preserve"> II. Государственные услуги, оказываемые государственными учреждениями в </w:t>
            </w:r>
          </w:p>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                  рамках полномочий Ярославской области                  </w:t>
            </w:r>
          </w:p>
        </w:tc>
      </w:tr>
      <w:tr w:rsidR="00220854" w:rsidRPr="00A811D7">
        <w:trPr>
          <w:trHeight w:val="800"/>
          <w:tblCellSpacing w:w="5" w:type="nil"/>
        </w:trPr>
        <w:tc>
          <w:tcPr>
            <w:tcW w:w="9600" w:type="dxa"/>
            <w:gridSpan w:val="6"/>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 Номер и наименование государственной услуги из соответствующего раздела </w:t>
            </w:r>
          </w:p>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   Сводного отраслевого перечня государственных и муниципальных услуг    </w:t>
            </w:r>
          </w:p>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  (работ), оказываемых (выполняемых) государственными и муниципальными   </w:t>
            </w:r>
          </w:p>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       учреждениями Ярославской области за счет бюджетных средств        </w:t>
            </w:r>
          </w:p>
        </w:tc>
      </w:tr>
      <w:tr w:rsidR="00220854" w:rsidRPr="00A811D7">
        <w:trPr>
          <w:tblCellSpacing w:w="5" w:type="nil"/>
        </w:trPr>
        <w:tc>
          <w:tcPr>
            <w:tcW w:w="600" w:type="dxa"/>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jc w:val="both"/>
              <w:rPr>
                <w:rFonts w:cs="Calibri"/>
              </w:rPr>
            </w:pPr>
          </w:p>
        </w:tc>
        <w:tc>
          <w:tcPr>
            <w:tcW w:w="1920" w:type="dxa"/>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jc w:val="both"/>
              <w:rPr>
                <w:rFonts w:cs="Calibri"/>
              </w:rPr>
            </w:pPr>
          </w:p>
        </w:tc>
        <w:tc>
          <w:tcPr>
            <w:tcW w:w="1680" w:type="dxa"/>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jc w:val="both"/>
              <w:rPr>
                <w:rFonts w:cs="Calibri"/>
              </w:rPr>
            </w:pPr>
          </w:p>
        </w:tc>
        <w:tc>
          <w:tcPr>
            <w:tcW w:w="1800" w:type="dxa"/>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jc w:val="both"/>
              <w:rPr>
                <w:rFonts w:cs="Calibri"/>
              </w:rPr>
            </w:pPr>
          </w:p>
        </w:tc>
        <w:tc>
          <w:tcPr>
            <w:tcW w:w="1920" w:type="dxa"/>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jc w:val="both"/>
              <w:rPr>
                <w:rFonts w:cs="Calibri"/>
              </w:rPr>
            </w:pPr>
          </w:p>
        </w:tc>
        <w:tc>
          <w:tcPr>
            <w:tcW w:w="1680" w:type="dxa"/>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jc w:val="both"/>
              <w:rPr>
                <w:rFonts w:cs="Calibri"/>
              </w:rPr>
            </w:pPr>
          </w:p>
        </w:tc>
      </w:tr>
      <w:tr w:rsidR="00220854" w:rsidRPr="00A811D7">
        <w:trPr>
          <w:tblCellSpacing w:w="5" w:type="nil"/>
        </w:trPr>
        <w:tc>
          <w:tcPr>
            <w:tcW w:w="600" w:type="dxa"/>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jc w:val="both"/>
              <w:rPr>
                <w:rFonts w:cs="Calibri"/>
              </w:rPr>
            </w:pPr>
          </w:p>
        </w:tc>
        <w:tc>
          <w:tcPr>
            <w:tcW w:w="1920" w:type="dxa"/>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jc w:val="both"/>
              <w:rPr>
                <w:rFonts w:cs="Calibri"/>
              </w:rPr>
            </w:pPr>
          </w:p>
        </w:tc>
        <w:tc>
          <w:tcPr>
            <w:tcW w:w="1680" w:type="dxa"/>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jc w:val="both"/>
              <w:rPr>
                <w:rFonts w:cs="Calibri"/>
              </w:rPr>
            </w:pPr>
          </w:p>
        </w:tc>
        <w:tc>
          <w:tcPr>
            <w:tcW w:w="1800" w:type="dxa"/>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jc w:val="both"/>
              <w:rPr>
                <w:rFonts w:cs="Calibri"/>
              </w:rPr>
            </w:pPr>
          </w:p>
        </w:tc>
        <w:tc>
          <w:tcPr>
            <w:tcW w:w="1920" w:type="dxa"/>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jc w:val="both"/>
              <w:rPr>
                <w:rFonts w:cs="Calibri"/>
              </w:rPr>
            </w:pPr>
          </w:p>
        </w:tc>
        <w:tc>
          <w:tcPr>
            <w:tcW w:w="1680" w:type="dxa"/>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jc w:val="both"/>
              <w:rPr>
                <w:rFonts w:cs="Calibri"/>
              </w:rPr>
            </w:pPr>
          </w:p>
        </w:tc>
      </w:tr>
    </w:tbl>
    <w:p w:rsidR="00220854" w:rsidRPr="00A811D7" w:rsidRDefault="00220854">
      <w:pPr>
        <w:widowControl w:val="0"/>
        <w:autoSpaceDE w:val="0"/>
        <w:autoSpaceDN w:val="0"/>
        <w:adjustRightInd w:val="0"/>
        <w:spacing w:after="0" w:line="240" w:lineRule="auto"/>
        <w:jc w:val="both"/>
        <w:rPr>
          <w:rFonts w:cs="Calibri"/>
        </w:rPr>
      </w:pPr>
    </w:p>
    <w:p w:rsidR="00220854" w:rsidRPr="00A811D7" w:rsidRDefault="00220854">
      <w:pPr>
        <w:pStyle w:val="ConsPlusNonformat"/>
      </w:pPr>
      <w:bookmarkStart w:id="66" w:name="Par1881"/>
      <w:bookmarkEnd w:id="66"/>
      <w:r w:rsidRPr="00A811D7">
        <w:t xml:space="preserve">                                                                  Таблица 2</w:t>
      </w:r>
    </w:p>
    <w:p w:rsidR="00220854" w:rsidRPr="00A811D7" w:rsidRDefault="00220854">
      <w:pPr>
        <w:pStyle w:val="ConsPlusNonformat"/>
      </w:pPr>
    </w:p>
    <w:p w:rsidR="00220854" w:rsidRPr="00A811D7" w:rsidRDefault="00220854">
      <w:pPr>
        <w:pStyle w:val="ConsPlusNonformat"/>
      </w:pPr>
      <w:r w:rsidRPr="00A811D7">
        <w:t xml:space="preserve">                                  Работы</w:t>
      </w:r>
    </w:p>
    <w:p w:rsidR="00220854" w:rsidRPr="00A811D7" w:rsidRDefault="00220854">
      <w:pPr>
        <w:widowControl w:val="0"/>
        <w:autoSpaceDE w:val="0"/>
        <w:autoSpaceDN w:val="0"/>
        <w:adjustRightInd w:val="0"/>
        <w:spacing w:after="0" w:line="240" w:lineRule="auto"/>
        <w:jc w:val="both"/>
        <w:rPr>
          <w:rFonts w:cs="Calibri"/>
        </w:rPr>
      </w:pPr>
    </w:p>
    <w:tbl>
      <w:tblPr>
        <w:tblW w:w="0" w:type="auto"/>
        <w:tblCellSpacing w:w="5" w:type="nil"/>
        <w:tblInd w:w="75" w:type="dxa"/>
        <w:tblLayout w:type="fixed"/>
        <w:tblCellMar>
          <w:left w:w="75" w:type="dxa"/>
          <w:right w:w="75" w:type="dxa"/>
        </w:tblCellMar>
        <w:tblLook w:val="0000"/>
      </w:tblPr>
      <w:tblGrid>
        <w:gridCol w:w="600"/>
        <w:gridCol w:w="1680"/>
        <w:gridCol w:w="2520"/>
        <w:gridCol w:w="2640"/>
        <w:gridCol w:w="2040"/>
      </w:tblGrid>
      <w:tr w:rsidR="00220854" w:rsidRPr="00A811D7">
        <w:trPr>
          <w:trHeight w:val="800"/>
          <w:tblCellSpacing w:w="5" w:type="nil"/>
        </w:trPr>
        <w:tc>
          <w:tcPr>
            <w:tcW w:w="600" w:type="dxa"/>
            <w:tcBorders>
              <w:top w:val="single" w:sz="8" w:space="0" w:color="auto"/>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 N </w:t>
            </w:r>
          </w:p>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п/п</w:t>
            </w:r>
          </w:p>
        </w:tc>
        <w:tc>
          <w:tcPr>
            <w:tcW w:w="1680" w:type="dxa"/>
            <w:tcBorders>
              <w:top w:val="single" w:sz="8" w:space="0" w:color="auto"/>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Наименование</w:t>
            </w:r>
          </w:p>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   работ    </w:t>
            </w:r>
          </w:p>
        </w:tc>
        <w:tc>
          <w:tcPr>
            <w:tcW w:w="2520" w:type="dxa"/>
            <w:tcBorders>
              <w:top w:val="single" w:sz="8" w:space="0" w:color="auto"/>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   Наименование    </w:t>
            </w:r>
          </w:p>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 показателя объема </w:t>
            </w:r>
          </w:p>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  работ, единица   </w:t>
            </w:r>
          </w:p>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     измерения     </w:t>
            </w:r>
          </w:p>
        </w:tc>
        <w:tc>
          <w:tcPr>
            <w:tcW w:w="2640" w:type="dxa"/>
            <w:tcBorders>
              <w:top w:val="single" w:sz="8" w:space="0" w:color="auto"/>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    Наименование    </w:t>
            </w:r>
          </w:p>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показателя качества </w:t>
            </w:r>
          </w:p>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(результата) работ, </w:t>
            </w:r>
          </w:p>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 единица измерения  </w:t>
            </w:r>
          </w:p>
        </w:tc>
        <w:tc>
          <w:tcPr>
            <w:tcW w:w="2040" w:type="dxa"/>
            <w:tcBorders>
              <w:top w:val="single" w:sz="8" w:space="0" w:color="auto"/>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  Исполнитель  </w:t>
            </w:r>
          </w:p>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     работ     </w:t>
            </w:r>
          </w:p>
        </w:tc>
      </w:tr>
      <w:tr w:rsidR="00220854" w:rsidRPr="00A811D7">
        <w:trPr>
          <w:tblCellSpacing w:w="5" w:type="nil"/>
        </w:trPr>
        <w:tc>
          <w:tcPr>
            <w:tcW w:w="600" w:type="dxa"/>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 1 </w:t>
            </w:r>
          </w:p>
        </w:tc>
        <w:tc>
          <w:tcPr>
            <w:tcW w:w="1680" w:type="dxa"/>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     2      </w:t>
            </w:r>
          </w:p>
        </w:tc>
        <w:tc>
          <w:tcPr>
            <w:tcW w:w="2520" w:type="dxa"/>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         3         </w:t>
            </w:r>
          </w:p>
        </w:tc>
        <w:tc>
          <w:tcPr>
            <w:tcW w:w="2640" w:type="dxa"/>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         4          </w:t>
            </w:r>
          </w:p>
        </w:tc>
        <w:tc>
          <w:tcPr>
            <w:tcW w:w="2040" w:type="dxa"/>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       5       </w:t>
            </w:r>
          </w:p>
        </w:tc>
      </w:tr>
      <w:tr w:rsidR="00220854" w:rsidRPr="00A811D7">
        <w:trPr>
          <w:trHeight w:val="800"/>
          <w:tblCellSpacing w:w="5" w:type="nil"/>
        </w:trPr>
        <w:tc>
          <w:tcPr>
            <w:tcW w:w="9480" w:type="dxa"/>
            <w:gridSpan w:val="5"/>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    Номер и наименование работы из соответствующего раздела Сводного     </w:t>
            </w:r>
          </w:p>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   отраслевого перечня государственных и муниципальных услуг (работ),    </w:t>
            </w:r>
          </w:p>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оказываемых (выполняемых) государственными и муниципальными учреждениями </w:t>
            </w:r>
          </w:p>
          <w:p w:rsidR="00220854" w:rsidRPr="00A811D7" w:rsidRDefault="00220854">
            <w:pPr>
              <w:widowControl w:val="0"/>
              <w:autoSpaceDE w:val="0"/>
              <w:autoSpaceDN w:val="0"/>
              <w:adjustRightInd w:val="0"/>
              <w:spacing w:after="0" w:line="240" w:lineRule="auto"/>
              <w:rPr>
                <w:rFonts w:ascii="Courier New" w:hAnsi="Courier New" w:cs="Courier New"/>
                <w:sz w:val="20"/>
                <w:szCs w:val="20"/>
              </w:rPr>
            </w:pPr>
            <w:r w:rsidRPr="00A811D7">
              <w:rPr>
                <w:rFonts w:ascii="Courier New" w:hAnsi="Courier New" w:cs="Courier New"/>
                <w:sz w:val="20"/>
                <w:szCs w:val="20"/>
              </w:rPr>
              <w:t xml:space="preserve">              Ярославской области за счет бюджетных средств              </w:t>
            </w:r>
          </w:p>
        </w:tc>
      </w:tr>
      <w:tr w:rsidR="00220854" w:rsidRPr="00A811D7">
        <w:trPr>
          <w:tblCellSpacing w:w="5" w:type="nil"/>
        </w:trPr>
        <w:tc>
          <w:tcPr>
            <w:tcW w:w="600" w:type="dxa"/>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jc w:val="both"/>
              <w:rPr>
                <w:rFonts w:cs="Calibri"/>
              </w:rPr>
            </w:pPr>
          </w:p>
        </w:tc>
        <w:tc>
          <w:tcPr>
            <w:tcW w:w="1680" w:type="dxa"/>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jc w:val="both"/>
              <w:rPr>
                <w:rFonts w:cs="Calibri"/>
              </w:rPr>
            </w:pPr>
          </w:p>
        </w:tc>
        <w:tc>
          <w:tcPr>
            <w:tcW w:w="2520" w:type="dxa"/>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jc w:val="both"/>
              <w:rPr>
                <w:rFonts w:cs="Calibri"/>
              </w:rPr>
            </w:pPr>
          </w:p>
        </w:tc>
        <w:tc>
          <w:tcPr>
            <w:tcW w:w="2640" w:type="dxa"/>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jc w:val="both"/>
              <w:rPr>
                <w:rFonts w:cs="Calibri"/>
              </w:rPr>
            </w:pPr>
          </w:p>
        </w:tc>
        <w:tc>
          <w:tcPr>
            <w:tcW w:w="2040" w:type="dxa"/>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jc w:val="both"/>
              <w:rPr>
                <w:rFonts w:cs="Calibri"/>
              </w:rPr>
            </w:pPr>
          </w:p>
        </w:tc>
      </w:tr>
      <w:tr w:rsidR="00220854" w:rsidRPr="00A811D7">
        <w:trPr>
          <w:tblCellSpacing w:w="5" w:type="nil"/>
        </w:trPr>
        <w:tc>
          <w:tcPr>
            <w:tcW w:w="600" w:type="dxa"/>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jc w:val="both"/>
              <w:rPr>
                <w:rFonts w:cs="Calibri"/>
              </w:rPr>
            </w:pPr>
          </w:p>
        </w:tc>
        <w:tc>
          <w:tcPr>
            <w:tcW w:w="1680" w:type="dxa"/>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jc w:val="both"/>
              <w:rPr>
                <w:rFonts w:cs="Calibri"/>
              </w:rPr>
            </w:pPr>
          </w:p>
        </w:tc>
        <w:tc>
          <w:tcPr>
            <w:tcW w:w="2520" w:type="dxa"/>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jc w:val="both"/>
              <w:rPr>
                <w:rFonts w:cs="Calibri"/>
              </w:rPr>
            </w:pPr>
          </w:p>
        </w:tc>
        <w:tc>
          <w:tcPr>
            <w:tcW w:w="2640" w:type="dxa"/>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jc w:val="both"/>
              <w:rPr>
                <w:rFonts w:cs="Calibri"/>
              </w:rPr>
            </w:pPr>
          </w:p>
        </w:tc>
        <w:tc>
          <w:tcPr>
            <w:tcW w:w="2040" w:type="dxa"/>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jc w:val="both"/>
              <w:rPr>
                <w:rFonts w:cs="Calibri"/>
              </w:rPr>
            </w:pPr>
          </w:p>
        </w:tc>
      </w:tr>
      <w:tr w:rsidR="00220854" w:rsidRPr="00A811D7">
        <w:trPr>
          <w:tblCellSpacing w:w="5" w:type="nil"/>
        </w:trPr>
        <w:tc>
          <w:tcPr>
            <w:tcW w:w="600" w:type="dxa"/>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jc w:val="both"/>
              <w:rPr>
                <w:rFonts w:cs="Calibri"/>
              </w:rPr>
            </w:pPr>
          </w:p>
        </w:tc>
        <w:tc>
          <w:tcPr>
            <w:tcW w:w="1680" w:type="dxa"/>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jc w:val="both"/>
              <w:rPr>
                <w:rFonts w:cs="Calibri"/>
              </w:rPr>
            </w:pPr>
          </w:p>
        </w:tc>
        <w:tc>
          <w:tcPr>
            <w:tcW w:w="2520" w:type="dxa"/>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jc w:val="both"/>
              <w:rPr>
                <w:rFonts w:cs="Calibri"/>
              </w:rPr>
            </w:pPr>
          </w:p>
        </w:tc>
        <w:tc>
          <w:tcPr>
            <w:tcW w:w="2640" w:type="dxa"/>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jc w:val="both"/>
              <w:rPr>
                <w:rFonts w:cs="Calibri"/>
              </w:rPr>
            </w:pPr>
          </w:p>
        </w:tc>
        <w:tc>
          <w:tcPr>
            <w:tcW w:w="2040" w:type="dxa"/>
            <w:tcBorders>
              <w:left w:val="single" w:sz="8" w:space="0" w:color="auto"/>
              <w:bottom w:val="single" w:sz="8" w:space="0" w:color="auto"/>
              <w:right w:val="single" w:sz="8" w:space="0" w:color="auto"/>
            </w:tcBorders>
          </w:tcPr>
          <w:p w:rsidR="00220854" w:rsidRPr="00A811D7" w:rsidRDefault="00220854">
            <w:pPr>
              <w:widowControl w:val="0"/>
              <w:autoSpaceDE w:val="0"/>
              <w:autoSpaceDN w:val="0"/>
              <w:adjustRightInd w:val="0"/>
              <w:spacing w:after="0" w:line="240" w:lineRule="auto"/>
              <w:jc w:val="both"/>
              <w:rPr>
                <w:rFonts w:cs="Calibri"/>
              </w:rPr>
            </w:pPr>
          </w:p>
        </w:tc>
      </w:tr>
    </w:tbl>
    <w:p w:rsidR="00220854" w:rsidRPr="00A811D7" w:rsidRDefault="00220854">
      <w:pPr>
        <w:widowControl w:val="0"/>
        <w:autoSpaceDE w:val="0"/>
        <w:autoSpaceDN w:val="0"/>
        <w:adjustRightInd w:val="0"/>
        <w:spacing w:after="0" w:line="240" w:lineRule="auto"/>
        <w:jc w:val="both"/>
        <w:rPr>
          <w:rFonts w:cs="Calibri"/>
        </w:rPr>
      </w:pPr>
    </w:p>
    <w:p w:rsidR="00220854" w:rsidRPr="00A811D7" w:rsidRDefault="00220854">
      <w:pPr>
        <w:rPr>
          <w:lang w:val="en-US"/>
        </w:rPr>
      </w:pPr>
    </w:p>
    <w:sectPr w:rsidR="00220854" w:rsidRPr="00A811D7" w:rsidSect="00B22951">
      <w:pgSz w:w="11905" w:h="16838"/>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90739"/>
    <w:rsid w:val="00220854"/>
    <w:rsid w:val="00390739"/>
    <w:rsid w:val="008F1D72"/>
    <w:rsid w:val="00A16C7C"/>
    <w:rsid w:val="00A811D7"/>
    <w:rsid w:val="00B22951"/>
    <w:rsid w:val="00B56EAF"/>
    <w:rsid w:val="00B71CE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1CE8"/>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390739"/>
    <w:pPr>
      <w:widowControl w:val="0"/>
      <w:autoSpaceDE w:val="0"/>
      <w:autoSpaceDN w:val="0"/>
      <w:adjustRightInd w:val="0"/>
    </w:pPr>
    <w:rPr>
      <w:rFonts w:eastAsia="Times New Roman" w:cs="Calibri"/>
    </w:rPr>
  </w:style>
  <w:style w:type="paragraph" w:customStyle="1" w:styleId="ConsPlusNonformat">
    <w:name w:val="ConsPlusNonformat"/>
    <w:uiPriority w:val="99"/>
    <w:rsid w:val="00390739"/>
    <w:pPr>
      <w:widowControl w:val="0"/>
      <w:autoSpaceDE w:val="0"/>
      <w:autoSpaceDN w:val="0"/>
      <w:adjustRightInd w:val="0"/>
    </w:pPr>
    <w:rPr>
      <w:rFonts w:ascii="Courier New" w:eastAsia="Times New Roman" w:hAnsi="Courier New" w:cs="Courier New"/>
      <w:sz w:val="20"/>
      <w:szCs w:val="20"/>
    </w:rPr>
  </w:style>
  <w:style w:type="paragraph" w:customStyle="1" w:styleId="ConsPlusTitle">
    <w:name w:val="ConsPlusTitle"/>
    <w:uiPriority w:val="99"/>
    <w:rsid w:val="00390739"/>
    <w:pPr>
      <w:widowControl w:val="0"/>
      <w:autoSpaceDE w:val="0"/>
      <w:autoSpaceDN w:val="0"/>
      <w:adjustRightInd w:val="0"/>
    </w:pPr>
    <w:rPr>
      <w:rFonts w:eastAsia="Times New Roman" w:cs="Calibri"/>
      <w:b/>
      <w:bCs/>
    </w:rPr>
  </w:style>
  <w:style w:type="paragraph" w:customStyle="1" w:styleId="ConsPlusCell">
    <w:name w:val="ConsPlusCell"/>
    <w:uiPriority w:val="99"/>
    <w:rsid w:val="00390739"/>
    <w:pPr>
      <w:widowControl w:val="0"/>
      <w:autoSpaceDE w:val="0"/>
      <w:autoSpaceDN w:val="0"/>
      <w:adjustRightInd w:val="0"/>
    </w:pPr>
    <w:rPr>
      <w:rFonts w:eastAsia="Times New Roman" w:cs="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338B23BE00ACA39C451970765628A4FDF387FC499622E5AA00553466FCE79333276AEC1526989AE18B79Es8D3H" TargetMode="External"/><Relationship Id="rId18" Type="http://schemas.openxmlformats.org/officeDocument/2006/relationships/hyperlink" Target="consultantplus://offline/ref=6338B23BE00ACA39C451970765628A4FDF387FC499652958A20553466FCE79333276AEC1526989AE18B798s8D7H" TargetMode="External"/><Relationship Id="rId26" Type="http://schemas.openxmlformats.org/officeDocument/2006/relationships/hyperlink" Target="consultantplus://offline/ref=6338B23BE00ACA39C451970765628A4FDF387FC49963265AA90553466FCE79333276AEC1526989AE18B699s8D1H" TargetMode="External"/><Relationship Id="rId39" Type="http://schemas.openxmlformats.org/officeDocument/2006/relationships/hyperlink" Target="consultantplus://offline/ref=6338B23BE00ACA39C451970765628A4FDF387FC49965285FA30553466FCE79333276AEC1526989AE18B79Bs8D3H" TargetMode="External"/><Relationship Id="rId3" Type="http://schemas.openxmlformats.org/officeDocument/2006/relationships/webSettings" Target="webSettings.xml"/><Relationship Id="rId21" Type="http://schemas.openxmlformats.org/officeDocument/2006/relationships/hyperlink" Target="consultantplus://offline/ref=6338B23BE00ACA39C451970765628A4FDF387FC499602D58A90553466FCE79333276AEC1526989AE18B798s8D7H" TargetMode="External"/><Relationship Id="rId34" Type="http://schemas.openxmlformats.org/officeDocument/2006/relationships/hyperlink" Target="consultantplus://offline/ref=6338B23BE00ACA39C451970765628A4FDF387FC49965285FA30553466FCE79333276AEC1526989AE18B799s8D4H" TargetMode="External"/><Relationship Id="rId42" Type="http://schemas.openxmlformats.org/officeDocument/2006/relationships/hyperlink" Target="consultantplus://offline/ref=6338B23BE00ACA39C451890A730ED44AD83627C89D60250CFC5A081B38sCD7H" TargetMode="External"/><Relationship Id="rId47" Type="http://schemas.openxmlformats.org/officeDocument/2006/relationships/hyperlink" Target="consultantplus://offline/ref=6338B23BE00ACA39C451970765628A4FDF387FC49963265AA90553466FCE79333276AEC1526989AE18B591s8DAH" TargetMode="External"/><Relationship Id="rId50" Type="http://schemas.openxmlformats.org/officeDocument/2006/relationships/hyperlink" Target="consultantplus://offline/ref=6338B23BE00ACA39C451970765628A4FDF387FC49A6D2F5EA90553466FCE79333276AEC1526989AE18B798s8D5H" TargetMode="External"/><Relationship Id="rId7" Type="http://schemas.openxmlformats.org/officeDocument/2006/relationships/hyperlink" Target="consultantplus://offline/ref=6338B23BE00ACA39C451970765628A4FDF387FC49965285FA30553466FCE79333276AEC1526989AE18B798s8D7H" TargetMode="External"/><Relationship Id="rId12" Type="http://schemas.openxmlformats.org/officeDocument/2006/relationships/hyperlink" Target="consultantplus://offline/ref=6338B23BE00ACA39C451970765628A4FDF387FC49963265AA90553466FCE79333276AEC1526989AE18B798s8D7H" TargetMode="External"/><Relationship Id="rId17" Type="http://schemas.openxmlformats.org/officeDocument/2006/relationships/hyperlink" Target="consultantplus://offline/ref=6338B23BE00ACA39C451970765628A4FDF387FC49965285FA30553466FCE79333276AEC1526989AE18B798s8D7H" TargetMode="External"/><Relationship Id="rId25" Type="http://schemas.openxmlformats.org/officeDocument/2006/relationships/hyperlink" Target="consultantplus://offline/ref=6338B23BE00ACA39C451970765628A4FDF387FC49963265AA90553466FCE79333276AEC1526989AE18B698s8D2H" TargetMode="External"/><Relationship Id="rId33" Type="http://schemas.openxmlformats.org/officeDocument/2006/relationships/hyperlink" Target="consultantplus://offline/ref=6338B23BE00ACA39C451970765628A4FDF387FC49965285FA30553466FCE79333276AEC1526989AE18B799s8D1H" TargetMode="External"/><Relationship Id="rId38" Type="http://schemas.openxmlformats.org/officeDocument/2006/relationships/hyperlink" Target="consultantplus://offline/ref=6338B23BE00ACA39C451970765628A4FDF387FC499602D58A90553466FCE79333276AEC1526989AE18B79As8D4H" TargetMode="External"/><Relationship Id="rId46" Type="http://schemas.openxmlformats.org/officeDocument/2006/relationships/hyperlink" Target="consultantplus://offline/ref=6338B23BE00ACA39C451970765628A4FDF387FC49963265AA90553466FCE79333276AEC1526989AE18B591s8D5H" TargetMode="External"/><Relationship Id="rId2" Type="http://schemas.openxmlformats.org/officeDocument/2006/relationships/settings" Target="settings.xml"/><Relationship Id="rId16" Type="http://schemas.openxmlformats.org/officeDocument/2006/relationships/hyperlink" Target="consultantplus://offline/ref=6338B23BE00ACA39C451970765628A4FDF387FC49A6D2F5EA90553466FCE79333276AEC1526989AE18B798s8D4H" TargetMode="External"/><Relationship Id="rId20" Type="http://schemas.openxmlformats.org/officeDocument/2006/relationships/hyperlink" Target="consultantplus://offline/ref=6338B23BE00ACA39C451970765628A4FDF387FC499672952A30553466FCE79333276AEC1526989AE18B798s8D7H" TargetMode="External"/><Relationship Id="rId29" Type="http://schemas.openxmlformats.org/officeDocument/2006/relationships/hyperlink" Target="consultantplus://offline/ref=6338B23BE00ACA39C451970765628A4FDF387FC499662C52A70553466FCE79333276AEC1526989AE18B799s8D3H" TargetMode="External"/><Relationship Id="rId41" Type="http://schemas.openxmlformats.org/officeDocument/2006/relationships/hyperlink" Target="consultantplus://offline/ref=6338B23BE00ACA39C451970765628A4FDF387FC499652958A20553466FCE79333276AEC1526989AE18B799s8D0H" TargetMode="External"/><Relationship Id="rId1" Type="http://schemas.openxmlformats.org/officeDocument/2006/relationships/styles" Target="styles.xml"/><Relationship Id="rId6" Type="http://schemas.openxmlformats.org/officeDocument/2006/relationships/hyperlink" Target="consultantplus://offline/ref=6338B23BE00ACA39C451970765628A4FDF387FC49A6D2F5EA90553466FCE79333276AEC1526989AE18B798s8D7H" TargetMode="External"/><Relationship Id="rId11" Type="http://schemas.openxmlformats.org/officeDocument/2006/relationships/hyperlink" Target="consultantplus://offline/ref=6338B23BE00ACA39C451970765628A4FDF387FC499602D58A90553466FCE79333276AEC1526989AE18B798s8D7H" TargetMode="External"/><Relationship Id="rId24" Type="http://schemas.openxmlformats.org/officeDocument/2006/relationships/hyperlink" Target="consultantplus://offline/ref=6338B23BE00ACA39C451970765628A4FDF387FC49963265AA90553466FCE79333276AEC1526989AE18B79Bs8D0H" TargetMode="External"/><Relationship Id="rId32" Type="http://schemas.openxmlformats.org/officeDocument/2006/relationships/hyperlink" Target="consultantplus://offline/ref=6338B23BE00ACA39C451970765628A4FDF387FC49963265AA90553466FCE79333276AEC1526989AE18B59Es8DAH" TargetMode="External"/><Relationship Id="rId37" Type="http://schemas.openxmlformats.org/officeDocument/2006/relationships/hyperlink" Target="consultantplus://offline/ref=6338B23BE00ACA39C451970765628A4FDF387FC499602D58A90553466FCE79333276AEC1526989AE18B79As8D1H" TargetMode="External"/><Relationship Id="rId40" Type="http://schemas.openxmlformats.org/officeDocument/2006/relationships/hyperlink" Target="consultantplus://offline/ref=6338B23BE00ACA39C451970765628A4FDF387FC49965285FA30553466FCE79333276AEC1526989AE18B79Bs8D5H" TargetMode="External"/><Relationship Id="rId45" Type="http://schemas.openxmlformats.org/officeDocument/2006/relationships/hyperlink" Target="consultantplus://offline/ref=6338B23BE00ACA39C451970765628A4FDF387FC49965285FA30553466FCE79333276AEC1526989AE18B79Cs8DBH" TargetMode="External"/><Relationship Id="rId53" Type="http://schemas.openxmlformats.org/officeDocument/2006/relationships/theme" Target="theme/theme1.xml"/><Relationship Id="rId5" Type="http://schemas.openxmlformats.org/officeDocument/2006/relationships/hyperlink" Target="consultantplus://offline/ref=6338B23BE00ACA39C451970765628A4FDF387FC49A632B53A40553466FCE79333276AEC1526989AE18B798s8D7H" TargetMode="External"/><Relationship Id="rId15" Type="http://schemas.openxmlformats.org/officeDocument/2006/relationships/hyperlink" Target="consultantplus://offline/ref=6338B23BE00ACA39C451890A730ED44AD83729CD9F6D250CFC5A081B38sCD7H" TargetMode="External"/><Relationship Id="rId23" Type="http://schemas.openxmlformats.org/officeDocument/2006/relationships/hyperlink" Target="consultantplus://offline/ref=6338B23BE00ACA39C451970765628A4FDF387FC49963265AA90553466FCE79333276AEC1526989AE18B799s8D0H" TargetMode="External"/><Relationship Id="rId28" Type="http://schemas.openxmlformats.org/officeDocument/2006/relationships/hyperlink" Target="consultantplus://offline/ref=6338B23BE00ACA39C451970765628A4FDF387FC49963265AA90553466FCE79333276AEC1526989AE18B690s8DBH" TargetMode="External"/><Relationship Id="rId36" Type="http://schemas.openxmlformats.org/officeDocument/2006/relationships/hyperlink" Target="consultantplus://offline/ref=6338B23BE00ACA39C451970765628A4FDF387FC499662C52A70553466FCE79333276AEC1526989AE18B799s8D6H" TargetMode="External"/><Relationship Id="rId49" Type="http://schemas.openxmlformats.org/officeDocument/2006/relationships/hyperlink" Target="consultantplus://offline/ref=6338B23BE00ACA39C451970765628A4FDF387FC49965285FA30553466FCE79333276AEC1526989AE18B79Ds8D3H" TargetMode="External"/><Relationship Id="rId10" Type="http://schemas.openxmlformats.org/officeDocument/2006/relationships/hyperlink" Target="consultantplus://offline/ref=6338B23BE00ACA39C451970765628A4FDF387FC499672952A30553466FCE79333276AEC1526989AE18B798s8D7H" TargetMode="External"/><Relationship Id="rId19" Type="http://schemas.openxmlformats.org/officeDocument/2006/relationships/hyperlink" Target="consultantplus://offline/ref=6338B23BE00ACA39C451970765628A4FDF387FC499662C52A70553466FCE79333276AEC1526989AE18B798s8D7H" TargetMode="External"/><Relationship Id="rId31" Type="http://schemas.openxmlformats.org/officeDocument/2006/relationships/hyperlink" Target="consultantplus://offline/ref=6338B23BE00ACA39C451970765628A4FDF387FC49963265AA90553466FCE79333276AEC1526989AE18B59Es8D1H" TargetMode="External"/><Relationship Id="rId44" Type="http://schemas.openxmlformats.org/officeDocument/2006/relationships/hyperlink" Target="consultantplus://offline/ref=6338B23BE00ACA39C451970765628A4FDF387FC499602D58A90553466FCE79333276AEC1526989AE18B79As8D5H" TargetMode="External"/><Relationship Id="rId52" Type="http://schemas.openxmlformats.org/officeDocument/2006/relationships/fontTable" Target="fontTable.xml"/><Relationship Id="rId4" Type="http://schemas.openxmlformats.org/officeDocument/2006/relationships/hyperlink" Target="consultantplus://offline/ref=6338B23BE00ACA39C451970765628A4FDF387FC49A662F5BA10553466FCE79333276AEC1526989AE18B798s8D4H" TargetMode="External"/><Relationship Id="rId9" Type="http://schemas.openxmlformats.org/officeDocument/2006/relationships/hyperlink" Target="consultantplus://offline/ref=6338B23BE00ACA39C451970765628A4FDF387FC499662C52A70553466FCE79333276AEC1526989AE18B798s8D7H" TargetMode="External"/><Relationship Id="rId14" Type="http://schemas.openxmlformats.org/officeDocument/2006/relationships/hyperlink" Target="consultantplus://offline/ref=6338B23BE00ACA39C451970765628A4FDF387FC499622E5AA00553466FCE79333276AEC1526989AE18B79Es8D0H" TargetMode="External"/><Relationship Id="rId22" Type="http://schemas.openxmlformats.org/officeDocument/2006/relationships/hyperlink" Target="consultantplus://offline/ref=6338B23BE00ACA39C451970765628A4FDF387FC49963265AA90553466FCE79333276AEC1526989AE18B798s8D7H" TargetMode="External"/><Relationship Id="rId27" Type="http://schemas.openxmlformats.org/officeDocument/2006/relationships/hyperlink" Target="consultantplus://offline/ref=6338B23BE00ACA39C451970765628A4FDF387FC499672952A30553466FCE79333276AEC1526989AE18B798s8D7H" TargetMode="External"/><Relationship Id="rId30" Type="http://schemas.openxmlformats.org/officeDocument/2006/relationships/hyperlink" Target="consultantplus://offline/ref=6338B23BE00ACA39C451970765628A4FDF387FC49963265AA90553466FCE79333276AEC1526989AE18B59Cs8D5H" TargetMode="External"/><Relationship Id="rId35" Type="http://schemas.openxmlformats.org/officeDocument/2006/relationships/hyperlink" Target="consultantplus://offline/ref=6338B23BE00ACA39C451970765628A4FDF387FC49963265AA90553466FCE79333276AEC1526989AE18B59Es8DBH" TargetMode="External"/><Relationship Id="rId43" Type="http://schemas.openxmlformats.org/officeDocument/2006/relationships/hyperlink" Target="consultantplus://offline/ref=6338B23BE00ACA39C451970765628A4FDF387FC49963265AA90553466FCE79333276AEC1526989AE18B590s8D2H" TargetMode="External"/><Relationship Id="rId48" Type="http://schemas.openxmlformats.org/officeDocument/2006/relationships/hyperlink" Target="consultantplus://offline/ref=6338B23BE00ACA39C451970765628A4FDF387FC499652958A20553466FCE79333276AEC1526989AE18B799s8D7H" TargetMode="External"/><Relationship Id="rId8" Type="http://schemas.openxmlformats.org/officeDocument/2006/relationships/hyperlink" Target="consultantplus://offline/ref=6338B23BE00ACA39C451970765628A4FDF387FC499652958A20553466FCE79333276AEC1526989AE18B798s8D7H" TargetMode="External"/><Relationship Id="rId51" Type="http://schemas.openxmlformats.org/officeDocument/2006/relationships/hyperlink" Target="consultantplus://offline/ref=6338B23BE00ACA39C451970765628A4FDF387FC49A6D2F5EA90553466FCE79333276AEC1526989AE18B591s8D7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39</Pages>
  <Words>30012</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BarishevaAP</dc:creator>
  <cp:keywords/>
  <dc:description/>
  <cp:lastModifiedBy>FederyaevaDV</cp:lastModifiedBy>
  <cp:revision>2</cp:revision>
  <dcterms:created xsi:type="dcterms:W3CDTF">2014-05-05T07:03:00Z</dcterms:created>
  <dcterms:modified xsi:type="dcterms:W3CDTF">2014-05-05T09:06:00Z</dcterms:modified>
</cp:coreProperties>
</file>